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12463" w:rsidRDefault="00A12463"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32328F">
        <w:t>„</w:t>
      </w:r>
      <w:r w:rsidR="0032328F" w:rsidRPr="0032328F">
        <w:t>Rekonstrukce žst. Bohosudov</w:t>
      </w:r>
      <w:r w:rsidRPr="0032328F">
        <w:t>“</w:t>
      </w:r>
    </w:p>
    <w:p w:rsidR="00AD0C7B" w:rsidRPr="006C2343" w:rsidRDefault="00AD0C7B" w:rsidP="00EB46E5">
      <w:pPr>
        <w:pStyle w:val="Titul2"/>
      </w:pPr>
    </w:p>
    <w:p w:rsidR="00887491" w:rsidRDefault="00887491" w:rsidP="00887491">
      <w:pPr>
        <w:pStyle w:val="Text1-1"/>
        <w:numPr>
          <w:ilvl w:val="0"/>
          <w:numId w:val="0"/>
        </w:numPr>
        <w:tabs>
          <w:tab w:val="left" w:pos="708"/>
        </w:tabs>
        <w:ind w:left="737" w:hanging="737"/>
      </w:pPr>
      <w:r>
        <w:t xml:space="preserve">Č.j. </w:t>
      </w:r>
      <w:r w:rsidR="0032328F">
        <w:t>14005/2019-SŽDC-SSZ-OVZ</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F45B1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29" w:history="1">
        <w:r w:rsidR="00F45B1E" w:rsidRPr="00D41B95">
          <w:rPr>
            <w:rStyle w:val="Hypertextovodkaz"/>
          </w:rPr>
          <w:t>1.</w:t>
        </w:r>
        <w:r w:rsidR="00F45B1E">
          <w:rPr>
            <w:rFonts w:eastAsiaTheme="minorEastAsia"/>
            <w:caps w:val="0"/>
            <w:noProof/>
            <w:sz w:val="22"/>
            <w:szCs w:val="22"/>
            <w:lang w:eastAsia="cs-CZ"/>
          </w:rPr>
          <w:tab/>
        </w:r>
        <w:r w:rsidR="00F45B1E" w:rsidRPr="00D41B95">
          <w:rPr>
            <w:rStyle w:val="Hypertextovodkaz"/>
          </w:rPr>
          <w:t>ÚVODNÍ USTANOVENÍ</w:t>
        </w:r>
        <w:r w:rsidR="00F45B1E">
          <w:rPr>
            <w:noProof/>
            <w:webHidden/>
          </w:rPr>
          <w:tab/>
        </w:r>
        <w:r w:rsidR="00F45B1E">
          <w:rPr>
            <w:noProof/>
            <w:webHidden/>
          </w:rPr>
          <w:fldChar w:fldCharType="begin"/>
        </w:r>
        <w:r w:rsidR="00F45B1E">
          <w:rPr>
            <w:noProof/>
            <w:webHidden/>
          </w:rPr>
          <w:instrText xml:space="preserve"> PAGEREF _Toc11155429 \h </w:instrText>
        </w:r>
        <w:r w:rsidR="00F45B1E">
          <w:rPr>
            <w:noProof/>
            <w:webHidden/>
          </w:rPr>
        </w:r>
        <w:r w:rsidR="00F45B1E">
          <w:rPr>
            <w:noProof/>
            <w:webHidden/>
          </w:rPr>
          <w:fldChar w:fldCharType="separate"/>
        </w:r>
        <w:r w:rsidR="003455B5">
          <w:rPr>
            <w:noProof/>
            <w:webHidden/>
          </w:rPr>
          <w:t>3</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30" w:history="1">
        <w:r w:rsidR="00F45B1E" w:rsidRPr="00D41B95">
          <w:rPr>
            <w:rStyle w:val="Hypertextovodkaz"/>
          </w:rPr>
          <w:t>2.</w:t>
        </w:r>
        <w:r w:rsidR="00F45B1E">
          <w:rPr>
            <w:rFonts w:eastAsiaTheme="minorEastAsia"/>
            <w:caps w:val="0"/>
            <w:noProof/>
            <w:sz w:val="22"/>
            <w:szCs w:val="22"/>
            <w:lang w:eastAsia="cs-CZ"/>
          </w:rPr>
          <w:tab/>
        </w:r>
        <w:r w:rsidR="00F45B1E" w:rsidRPr="00D41B95">
          <w:rPr>
            <w:rStyle w:val="Hypertextovodkaz"/>
          </w:rPr>
          <w:t>IDENTIFIKAČNÍ ÚDAJE ZADAVATELE</w:t>
        </w:r>
        <w:r w:rsidR="00F45B1E">
          <w:rPr>
            <w:noProof/>
            <w:webHidden/>
          </w:rPr>
          <w:tab/>
        </w:r>
        <w:r w:rsidR="00F45B1E">
          <w:rPr>
            <w:noProof/>
            <w:webHidden/>
          </w:rPr>
          <w:fldChar w:fldCharType="begin"/>
        </w:r>
        <w:r w:rsidR="00F45B1E">
          <w:rPr>
            <w:noProof/>
            <w:webHidden/>
          </w:rPr>
          <w:instrText xml:space="preserve"> PAGEREF _Toc11155430 \h </w:instrText>
        </w:r>
        <w:r w:rsidR="00F45B1E">
          <w:rPr>
            <w:noProof/>
            <w:webHidden/>
          </w:rPr>
        </w:r>
        <w:r w:rsidR="00F45B1E">
          <w:rPr>
            <w:noProof/>
            <w:webHidden/>
          </w:rPr>
          <w:fldChar w:fldCharType="separate"/>
        </w:r>
        <w:r w:rsidR="003455B5">
          <w:rPr>
            <w:noProof/>
            <w:webHidden/>
          </w:rPr>
          <w:t>3</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31" w:history="1">
        <w:r w:rsidR="00F45B1E" w:rsidRPr="00D41B95">
          <w:rPr>
            <w:rStyle w:val="Hypertextovodkaz"/>
          </w:rPr>
          <w:t>3.</w:t>
        </w:r>
        <w:r w:rsidR="00F45B1E">
          <w:rPr>
            <w:rFonts w:eastAsiaTheme="minorEastAsia"/>
            <w:caps w:val="0"/>
            <w:noProof/>
            <w:sz w:val="22"/>
            <w:szCs w:val="22"/>
            <w:lang w:eastAsia="cs-CZ"/>
          </w:rPr>
          <w:tab/>
        </w:r>
        <w:r w:rsidR="00F45B1E" w:rsidRPr="00D41B95">
          <w:rPr>
            <w:rStyle w:val="Hypertextovodkaz"/>
          </w:rPr>
          <w:t>KOMUNIKACE MEZI ZADAVATELEM a DODAVATELEM</w:t>
        </w:r>
        <w:r w:rsidR="00F45B1E">
          <w:rPr>
            <w:noProof/>
            <w:webHidden/>
          </w:rPr>
          <w:tab/>
        </w:r>
        <w:r w:rsidR="00F45B1E">
          <w:rPr>
            <w:noProof/>
            <w:webHidden/>
          </w:rPr>
          <w:fldChar w:fldCharType="begin"/>
        </w:r>
        <w:r w:rsidR="00F45B1E">
          <w:rPr>
            <w:noProof/>
            <w:webHidden/>
          </w:rPr>
          <w:instrText xml:space="preserve"> PAGEREF _Toc11155431 \h </w:instrText>
        </w:r>
        <w:r w:rsidR="00F45B1E">
          <w:rPr>
            <w:noProof/>
            <w:webHidden/>
          </w:rPr>
        </w:r>
        <w:r w:rsidR="00F45B1E">
          <w:rPr>
            <w:noProof/>
            <w:webHidden/>
          </w:rPr>
          <w:fldChar w:fldCharType="separate"/>
        </w:r>
        <w:r w:rsidR="003455B5">
          <w:rPr>
            <w:noProof/>
            <w:webHidden/>
          </w:rPr>
          <w:t>4</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32" w:history="1">
        <w:r w:rsidR="00F45B1E" w:rsidRPr="00D41B95">
          <w:rPr>
            <w:rStyle w:val="Hypertextovodkaz"/>
          </w:rPr>
          <w:t>4.</w:t>
        </w:r>
        <w:r w:rsidR="00F45B1E">
          <w:rPr>
            <w:rFonts w:eastAsiaTheme="minorEastAsia"/>
            <w:caps w:val="0"/>
            <w:noProof/>
            <w:sz w:val="22"/>
            <w:szCs w:val="22"/>
            <w:lang w:eastAsia="cs-CZ"/>
          </w:rPr>
          <w:tab/>
        </w:r>
        <w:r w:rsidR="00F45B1E" w:rsidRPr="00D41B95">
          <w:rPr>
            <w:rStyle w:val="Hypertextovodkaz"/>
          </w:rPr>
          <w:t>ÚČEL a PŘEDMĚT PLNĚNÍ VEŘEJNÉ ZAKÁZKY</w:t>
        </w:r>
        <w:r w:rsidR="00F45B1E">
          <w:rPr>
            <w:noProof/>
            <w:webHidden/>
          </w:rPr>
          <w:tab/>
        </w:r>
        <w:r w:rsidR="00F45B1E">
          <w:rPr>
            <w:noProof/>
            <w:webHidden/>
          </w:rPr>
          <w:fldChar w:fldCharType="begin"/>
        </w:r>
        <w:r w:rsidR="00F45B1E">
          <w:rPr>
            <w:noProof/>
            <w:webHidden/>
          </w:rPr>
          <w:instrText xml:space="preserve"> PAGEREF _Toc11155432 \h </w:instrText>
        </w:r>
        <w:r w:rsidR="00F45B1E">
          <w:rPr>
            <w:noProof/>
            <w:webHidden/>
          </w:rPr>
        </w:r>
        <w:r w:rsidR="00F45B1E">
          <w:rPr>
            <w:noProof/>
            <w:webHidden/>
          </w:rPr>
          <w:fldChar w:fldCharType="separate"/>
        </w:r>
        <w:r w:rsidR="003455B5">
          <w:rPr>
            <w:noProof/>
            <w:webHidden/>
          </w:rPr>
          <w:t>4</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33" w:history="1">
        <w:r w:rsidR="00F45B1E" w:rsidRPr="00D41B95">
          <w:rPr>
            <w:rStyle w:val="Hypertextovodkaz"/>
          </w:rPr>
          <w:t>5.</w:t>
        </w:r>
        <w:r w:rsidR="00F45B1E">
          <w:rPr>
            <w:rFonts w:eastAsiaTheme="minorEastAsia"/>
            <w:caps w:val="0"/>
            <w:noProof/>
            <w:sz w:val="22"/>
            <w:szCs w:val="22"/>
            <w:lang w:eastAsia="cs-CZ"/>
          </w:rPr>
          <w:tab/>
        </w:r>
        <w:r w:rsidR="00F45B1E" w:rsidRPr="00D41B95">
          <w:rPr>
            <w:rStyle w:val="Hypertextovodkaz"/>
          </w:rPr>
          <w:t>ZDROJE FINANCOVÁNÍ a PŘEDPOKLÁDANÁ HODNOTA VEŘEJNÉ ZAKÁZKY</w:t>
        </w:r>
        <w:r w:rsidR="00F45B1E">
          <w:rPr>
            <w:noProof/>
            <w:webHidden/>
          </w:rPr>
          <w:tab/>
        </w:r>
        <w:r w:rsidR="00F45B1E">
          <w:rPr>
            <w:noProof/>
            <w:webHidden/>
          </w:rPr>
          <w:fldChar w:fldCharType="begin"/>
        </w:r>
        <w:r w:rsidR="00F45B1E">
          <w:rPr>
            <w:noProof/>
            <w:webHidden/>
          </w:rPr>
          <w:instrText xml:space="preserve"> PAGEREF _Toc11155433 \h </w:instrText>
        </w:r>
        <w:r w:rsidR="00F45B1E">
          <w:rPr>
            <w:noProof/>
            <w:webHidden/>
          </w:rPr>
        </w:r>
        <w:r w:rsidR="00F45B1E">
          <w:rPr>
            <w:noProof/>
            <w:webHidden/>
          </w:rPr>
          <w:fldChar w:fldCharType="separate"/>
        </w:r>
        <w:r w:rsidR="003455B5">
          <w:rPr>
            <w:noProof/>
            <w:webHidden/>
          </w:rPr>
          <w:t>5</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34" w:history="1">
        <w:r w:rsidR="00F45B1E" w:rsidRPr="00D41B95">
          <w:rPr>
            <w:rStyle w:val="Hypertextovodkaz"/>
          </w:rPr>
          <w:t>6.</w:t>
        </w:r>
        <w:r w:rsidR="00F45B1E">
          <w:rPr>
            <w:rFonts w:eastAsiaTheme="minorEastAsia"/>
            <w:caps w:val="0"/>
            <w:noProof/>
            <w:sz w:val="22"/>
            <w:szCs w:val="22"/>
            <w:lang w:eastAsia="cs-CZ"/>
          </w:rPr>
          <w:tab/>
        </w:r>
        <w:r w:rsidR="00F45B1E" w:rsidRPr="00D41B95">
          <w:rPr>
            <w:rStyle w:val="Hypertextovodkaz"/>
          </w:rPr>
          <w:t>OBSAH ZADÁVACÍ DOKUMENTACE</w:t>
        </w:r>
        <w:r w:rsidR="00F45B1E">
          <w:rPr>
            <w:noProof/>
            <w:webHidden/>
          </w:rPr>
          <w:tab/>
        </w:r>
        <w:r w:rsidR="00F45B1E">
          <w:rPr>
            <w:noProof/>
            <w:webHidden/>
          </w:rPr>
          <w:fldChar w:fldCharType="begin"/>
        </w:r>
        <w:r w:rsidR="00F45B1E">
          <w:rPr>
            <w:noProof/>
            <w:webHidden/>
          </w:rPr>
          <w:instrText xml:space="preserve"> PAGEREF _Toc11155434 \h </w:instrText>
        </w:r>
        <w:r w:rsidR="00F45B1E">
          <w:rPr>
            <w:noProof/>
            <w:webHidden/>
          </w:rPr>
        </w:r>
        <w:r w:rsidR="00F45B1E">
          <w:rPr>
            <w:noProof/>
            <w:webHidden/>
          </w:rPr>
          <w:fldChar w:fldCharType="separate"/>
        </w:r>
        <w:r w:rsidR="003455B5">
          <w:rPr>
            <w:noProof/>
            <w:webHidden/>
          </w:rPr>
          <w:t>5</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35" w:history="1">
        <w:r w:rsidR="00F45B1E" w:rsidRPr="00D41B95">
          <w:rPr>
            <w:rStyle w:val="Hypertextovodkaz"/>
          </w:rPr>
          <w:t>7.</w:t>
        </w:r>
        <w:r w:rsidR="00F45B1E">
          <w:rPr>
            <w:rFonts w:eastAsiaTheme="minorEastAsia"/>
            <w:caps w:val="0"/>
            <w:noProof/>
            <w:sz w:val="22"/>
            <w:szCs w:val="22"/>
            <w:lang w:eastAsia="cs-CZ"/>
          </w:rPr>
          <w:tab/>
        </w:r>
        <w:r w:rsidR="00F45B1E" w:rsidRPr="00D41B95">
          <w:rPr>
            <w:rStyle w:val="Hypertextovodkaz"/>
          </w:rPr>
          <w:t>VYSVĚTLENÍ, ZMĚNY a DOPLNĚNÍ ZADÁVACÍ DOKUMENTACE</w:t>
        </w:r>
        <w:r w:rsidR="00F45B1E">
          <w:rPr>
            <w:noProof/>
            <w:webHidden/>
          </w:rPr>
          <w:tab/>
        </w:r>
        <w:r w:rsidR="00F45B1E">
          <w:rPr>
            <w:noProof/>
            <w:webHidden/>
          </w:rPr>
          <w:fldChar w:fldCharType="begin"/>
        </w:r>
        <w:r w:rsidR="00F45B1E">
          <w:rPr>
            <w:noProof/>
            <w:webHidden/>
          </w:rPr>
          <w:instrText xml:space="preserve"> PAGEREF _Toc11155435 \h </w:instrText>
        </w:r>
        <w:r w:rsidR="00F45B1E">
          <w:rPr>
            <w:noProof/>
            <w:webHidden/>
          </w:rPr>
        </w:r>
        <w:r w:rsidR="00F45B1E">
          <w:rPr>
            <w:noProof/>
            <w:webHidden/>
          </w:rPr>
          <w:fldChar w:fldCharType="separate"/>
        </w:r>
        <w:r w:rsidR="003455B5">
          <w:rPr>
            <w:noProof/>
            <w:webHidden/>
          </w:rPr>
          <w:t>6</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36" w:history="1">
        <w:r w:rsidR="00F45B1E" w:rsidRPr="00D41B95">
          <w:rPr>
            <w:rStyle w:val="Hypertextovodkaz"/>
          </w:rPr>
          <w:t>8.</w:t>
        </w:r>
        <w:r w:rsidR="00F45B1E">
          <w:rPr>
            <w:rFonts w:eastAsiaTheme="minorEastAsia"/>
            <w:caps w:val="0"/>
            <w:noProof/>
            <w:sz w:val="22"/>
            <w:szCs w:val="22"/>
            <w:lang w:eastAsia="cs-CZ"/>
          </w:rPr>
          <w:tab/>
        </w:r>
        <w:r w:rsidR="00F45B1E" w:rsidRPr="00D41B95">
          <w:rPr>
            <w:rStyle w:val="Hypertextovodkaz"/>
          </w:rPr>
          <w:t>POŽADAVKY ZADAVATELE NA KVALIFIKACI</w:t>
        </w:r>
        <w:r w:rsidR="00F45B1E">
          <w:rPr>
            <w:noProof/>
            <w:webHidden/>
          </w:rPr>
          <w:tab/>
        </w:r>
        <w:r w:rsidR="00F45B1E">
          <w:rPr>
            <w:noProof/>
            <w:webHidden/>
          </w:rPr>
          <w:fldChar w:fldCharType="begin"/>
        </w:r>
        <w:r w:rsidR="00F45B1E">
          <w:rPr>
            <w:noProof/>
            <w:webHidden/>
          </w:rPr>
          <w:instrText xml:space="preserve"> PAGEREF _Toc11155436 \h </w:instrText>
        </w:r>
        <w:r w:rsidR="00F45B1E">
          <w:rPr>
            <w:noProof/>
            <w:webHidden/>
          </w:rPr>
        </w:r>
        <w:r w:rsidR="00F45B1E">
          <w:rPr>
            <w:noProof/>
            <w:webHidden/>
          </w:rPr>
          <w:fldChar w:fldCharType="separate"/>
        </w:r>
        <w:r w:rsidR="003455B5">
          <w:rPr>
            <w:noProof/>
            <w:webHidden/>
          </w:rPr>
          <w:t>7</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37" w:history="1">
        <w:r w:rsidR="00F45B1E" w:rsidRPr="00D41B95">
          <w:rPr>
            <w:rStyle w:val="Hypertextovodkaz"/>
          </w:rPr>
          <w:t>9.</w:t>
        </w:r>
        <w:r w:rsidR="00F45B1E">
          <w:rPr>
            <w:rFonts w:eastAsiaTheme="minorEastAsia"/>
            <w:caps w:val="0"/>
            <w:noProof/>
            <w:sz w:val="22"/>
            <w:szCs w:val="22"/>
            <w:lang w:eastAsia="cs-CZ"/>
          </w:rPr>
          <w:tab/>
        </w:r>
        <w:r w:rsidR="00F45B1E" w:rsidRPr="00D41B95">
          <w:rPr>
            <w:rStyle w:val="Hypertextovodkaz"/>
          </w:rPr>
          <w:t>DALŠÍ INFORMACE/DOKUMENTY PŘEDKLÁDANÉ DODAVATELEM v NABÍDCE</w:t>
        </w:r>
        <w:r w:rsidR="00F45B1E">
          <w:rPr>
            <w:noProof/>
            <w:webHidden/>
          </w:rPr>
          <w:tab/>
        </w:r>
        <w:r w:rsidR="00F45B1E">
          <w:rPr>
            <w:noProof/>
            <w:webHidden/>
          </w:rPr>
          <w:fldChar w:fldCharType="begin"/>
        </w:r>
        <w:r w:rsidR="00F45B1E">
          <w:rPr>
            <w:noProof/>
            <w:webHidden/>
          </w:rPr>
          <w:instrText xml:space="preserve"> PAGEREF _Toc11155437 \h </w:instrText>
        </w:r>
        <w:r w:rsidR="00F45B1E">
          <w:rPr>
            <w:noProof/>
            <w:webHidden/>
          </w:rPr>
        </w:r>
        <w:r w:rsidR="00F45B1E">
          <w:rPr>
            <w:noProof/>
            <w:webHidden/>
          </w:rPr>
          <w:fldChar w:fldCharType="separate"/>
        </w:r>
        <w:r w:rsidR="003455B5">
          <w:rPr>
            <w:noProof/>
            <w:webHidden/>
          </w:rPr>
          <w:t>22</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38" w:history="1">
        <w:r w:rsidR="00F45B1E" w:rsidRPr="00D41B95">
          <w:rPr>
            <w:rStyle w:val="Hypertextovodkaz"/>
          </w:rPr>
          <w:t>10.</w:t>
        </w:r>
        <w:r w:rsidR="00F45B1E">
          <w:rPr>
            <w:rFonts w:eastAsiaTheme="minorEastAsia"/>
            <w:caps w:val="0"/>
            <w:noProof/>
            <w:sz w:val="22"/>
            <w:szCs w:val="22"/>
            <w:lang w:eastAsia="cs-CZ"/>
          </w:rPr>
          <w:tab/>
        </w:r>
        <w:r w:rsidR="00F45B1E" w:rsidRPr="00D41B95">
          <w:rPr>
            <w:rStyle w:val="Hypertextovodkaz"/>
          </w:rPr>
          <w:t>PROHLÍDKA MÍSTA PLNĚNÍ (STAVENIŠTĚ)</w:t>
        </w:r>
        <w:r w:rsidR="00F45B1E">
          <w:rPr>
            <w:noProof/>
            <w:webHidden/>
          </w:rPr>
          <w:tab/>
        </w:r>
        <w:r w:rsidR="00F45B1E">
          <w:rPr>
            <w:noProof/>
            <w:webHidden/>
          </w:rPr>
          <w:fldChar w:fldCharType="begin"/>
        </w:r>
        <w:r w:rsidR="00F45B1E">
          <w:rPr>
            <w:noProof/>
            <w:webHidden/>
          </w:rPr>
          <w:instrText xml:space="preserve"> PAGEREF _Toc11155438 \h </w:instrText>
        </w:r>
        <w:r w:rsidR="00F45B1E">
          <w:rPr>
            <w:noProof/>
            <w:webHidden/>
          </w:rPr>
        </w:r>
        <w:r w:rsidR="00F45B1E">
          <w:rPr>
            <w:noProof/>
            <w:webHidden/>
          </w:rPr>
          <w:fldChar w:fldCharType="separate"/>
        </w:r>
        <w:r w:rsidR="003455B5">
          <w:rPr>
            <w:noProof/>
            <w:webHidden/>
          </w:rPr>
          <w:t>27</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39" w:history="1">
        <w:r w:rsidR="00F45B1E" w:rsidRPr="00D41B95">
          <w:rPr>
            <w:rStyle w:val="Hypertextovodkaz"/>
          </w:rPr>
          <w:t>11.</w:t>
        </w:r>
        <w:r w:rsidR="00F45B1E">
          <w:rPr>
            <w:rFonts w:eastAsiaTheme="minorEastAsia"/>
            <w:caps w:val="0"/>
            <w:noProof/>
            <w:sz w:val="22"/>
            <w:szCs w:val="22"/>
            <w:lang w:eastAsia="cs-CZ"/>
          </w:rPr>
          <w:tab/>
        </w:r>
        <w:r w:rsidR="00F45B1E" w:rsidRPr="00D41B95">
          <w:rPr>
            <w:rStyle w:val="Hypertextovodkaz"/>
          </w:rPr>
          <w:t>JAZYK NABÍDEK</w:t>
        </w:r>
        <w:r w:rsidR="00F45B1E">
          <w:rPr>
            <w:noProof/>
            <w:webHidden/>
          </w:rPr>
          <w:tab/>
        </w:r>
        <w:r w:rsidR="00F45B1E">
          <w:rPr>
            <w:noProof/>
            <w:webHidden/>
          </w:rPr>
          <w:fldChar w:fldCharType="begin"/>
        </w:r>
        <w:r w:rsidR="00F45B1E">
          <w:rPr>
            <w:noProof/>
            <w:webHidden/>
          </w:rPr>
          <w:instrText xml:space="preserve"> PAGEREF _Toc11155439 \h </w:instrText>
        </w:r>
        <w:r w:rsidR="00F45B1E">
          <w:rPr>
            <w:noProof/>
            <w:webHidden/>
          </w:rPr>
        </w:r>
        <w:r w:rsidR="00F45B1E">
          <w:rPr>
            <w:noProof/>
            <w:webHidden/>
          </w:rPr>
          <w:fldChar w:fldCharType="separate"/>
        </w:r>
        <w:r w:rsidR="003455B5">
          <w:rPr>
            <w:noProof/>
            <w:webHidden/>
          </w:rPr>
          <w:t>27</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40" w:history="1">
        <w:r w:rsidR="00F45B1E" w:rsidRPr="00D41B95">
          <w:rPr>
            <w:rStyle w:val="Hypertextovodkaz"/>
          </w:rPr>
          <w:t>12.</w:t>
        </w:r>
        <w:r w:rsidR="00F45B1E">
          <w:rPr>
            <w:rFonts w:eastAsiaTheme="minorEastAsia"/>
            <w:caps w:val="0"/>
            <w:noProof/>
            <w:sz w:val="22"/>
            <w:szCs w:val="22"/>
            <w:lang w:eastAsia="cs-CZ"/>
          </w:rPr>
          <w:tab/>
        </w:r>
        <w:r w:rsidR="00F45B1E" w:rsidRPr="00D41B95">
          <w:rPr>
            <w:rStyle w:val="Hypertextovodkaz"/>
          </w:rPr>
          <w:t>OBSAH a PODÁVÁNÍ NABÍDEK</w:t>
        </w:r>
        <w:r w:rsidR="00F45B1E">
          <w:rPr>
            <w:noProof/>
            <w:webHidden/>
          </w:rPr>
          <w:tab/>
        </w:r>
        <w:r w:rsidR="00F45B1E">
          <w:rPr>
            <w:noProof/>
            <w:webHidden/>
          </w:rPr>
          <w:fldChar w:fldCharType="begin"/>
        </w:r>
        <w:r w:rsidR="00F45B1E">
          <w:rPr>
            <w:noProof/>
            <w:webHidden/>
          </w:rPr>
          <w:instrText xml:space="preserve"> PAGEREF _Toc11155440 \h </w:instrText>
        </w:r>
        <w:r w:rsidR="00F45B1E">
          <w:rPr>
            <w:noProof/>
            <w:webHidden/>
          </w:rPr>
        </w:r>
        <w:r w:rsidR="00F45B1E">
          <w:rPr>
            <w:noProof/>
            <w:webHidden/>
          </w:rPr>
          <w:fldChar w:fldCharType="separate"/>
        </w:r>
        <w:r w:rsidR="003455B5">
          <w:rPr>
            <w:noProof/>
            <w:webHidden/>
          </w:rPr>
          <w:t>27</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41" w:history="1">
        <w:r w:rsidR="00F45B1E" w:rsidRPr="00D41B95">
          <w:rPr>
            <w:rStyle w:val="Hypertextovodkaz"/>
          </w:rPr>
          <w:t>13.</w:t>
        </w:r>
        <w:r w:rsidR="00F45B1E">
          <w:rPr>
            <w:rFonts w:eastAsiaTheme="minorEastAsia"/>
            <w:caps w:val="0"/>
            <w:noProof/>
            <w:sz w:val="22"/>
            <w:szCs w:val="22"/>
            <w:lang w:eastAsia="cs-CZ"/>
          </w:rPr>
          <w:tab/>
        </w:r>
        <w:r w:rsidR="00F45B1E" w:rsidRPr="00D41B95">
          <w:rPr>
            <w:rStyle w:val="Hypertextovodkaz"/>
          </w:rPr>
          <w:t>POŽADAVKY NA ZPRACOVÁNÍ NABÍDKOVÉ CENY</w:t>
        </w:r>
        <w:r w:rsidR="00F45B1E">
          <w:rPr>
            <w:noProof/>
            <w:webHidden/>
          </w:rPr>
          <w:tab/>
        </w:r>
        <w:r w:rsidR="00F45B1E">
          <w:rPr>
            <w:noProof/>
            <w:webHidden/>
          </w:rPr>
          <w:fldChar w:fldCharType="begin"/>
        </w:r>
        <w:r w:rsidR="00F45B1E">
          <w:rPr>
            <w:noProof/>
            <w:webHidden/>
          </w:rPr>
          <w:instrText xml:space="preserve"> PAGEREF _Toc11155441 \h </w:instrText>
        </w:r>
        <w:r w:rsidR="00F45B1E">
          <w:rPr>
            <w:noProof/>
            <w:webHidden/>
          </w:rPr>
        </w:r>
        <w:r w:rsidR="00F45B1E">
          <w:rPr>
            <w:noProof/>
            <w:webHidden/>
          </w:rPr>
          <w:fldChar w:fldCharType="separate"/>
        </w:r>
        <w:r w:rsidR="003455B5">
          <w:rPr>
            <w:noProof/>
            <w:webHidden/>
          </w:rPr>
          <w:t>29</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42" w:history="1">
        <w:r w:rsidR="00F45B1E" w:rsidRPr="00D41B95">
          <w:rPr>
            <w:rStyle w:val="Hypertextovodkaz"/>
          </w:rPr>
          <w:t>14.</w:t>
        </w:r>
        <w:r w:rsidR="00F45B1E">
          <w:rPr>
            <w:rFonts w:eastAsiaTheme="minorEastAsia"/>
            <w:caps w:val="0"/>
            <w:noProof/>
            <w:sz w:val="22"/>
            <w:szCs w:val="22"/>
            <w:lang w:eastAsia="cs-CZ"/>
          </w:rPr>
          <w:tab/>
        </w:r>
        <w:r w:rsidR="00F45B1E" w:rsidRPr="00D41B95">
          <w:rPr>
            <w:rStyle w:val="Hypertextovodkaz"/>
          </w:rPr>
          <w:t xml:space="preserve">VARIANTY NABÍDKY, VÝHRADA ZMĚNY DODAVATELE </w:t>
        </w:r>
        <w:r w:rsidR="00F45B1E" w:rsidRPr="00A60AE8">
          <w:rPr>
            <w:rStyle w:val="Hypertextovodkaz"/>
          </w:rPr>
          <w:t>a VÝHRADA NOVÝCH STAVEBNÍCH PRACÍ</w:t>
        </w:r>
        <w:r w:rsidR="00F45B1E">
          <w:rPr>
            <w:noProof/>
            <w:webHidden/>
          </w:rPr>
          <w:tab/>
        </w:r>
        <w:r w:rsidR="00F45B1E">
          <w:rPr>
            <w:noProof/>
            <w:webHidden/>
          </w:rPr>
          <w:fldChar w:fldCharType="begin"/>
        </w:r>
        <w:r w:rsidR="00F45B1E">
          <w:rPr>
            <w:noProof/>
            <w:webHidden/>
          </w:rPr>
          <w:instrText xml:space="preserve"> PAGEREF _Toc11155442 \h </w:instrText>
        </w:r>
        <w:r w:rsidR="00F45B1E">
          <w:rPr>
            <w:noProof/>
            <w:webHidden/>
          </w:rPr>
        </w:r>
        <w:r w:rsidR="00F45B1E">
          <w:rPr>
            <w:noProof/>
            <w:webHidden/>
          </w:rPr>
          <w:fldChar w:fldCharType="separate"/>
        </w:r>
        <w:r w:rsidR="003455B5">
          <w:rPr>
            <w:noProof/>
            <w:webHidden/>
          </w:rPr>
          <w:t>30</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43" w:history="1">
        <w:r w:rsidR="00F45B1E" w:rsidRPr="00D41B95">
          <w:rPr>
            <w:rStyle w:val="Hypertextovodkaz"/>
          </w:rPr>
          <w:t>15.</w:t>
        </w:r>
        <w:r w:rsidR="00F45B1E">
          <w:rPr>
            <w:rFonts w:eastAsiaTheme="minorEastAsia"/>
            <w:caps w:val="0"/>
            <w:noProof/>
            <w:sz w:val="22"/>
            <w:szCs w:val="22"/>
            <w:lang w:eastAsia="cs-CZ"/>
          </w:rPr>
          <w:tab/>
        </w:r>
        <w:r w:rsidR="00F45B1E" w:rsidRPr="00D41B95">
          <w:rPr>
            <w:rStyle w:val="Hypertextovodkaz"/>
          </w:rPr>
          <w:t>OTEVÍRÁNÍ NABÍDEK</w:t>
        </w:r>
        <w:r w:rsidR="00F45B1E">
          <w:rPr>
            <w:noProof/>
            <w:webHidden/>
          </w:rPr>
          <w:tab/>
        </w:r>
        <w:r w:rsidR="00F45B1E">
          <w:rPr>
            <w:noProof/>
            <w:webHidden/>
          </w:rPr>
          <w:fldChar w:fldCharType="begin"/>
        </w:r>
        <w:r w:rsidR="00F45B1E">
          <w:rPr>
            <w:noProof/>
            <w:webHidden/>
          </w:rPr>
          <w:instrText xml:space="preserve"> PAGEREF _Toc11155443 \h </w:instrText>
        </w:r>
        <w:r w:rsidR="00F45B1E">
          <w:rPr>
            <w:noProof/>
            <w:webHidden/>
          </w:rPr>
        </w:r>
        <w:r w:rsidR="00F45B1E">
          <w:rPr>
            <w:noProof/>
            <w:webHidden/>
          </w:rPr>
          <w:fldChar w:fldCharType="separate"/>
        </w:r>
        <w:r w:rsidR="003455B5">
          <w:rPr>
            <w:noProof/>
            <w:webHidden/>
          </w:rPr>
          <w:t>31</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44" w:history="1">
        <w:r w:rsidR="00F45B1E" w:rsidRPr="00D41B95">
          <w:rPr>
            <w:rStyle w:val="Hypertextovodkaz"/>
          </w:rPr>
          <w:t>16.</w:t>
        </w:r>
        <w:r w:rsidR="00F45B1E">
          <w:rPr>
            <w:rFonts w:eastAsiaTheme="minorEastAsia"/>
            <w:caps w:val="0"/>
            <w:noProof/>
            <w:sz w:val="22"/>
            <w:szCs w:val="22"/>
            <w:lang w:eastAsia="cs-CZ"/>
          </w:rPr>
          <w:tab/>
        </w:r>
        <w:r w:rsidR="00F45B1E" w:rsidRPr="00D41B95">
          <w:rPr>
            <w:rStyle w:val="Hypertextovodkaz"/>
          </w:rPr>
          <w:t>POSOUZENÍ SPLNĚNÍ PODMÍNEK ÚČASTI</w:t>
        </w:r>
        <w:r w:rsidR="00F45B1E">
          <w:rPr>
            <w:noProof/>
            <w:webHidden/>
          </w:rPr>
          <w:tab/>
        </w:r>
        <w:r w:rsidR="00F45B1E">
          <w:rPr>
            <w:noProof/>
            <w:webHidden/>
          </w:rPr>
          <w:fldChar w:fldCharType="begin"/>
        </w:r>
        <w:r w:rsidR="00F45B1E">
          <w:rPr>
            <w:noProof/>
            <w:webHidden/>
          </w:rPr>
          <w:instrText xml:space="preserve"> PAGEREF _Toc11155444 \h </w:instrText>
        </w:r>
        <w:r w:rsidR="00F45B1E">
          <w:rPr>
            <w:noProof/>
            <w:webHidden/>
          </w:rPr>
        </w:r>
        <w:r w:rsidR="00F45B1E">
          <w:rPr>
            <w:noProof/>
            <w:webHidden/>
          </w:rPr>
          <w:fldChar w:fldCharType="separate"/>
        </w:r>
        <w:r w:rsidR="003455B5">
          <w:rPr>
            <w:noProof/>
            <w:webHidden/>
          </w:rPr>
          <w:t>31</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45" w:history="1">
        <w:r w:rsidR="00F45B1E" w:rsidRPr="00D41B95">
          <w:rPr>
            <w:rStyle w:val="Hypertextovodkaz"/>
          </w:rPr>
          <w:t>17.</w:t>
        </w:r>
        <w:r w:rsidR="00F45B1E">
          <w:rPr>
            <w:rFonts w:eastAsiaTheme="minorEastAsia"/>
            <w:caps w:val="0"/>
            <w:noProof/>
            <w:sz w:val="22"/>
            <w:szCs w:val="22"/>
            <w:lang w:eastAsia="cs-CZ"/>
          </w:rPr>
          <w:tab/>
        </w:r>
        <w:r w:rsidR="00F45B1E" w:rsidRPr="00D41B95">
          <w:rPr>
            <w:rStyle w:val="Hypertextovodkaz"/>
          </w:rPr>
          <w:t>HODNOCENÍ NABÍDEK</w:t>
        </w:r>
        <w:r w:rsidR="00F45B1E">
          <w:rPr>
            <w:noProof/>
            <w:webHidden/>
          </w:rPr>
          <w:tab/>
        </w:r>
        <w:r w:rsidR="00F45B1E">
          <w:rPr>
            <w:noProof/>
            <w:webHidden/>
          </w:rPr>
          <w:fldChar w:fldCharType="begin"/>
        </w:r>
        <w:r w:rsidR="00F45B1E">
          <w:rPr>
            <w:noProof/>
            <w:webHidden/>
          </w:rPr>
          <w:instrText xml:space="preserve"> PAGEREF _Toc11155445 \h </w:instrText>
        </w:r>
        <w:r w:rsidR="00F45B1E">
          <w:rPr>
            <w:noProof/>
            <w:webHidden/>
          </w:rPr>
        </w:r>
        <w:r w:rsidR="00F45B1E">
          <w:rPr>
            <w:noProof/>
            <w:webHidden/>
          </w:rPr>
          <w:fldChar w:fldCharType="separate"/>
        </w:r>
        <w:r w:rsidR="003455B5">
          <w:rPr>
            <w:noProof/>
            <w:webHidden/>
          </w:rPr>
          <w:t>31</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46" w:history="1">
        <w:r w:rsidR="00F45B1E" w:rsidRPr="00D41B95">
          <w:rPr>
            <w:rStyle w:val="Hypertextovodkaz"/>
          </w:rPr>
          <w:t>18.</w:t>
        </w:r>
        <w:r w:rsidR="00F45B1E">
          <w:rPr>
            <w:rFonts w:eastAsiaTheme="minorEastAsia"/>
            <w:caps w:val="0"/>
            <w:noProof/>
            <w:sz w:val="22"/>
            <w:szCs w:val="22"/>
            <w:lang w:eastAsia="cs-CZ"/>
          </w:rPr>
          <w:tab/>
        </w:r>
        <w:r w:rsidR="00F45B1E" w:rsidRPr="00D41B95">
          <w:rPr>
            <w:rStyle w:val="Hypertextovodkaz"/>
          </w:rPr>
          <w:t>ZRUŠENÍ ZADÁVACÍHO ŘÍZENÍ</w:t>
        </w:r>
        <w:r w:rsidR="00F45B1E">
          <w:rPr>
            <w:noProof/>
            <w:webHidden/>
          </w:rPr>
          <w:tab/>
        </w:r>
        <w:r w:rsidR="00F45B1E">
          <w:rPr>
            <w:noProof/>
            <w:webHidden/>
          </w:rPr>
          <w:fldChar w:fldCharType="begin"/>
        </w:r>
        <w:r w:rsidR="00F45B1E">
          <w:rPr>
            <w:noProof/>
            <w:webHidden/>
          </w:rPr>
          <w:instrText xml:space="preserve"> PAGEREF _Toc11155446 \h </w:instrText>
        </w:r>
        <w:r w:rsidR="00F45B1E">
          <w:rPr>
            <w:noProof/>
            <w:webHidden/>
          </w:rPr>
        </w:r>
        <w:r w:rsidR="00F45B1E">
          <w:rPr>
            <w:noProof/>
            <w:webHidden/>
          </w:rPr>
          <w:fldChar w:fldCharType="separate"/>
        </w:r>
        <w:r w:rsidR="003455B5">
          <w:rPr>
            <w:noProof/>
            <w:webHidden/>
          </w:rPr>
          <w:t>31</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47" w:history="1">
        <w:r w:rsidR="00F45B1E" w:rsidRPr="00D41B95">
          <w:rPr>
            <w:rStyle w:val="Hypertextovodkaz"/>
          </w:rPr>
          <w:t>19.</w:t>
        </w:r>
        <w:r w:rsidR="00F45B1E">
          <w:rPr>
            <w:rFonts w:eastAsiaTheme="minorEastAsia"/>
            <w:caps w:val="0"/>
            <w:noProof/>
            <w:sz w:val="22"/>
            <w:szCs w:val="22"/>
            <w:lang w:eastAsia="cs-CZ"/>
          </w:rPr>
          <w:tab/>
        </w:r>
        <w:r w:rsidR="00F45B1E" w:rsidRPr="00D41B95">
          <w:rPr>
            <w:rStyle w:val="Hypertextovodkaz"/>
          </w:rPr>
          <w:t>UZAVŘENÍ SMLOUVY</w:t>
        </w:r>
        <w:r w:rsidR="00F45B1E">
          <w:rPr>
            <w:noProof/>
            <w:webHidden/>
          </w:rPr>
          <w:tab/>
        </w:r>
        <w:r w:rsidR="00F45B1E">
          <w:rPr>
            <w:noProof/>
            <w:webHidden/>
          </w:rPr>
          <w:fldChar w:fldCharType="begin"/>
        </w:r>
        <w:r w:rsidR="00F45B1E">
          <w:rPr>
            <w:noProof/>
            <w:webHidden/>
          </w:rPr>
          <w:instrText xml:space="preserve"> PAGEREF _Toc11155447 \h </w:instrText>
        </w:r>
        <w:r w:rsidR="00F45B1E">
          <w:rPr>
            <w:noProof/>
            <w:webHidden/>
          </w:rPr>
        </w:r>
        <w:r w:rsidR="00F45B1E">
          <w:rPr>
            <w:noProof/>
            <w:webHidden/>
          </w:rPr>
          <w:fldChar w:fldCharType="separate"/>
        </w:r>
        <w:r w:rsidR="003455B5">
          <w:rPr>
            <w:noProof/>
            <w:webHidden/>
          </w:rPr>
          <w:t>32</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48" w:history="1">
        <w:r w:rsidR="00F45B1E" w:rsidRPr="00D41B95">
          <w:rPr>
            <w:rStyle w:val="Hypertextovodkaz"/>
          </w:rPr>
          <w:t>20.</w:t>
        </w:r>
        <w:r w:rsidR="00F45B1E">
          <w:rPr>
            <w:rFonts w:eastAsiaTheme="minorEastAsia"/>
            <w:caps w:val="0"/>
            <w:noProof/>
            <w:sz w:val="22"/>
            <w:szCs w:val="22"/>
            <w:lang w:eastAsia="cs-CZ"/>
          </w:rPr>
          <w:tab/>
        </w:r>
        <w:r w:rsidR="00F45B1E" w:rsidRPr="00D41B95">
          <w:rPr>
            <w:rStyle w:val="Hypertextovodkaz"/>
          </w:rPr>
          <w:t>OCHRANA INFORMACÍ</w:t>
        </w:r>
        <w:r w:rsidR="00F45B1E">
          <w:rPr>
            <w:noProof/>
            <w:webHidden/>
          </w:rPr>
          <w:tab/>
        </w:r>
        <w:r w:rsidR="00F45B1E">
          <w:rPr>
            <w:noProof/>
            <w:webHidden/>
          </w:rPr>
          <w:fldChar w:fldCharType="begin"/>
        </w:r>
        <w:r w:rsidR="00F45B1E">
          <w:rPr>
            <w:noProof/>
            <w:webHidden/>
          </w:rPr>
          <w:instrText xml:space="preserve"> PAGEREF _Toc11155448 \h </w:instrText>
        </w:r>
        <w:r w:rsidR="00F45B1E">
          <w:rPr>
            <w:noProof/>
            <w:webHidden/>
          </w:rPr>
        </w:r>
        <w:r w:rsidR="00F45B1E">
          <w:rPr>
            <w:noProof/>
            <w:webHidden/>
          </w:rPr>
          <w:fldChar w:fldCharType="separate"/>
        </w:r>
        <w:r w:rsidR="003455B5">
          <w:rPr>
            <w:noProof/>
            <w:webHidden/>
          </w:rPr>
          <w:t>35</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49" w:history="1">
        <w:r w:rsidR="00F45B1E" w:rsidRPr="00D41B95">
          <w:rPr>
            <w:rStyle w:val="Hypertextovodkaz"/>
          </w:rPr>
          <w:t>21.</w:t>
        </w:r>
        <w:r w:rsidR="00F45B1E">
          <w:rPr>
            <w:rFonts w:eastAsiaTheme="minorEastAsia"/>
            <w:caps w:val="0"/>
            <w:noProof/>
            <w:sz w:val="22"/>
            <w:szCs w:val="22"/>
            <w:lang w:eastAsia="cs-CZ"/>
          </w:rPr>
          <w:tab/>
        </w:r>
        <w:r w:rsidR="00F45B1E" w:rsidRPr="00D41B95">
          <w:rPr>
            <w:rStyle w:val="Hypertextovodkaz"/>
          </w:rPr>
          <w:t>ZADÁVACÍ LHŮTA A JISTOTA ZA NABÍDKU</w:t>
        </w:r>
        <w:r w:rsidR="00F45B1E">
          <w:rPr>
            <w:noProof/>
            <w:webHidden/>
          </w:rPr>
          <w:tab/>
        </w:r>
        <w:r w:rsidR="00F45B1E">
          <w:rPr>
            <w:noProof/>
            <w:webHidden/>
          </w:rPr>
          <w:fldChar w:fldCharType="begin"/>
        </w:r>
        <w:r w:rsidR="00F45B1E">
          <w:rPr>
            <w:noProof/>
            <w:webHidden/>
          </w:rPr>
          <w:instrText xml:space="preserve"> PAGEREF _Toc11155449 \h </w:instrText>
        </w:r>
        <w:r w:rsidR="00F45B1E">
          <w:rPr>
            <w:noProof/>
            <w:webHidden/>
          </w:rPr>
        </w:r>
        <w:r w:rsidR="00F45B1E">
          <w:rPr>
            <w:noProof/>
            <w:webHidden/>
          </w:rPr>
          <w:fldChar w:fldCharType="separate"/>
        </w:r>
        <w:r w:rsidR="003455B5">
          <w:rPr>
            <w:noProof/>
            <w:webHidden/>
          </w:rPr>
          <w:t>35</w:t>
        </w:r>
        <w:r w:rsidR="00F45B1E">
          <w:rPr>
            <w:noProof/>
            <w:webHidden/>
          </w:rPr>
          <w:fldChar w:fldCharType="end"/>
        </w:r>
      </w:hyperlink>
    </w:p>
    <w:p w:rsidR="00F45B1E" w:rsidRDefault="00B71B67">
      <w:pPr>
        <w:pStyle w:val="Obsah1"/>
        <w:rPr>
          <w:rFonts w:eastAsiaTheme="minorEastAsia"/>
          <w:caps w:val="0"/>
          <w:noProof/>
          <w:sz w:val="22"/>
          <w:szCs w:val="22"/>
          <w:lang w:eastAsia="cs-CZ"/>
        </w:rPr>
      </w:pPr>
      <w:hyperlink w:anchor="_Toc11155450" w:history="1">
        <w:r w:rsidR="00F45B1E" w:rsidRPr="00D41B95">
          <w:rPr>
            <w:rStyle w:val="Hypertextovodkaz"/>
          </w:rPr>
          <w:t>22.</w:t>
        </w:r>
        <w:r w:rsidR="00F45B1E">
          <w:rPr>
            <w:rFonts w:eastAsiaTheme="minorEastAsia"/>
            <w:caps w:val="0"/>
            <w:noProof/>
            <w:sz w:val="22"/>
            <w:szCs w:val="22"/>
            <w:lang w:eastAsia="cs-CZ"/>
          </w:rPr>
          <w:tab/>
        </w:r>
        <w:r w:rsidR="00F45B1E" w:rsidRPr="00D41B95">
          <w:rPr>
            <w:rStyle w:val="Hypertextovodkaz"/>
          </w:rPr>
          <w:t>PŘÍLOHY TĚCHTO POKYNŮ</w:t>
        </w:r>
        <w:r w:rsidR="00F45B1E">
          <w:rPr>
            <w:noProof/>
            <w:webHidden/>
          </w:rPr>
          <w:tab/>
        </w:r>
        <w:r w:rsidR="00F45B1E">
          <w:rPr>
            <w:noProof/>
            <w:webHidden/>
          </w:rPr>
          <w:fldChar w:fldCharType="begin"/>
        </w:r>
        <w:r w:rsidR="00F45B1E">
          <w:rPr>
            <w:noProof/>
            <w:webHidden/>
          </w:rPr>
          <w:instrText xml:space="preserve"> PAGEREF _Toc11155450 \h </w:instrText>
        </w:r>
        <w:r w:rsidR="00F45B1E">
          <w:rPr>
            <w:noProof/>
            <w:webHidden/>
          </w:rPr>
        </w:r>
        <w:r w:rsidR="00F45B1E">
          <w:rPr>
            <w:noProof/>
            <w:webHidden/>
          </w:rPr>
          <w:fldChar w:fldCharType="separate"/>
        </w:r>
        <w:r w:rsidR="003455B5">
          <w:rPr>
            <w:noProof/>
            <w:webHidden/>
          </w:rPr>
          <w:t>36</w:t>
        </w:r>
        <w:r w:rsidR="00F45B1E">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11155429"/>
      <w:bookmarkStart w:id="1" w:name="_Toc389559699"/>
      <w:bookmarkStart w:id="2" w:name="_Toc397429847"/>
      <w:bookmarkStart w:id="3" w:name="_Ref433028040"/>
      <w:bookmarkStart w:id="4" w:name="_Toc1048197"/>
      <w:r>
        <w:lastRenderedPageBreak/>
        <w:t>ÚVODNÍ USTANOVENÍ</w:t>
      </w:r>
      <w:bookmarkEnd w:id="0"/>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5" w:name="_Toc11155430"/>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11155431"/>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49112E" w:rsidRDefault="0035531B" w:rsidP="0049112E">
      <w:pPr>
        <w:pStyle w:val="Text1-1"/>
      </w:pPr>
      <w:r>
        <w:t xml:space="preserve">Kontaktní osobou zadavatele pro zadávací řízení je: </w:t>
      </w:r>
      <w:r w:rsidR="0049112E">
        <w:t>Ing. Jana Šedová</w:t>
      </w:r>
    </w:p>
    <w:p w:rsidR="0049112E" w:rsidRDefault="0049112E" w:rsidP="0049112E">
      <w:pPr>
        <w:pStyle w:val="Textbezslovn"/>
        <w:spacing w:after="0"/>
      </w:pPr>
      <w:r>
        <w:t xml:space="preserve">telefon: </w:t>
      </w:r>
      <w:r>
        <w:tab/>
        <w:t>+420 972 244 773</w:t>
      </w:r>
    </w:p>
    <w:p w:rsidR="0049112E" w:rsidRDefault="0049112E" w:rsidP="0049112E">
      <w:pPr>
        <w:pStyle w:val="Textbezslovn"/>
        <w:spacing w:after="0"/>
      </w:pPr>
      <w:r>
        <w:t xml:space="preserve">e-mail: </w:t>
      </w:r>
      <w:r>
        <w:tab/>
        <w:t>sedova@szdc.cz</w:t>
      </w:r>
    </w:p>
    <w:p w:rsidR="0049112E" w:rsidRDefault="0049112E" w:rsidP="0049112E">
      <w:pPr>
        <w:pStyle w:val="Zkladntext"/>
        <w:spacing w:after="0" w:line="240" w:lineRule="auto"/>
        <w:ind w:left="709"/>
        <w:jc w:val="both"/>
        <w:rPr>
          <w:rFonts w:ascii="Verdana" w:hAnsi="Verdana"/>
        </w:rPr>
      </w:pPr>
      <w:r>
        <w:t xml:space="preserve">adresa: </w:t>
      </w:r>
      <w:r>
        <w:tab/>
      </w:r>
      <w:r w:rsidRPr="009B6F3E">
        <w:rPr>
          <w:rFonts w:ascii="Verdana" w:hAnsi="Verdana"/>
        </w:rPr>
        <w:t>Správa železniční dopravní cesty, státní organizace</w:t>
      </w:r>
    </w:p>
    <w:p w:rsidR="0049112E" w:rsidRPr="00233EB0" w:rsidRDefault="0049112E" w:rsidP="0049112E">
      <w:pPr>
        <w:pStyle w:val="Zkladntext"/>
        <w:spacing w:after="0" w:line="240" w:lineRule="auto"/>
        <w:ind w:left="1418"/>
        <w:jc w:val="both"/>
        <w:rPr>
          <w:rFonts w:ascii="Verdana" w:hAnsi="Verdana"/>
        </w:rPr>
      </w:pPr>
      <w:r>
        <w:rPr>
          <w:rFonts w:ascii="Verdana" w:hAnsi="Verdana"/>
        </w:rPr>
        <w:tab/>
      </w:r>
      <w:r w:rsidRPr="00233EB0">
        <w:rPr>
          <w:rFonts w:ascii="Verdana" w:hAnsi="Verdana"/>
        </w:rPr>
        <w:t>Stavební správa západ</w:t>
      </w:r>
    </w:p>
    <w:p w:rsidR="0049112E" w:rsidRPr="00233EB0" w:rsidRDefault="0049112E" w:rsidP="0049112E">
      <w:pPr>
        <w:pStyle w:val="Zkladntext"/>
        <w:spacing w:after="0" w:line="240" w:lineRule="auto"/>
        <w:ind w:left="1418"/>
        <w:jc w:val="both"/>
        <w:rPr>
          <w:rFonts w:ascii="Verdana" w:hAnsi="Verdana"/>
        </w:rPr>
      </w:pPr>
      <w:r w:rsidRPr="00233EB0">
        <w:rPr>
          <w:rFonts w:ascii="Verdana" w:hAnsi="Verdana"/>
        </w:rPr>
        <w:tab/>
        <w:t>Sokolovská 1955/278</w:t>
      </w:r>
    </w:p>
    <w:p w:rsidR="0035531B" w:rsidRDefault="0049112E" w:rsidP="0049112E">
      <w:pPr>
        <w:pStyle w:val="Text1-1"/>
        <w:numPr>
          <w:ilvl w:val="0"/>
          <w:numId w:val="0"/>
        </w:numPr>
        <w:ind w:left="737"/>
      </w:pPr>
      <w:r w:rsidRPr="00233EB0">
        <w:rPr>
          <w:rFonts w:ascii="Verdana" w:hAnsi="Verdana"/>
        </w:rPr>
        <w:tab/>
      </w:r>
      <w:r>
        <w:rPr>
          <w:rFonts w:ascii="Verdana" w:hAnsi="Verdana"/>
        </w:rPr>
        <w:tab/>
      </w:r>
      <w:r w:rsidRPr="00233EB0">
        <w:rPr>
          <w:rFonts w:ascii="Verdana" w:hAnsi="Verdana"/>
        </w:rPr>
        <w:t>190 00 Praha 9</w:t>
      </w:r>
    </w:p>
    <w:p w:rsidR="0035531B" w:rsidRDefault="0035531B" w:rsidP="0035531B">
      <w:pPr>
        <w:pStyle w:val="Nadpis1-1"/>
      </w:pPr>
      <w:bookmarkStart w:id="7" w:name="_Toc11155432"/>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6D02BA" w:rsidP="0035531B">
      <w:pPr>
        <w:pStyle w:val="Textbezslovn"/>
      </w:pPr>
      <w:r>
        <w:t>Účelem</w:t>
      </w:r>
      <w:r w:rsidR="00137100">
        <w:t xml:space="preserve"> stavby</w:t>
      </w:r>
      <w:r>
        <w:t xml:space="preserve"> „Rekonstrukce žst. Bohosudov“ je zvýšení kapacity dráhy, zvýšení rychlosti a tím zkrácení přepravní doby, dosažení traťové třídy zatížení D4 a prostorové průchodnosti UIC GC, zvýšení bezpečnosti cestujících peronizací v ŽST Bohosudov a v zastávce Proboštov a zajištění přístupu k vlakům pro osoby se sníženou schopnosti pohybu a orientace. </w:t>
      </w:r>
      <w:r w:rsidR="00137100">
        <w:t xml:space="preserve"> </w:t>
      </w:r>
    </w:p>
    <w:p w:rsidR="0035531B" w:rsidRDefault="0035531B" w:rsidP="0035531B">
      <w:pPr>
        <w:pStyle w:val="Text1-1"/>
      </w:pPr>
      <w:r>
        <w:t>Předmět plnění veřejné zakázky</w:t>
      </w:r>
    </w:p>
    <w:p w:rsidR="0035531B" w:rsidRDefault="006D02BA" w:rsidP="0035531B">
      <w:pPr>
        <w:pStyle w:val="Textbezslovn"/>
      </w:pPr>
      <w:r>
        <w:t>Předmětem díla je zhotovení stavby „Rekonstrukce žst. Bohosudov“ včetně dopracování dokumentace zhotovitele – souhrnného řešení pro provozní soubory a stavební objekty a vypracování dokumentace skutečného provedení stavby.</w:t>
      </w:r>
      <w:r w:rsidR="00794F26">
        <w:t xml:space="preserve"> Stavba řeší rekonstrukci ŽST Bohosudov a přilehlé mezistaniční úseky Chabařovice (mimo) – Bohosudov (mimo) a Bohosudov (mimo) – Teplice (mimo).</w:t>
      </w:r>
    </w:p>
    <w:p w:rsidR="0035531B" w:rsidRPr="005F037F" w:rsidRDefault="0035531B" w:rsidP="006F6B09">
      <w:pPr>
        <w:pStyle w:val="Textbezslovn"/>
      </w:pPr>
      <w:r w:rsidRPr="005F037F">
        <w:t>Součástí předmětu plnění veřejné zakázky jsou i činnosti, které budou prováděny</w:t>
      </w:r>
      <w:r w:rsidR="00092CC9" w:rsidRPr="005F037F">
        <w:t xml:space="preserve"> v </w:t>
      </w:r>
      <w:r w:rsidRPr="005F037F">
        <w:t>souvislosti</w:t>
      </w:r>
      <w:r w:rsidR="00845C50" w:rsidRPr="005F037F">
        <w:t xml:space="preserve"> s </w:t>
      </w:r>
      <w:r w:rsidRPr="005F037F">
        <w:t>Pravidly pro publicitu spolufinancovaných projektů EU</w:t>
      </w:r>
      <w:r w:rsidR="00092CC9" w:rsidRPr="005F037F">
        <w:t xml:space="preserve"> v </w:t>
      </w:r>
      <w:r w:rsidRPr="005F037F">
        <w:t>rámci OPD. Ocenění těchto činností publicity stavby bude zahrnuto do nabídkové ceny, náklady budou uvedeny</w:t>
      </w:r>
      <w:r w:rsidR="00092CC9" w:rsidRPr="005F037F">
        <w:t xml:space="preserve"> v </w:t>
      </w:r>
      <w:r w:rsidRPr="005F037F">
        <w:t>Soupisu prací (SO 9898 Všeobecný objekt).  Zajištění publicity stavby si zadavatel vyhrazuje jako změnu závazku ze smlouvy</w:t>
      </w:r>
      <w:r w:rsidR="00092CC9" w:rsidRPr="005F037F">
        <w:t xml:space="preserve"> v </w:t>
      </w:r>
      <w:r w:rsidRPr="005F037F">
        <w:t>souladu</w:t>
      </w:r>
      <w:r w:rsidR="00845C50" w:rsidRPr="005F037F">
        <w:t xml:space="preserve"> s </w:t>
      </w:r>
      <w:r w:rsidRPr="005F037F">
        <w:t>ustanovením § 100 odst. 1 ZZVZ. Zhotoviteli bude uhrazen jen skutečně provedený rozsah tohoto plnění.</w:t>
      </w:r>
      <w:r w:rsidR="00092CC9" w:rsidRPr="005F037F">
        <w:t xml:space="preserve"> </w:t>
      </w:r>
      <w:r w:rsidR="007038DC" w:rsidRPr="005F037F">
        <w:t>V</w:t>
      </w:r>
      <w:r w:rsidR="00092CC9" w:rsidRPr="005F037F">
        <w:t> </w:t>
      </w:r>
      <w:r w:rsidRPr="005F037F">
        <w:t>případě, že tato veřejná zakázka nebude spolufinancovaná</w:t>
      </w:r>
      <w:r w:rsidR="0060115D" w:rsidRPr="005F037F">
        <w:t xml:space="preserve"> z </w:t>
      </w:r>
      <w:r w:rsidRPr="005F037F">
        <w:t>prostředků Evropské unie – Fondu soudržnosti</w:t>
      </w:r>
      <w:r w:rsidR="00092CC9" w:rsidRPr="005F037F">
        <w:t xml:space="preserve"> v </w:t>
      </w:r>
      <w:r w:rsidRPr="005F037F">
        <w:t>rámci Operačního programu Doprava, tj. nebude podepsána Rámcová smlouva</w:t>
      </w:r>
      <w:r w:rsidR="00092CC9" w:rsidRPr="005F037F">
        <w:t xml:space="preserve"> o </w:t>
      </w:r>
      <w:r w:rsidRPr="005F037F">
        <w:t>financování projektu</w:t>
      </w:r>
      <w:r w:rsidR="00092CC9" w:rsidRPr="005F037F">
        <w:t xml:space="preserve"> v </w:t>
      </w:r>
      <w:r w:rsidRPr="005F037F">
        <w:t>rámci OPD</w:t>
      </w:r>
      <w:r w:rsidR="0060115D" w:rsidRPr="005F037F">
        <w:t xml:space="preserve"> z </w:t>
      </w:r>
      <w:r w:rsidRPr="005F037F">
        <w:t>rozpočtu SFDI, zajištění publicity stavby nebude zhotovitelem provedeno. Rozsah plnění, který nebude realizován, se nezapočítává do limitů pro změny podle § 222 odst. 4 až 6</w:t>
      </w:r>
      <w:r w:rsidR="00845C50" w:rsidRPr="005F037F">
        <w:t xml:space="preserve"> a </w:t>
      </w:r>
      <w:r w:rsidRPr="005F037F">
        <w:t>9 ZZVZ.</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 Výstavba meziměstských železničních drah</w:t>
      </w:r>
    </w:p>
    <w:p w:rsidR="00107864" w:rsidRDefault="00107864" w:rsidP="006F6B09">
      <w:pPr>
        <w:pStyle w:val="Textbezslovn"/>
        <w:spacing w:after="0"/>
      </w:pPr>
      <w:r>
        <w:rPr>
          <w:rFonts w:cs="Calibri"/>
        </w:rPr>
        <w:t xml:space="preserve">CPV kód  </w:t>
      </w:r>
      <w:r w:rsidRPr="000F34B8">
        <w:rPr>
          <w:rFonts w:cs="Calibri"/>
        </w:rPr>
        <w:t xml:space="preserve">45234116-2 </w:t>
      </w:r>
      <w:r>
        <w:t>–</w:t>
      </w:r>
      <w:r w:rsidRPr="000F34B8">
        <w:rPr>
          <w:rFonts w:cs="Calibri"/>
        </w:rPr>
        <w:t xml:space="preserve"> Práce na výstavbě drah</w:t>
      </w:r>
    </w:p>
    <w:p w:rsidR="0035531B" w:rsidRPr="00107864" w:rsidRDefault="0035531B" w:rsidP="006F6B09">
      <w:pPr>
        <w:pStyle w:val="Textbezslovn"/>
        <w:spacing w:after="0"/>
      </w:pPr>
      <w:r w:rsidRPr="00107864">
        <w:t>CPV kód  45234115-5 – Železniční signalizace</w:t>
      </w:r>
    </w:p>
    <w:p w:rsidR="0035531B" w:rsidRDefault="0035531B" w:rsidP="006F6B09">
      <w:pPr>
        <w:pStyle w:val="Textbezslovn"/>
      </w:pPr>
      <w:r w:rsidRPr="00107864">
        <w:lastRenderedPageBreak/>
        <w:t>CPV kód  71322000-1 – Technické projekty pro provádění stavebně inženýrských prací</w:t>
      </w: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8" w:name="_Toc11155433"/>
      <w:r>
        <w:t>ZDROJE FINANCOVÁNÍ</w:t>
      </w:r>
      <w:r w:rsidR="00845C50">
        <w:t xml:space="preserve"> a </w:t>
      </w:r>
      <w:r>
        <w:t>PŘEDPOKLÁDANÁ HODNOTA VEŘEJNÉ ZAKÁZKY</w:t>
      </w:r>
      <w:bookmarkEnd w:id="8"/>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 xml:space="preserve">Předpokládaná hodnota veřejné zakázky činí </w:t>
      </w:r>
      <w:r w:rsidR="005F037F" w:rsidRPr="005F037F">
        <w:rPr>
          <w:b/>
        </w:rPr>
        <w:t>1 177 858 536,-</w:t>
      </w:r>
      <w:r w:rsidRPr="005F037F">
        <w:rPr>
          <w:b/>
        </w:rPr>
        <w:t xml:space="preserve"> </w:t>
      </w:r>
      <w:r w:rsidRPr="00B91757">
        <w:rPr>
          <w:b/>
        </w:rPr>
        <w:t xml:space="preserve">Kč </w:t>
      </w:r>
      <w:r>
        <w:t>(bez DPH).</w:t>
      </w:r>
    </w:p>
    <w:p w:rsidR="0035531B" w:rsidRDefault="0035531B" w:rsidP="006F6B09">
      <w:pPr>
        <w:pStyle w:val="Textbezslovn"/>
      </w:pPr>
      <w:r>
        <w:t xml:space="preserve">Uvedená částka zahrnuje i hodnotu nových stavebních prací ve výši </w:t>
      </w:r>
      <w:r w:rsidR="005F037F" w:rsidRPr="005F037F">
        <w:rPr>
          <w:b/>
        </w:rPr>
        <w:t>1 362 848,-</w:t>
      </w:r>
      <w:r w:rsidRPr="005F037F">
        <w:rPr>
          <w:b/>
        </w:rPr>
        <w:t xml:space="preserve"> Kč</w:t>
      </w:r>
      <w:r>
        <w:t xml:space="preserve"> (bez DPH), jejichž poskytnutí si zadavatel vyhrazuje</w:t>
      </w:r>
      <w:r w:rsidR="00092CC9">
        <w:t xml:space="preserve"> v </w:t>
      </w:r>
      <w:r>
        <w:t xml:space="preserve">čl. 14.3 těchto Pokynů. </w:t>
      </w:r>
    </w:p>
    <w:p w:rsidR="0035531B" w:rsidRPr="00845C50" w:rsidRDefault="0035531B" w:rsidP="00845C50">
      <w:pPr>
        <w:pStyle w:val="Textbezslovn"/>
        <w:rPr>
          <w:rStyle w:val="Tun9b"/>
        </w:rPr>
      </w:pPr>
      <w:r w:rsidRPr="00880E69">
        <w:rPr>
          <w:rStyle w:val="Tun9b"/>
        </w:rPr>
        <w:t>Předpokládaná hodnota plnění vybraného dodavatele po odečtení hodnoty vyhrazených změn závazků ze smlouvy (tzn. vyhrazených „víceprací“)</w:t>
      </w:r>
      <w:r w:rsidR="008E5704">
        <w:rPr>
          <w:rStyle w:val="Tun9b"/>
        </w:rPr>
        <w:t xml:space="preserve"> a</w:t>
      </w:r>
      <w:r w:rsidRPr="00880E69">
        <w:rPr>
          <w:rStyle w:val="Tun9b"/>
        </w:rPr>
        <w:t xml:space="preserve"> hodnoty nových stavebních prací</w:t>
      </w:r>
      <w:r w:rsidR="00D81629">
        <w:rPr>
          <w:rStyle w:val="Tun9b"/>
        </w:rPr>
        <w:t xml:space="preserve"> </w:t>
      </w:r>
      <w:r w:rsidRPr="00880E69">
        <w:rPr>
          <w:rStyle w:val="Tun9b"/>
        </w:rPr>
        <w:t>vyhrazených</w:t>
      </w:r>
      <w:r w:rsidR="00092CC9" w:rsidRPr="00880E69">
        <w:rPr>
          <w:rStyle w:val="Tun9b"/>
        </w:rPr>
        <w:t xml:space="preserve"> v </w:t>
      </w:r>
      <w:r w:rsidRPr="00880E69">
        <w:rPr>
          <w:rStyle w:val="Tun9b"/>
        </w:rPr>
        <w:t>čl. 14.3 těchto Pokynů</w:t>
      </w:r>
      <w:r w:rsidR="00845C50" w:rsidRPr="00880E69">
        <w:rPr>
          <w:rStyle w:val="Tun9b"/>
        </w:rPr>
        <w:t xml:space="preserve"> </w:t>
      </w:r>
      <w:r w:rsidRPr="00845C50">
        <w:rPr>
          <w:rStyle w:val="Tun9b"/>
        </w:rPr>
        <w:t xml:space="preserve">činí </w:t>
      </w:r>
      <w:r w:rsidR="00D81629" w:rsidRPr="00D81629">
        <w:rPr>
          <w:rStyle w:val="Tun9b"/>
        </w:rPr>
        <w:t>1</w:t>
      </w:r>
      <w:r w:rsidR="008E5704">
        <w:rPr>
          <w:rStyle w:val="Tun9b"/>
        </w:rPr>
        <w:t> </w:t>
      </w:r>
      <w:r w:rsidR="00D81629" w:rsidRPr="00D81629">
        <w:rPr>
          <w:rStyle w:val="Tun9b"/>
        </w:rPr>
        <w:t xml:space="preserve">133 994 969,- </w:t>
      </w:r>
      <w:r w:rsidRPr="00845C50">
        <w:rPr>
          <w:rStyle w:val="Tun9b"/>
        </w:rPr>
        <w:t xml:space="preserve">Kč (bez DPH). </w:t>
      </w:r>
      <w:r w:rsidRPr="000174E8">
        <w:rPr>
          <w:rStyle w:val="Tun9b"/>
        </w:rPr>
        <w:t>Činnost publicity stavby je</w:t>
      </w:r>
      <w:r w:rsidR="00092CC9" w:rsidRPr="000174E8">
        <w:rPr>
          <w:rStyle w:val="Tun9b"/>
        </w:rPr>
        <w:t xml:space="preserve"> v </w:t>
      </w:r>
      <w:r w:rsidRPr="000174E8">
        <w:rPr>
          <w:rStyle w:val="Tun9b"/>
        </w:rPr>
        <w:t>této předpokládané hodnotě plnění vybraného dodavatele zahrnuta.</w:t>
      </w:r>
    </w:p>
    <w:p w:rsidR="0035531B" w:rsidRDefault="0035531B" w:rsidP="006F6B09">
      <w:pPr>
        <w:pStyle w:val="Nadpis1-1"/>
      </w:pPr>
      <w:bookmarkStart w:id="9" w:name="_Toc11155434"/>
      <w:r>
        <w:t>OBSAH ZADÁVACÍ DOKUMENTACE</w:t>
      </w:r>
      <w:bookmarkEnd w:id="9"/>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880E69">
      <w:pPr>
        <w:pStyle w:val="Textbezslovn"/>
        <w:tabs>
          <w:tab w:val="left" w:pos="1701"/>
        </w:tabs>
        <w:ind w:left="1701" w:hanging="964"/>
      </w:pPr>
      <w:r>
        <w:t>Část 8</w:t>
      </w:r>
      <w:r>
        <w:tab/>
        <w:t>Zvláštní technické podmínky</w:t>
      </w: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35531B" w:rsidP="00845C50">
      <w:pPr>
        <w:pStyle w:val="Textbezslovn"/>
        <w:tabs>
          <w:tab w:val="left" w:pos="1701"/>
        </w:tabs>
        <w:spacing w:after="0"/>
        <w:ind w:left="1701" w:hanging="964"/>
      </w:pPr>
      <w:r>
        <w:t>Část 2</w:t>
      </w:r>
      <w:r>
        <w:tab/>
        <w:t xml:space="preserve">Rekapitulace ceny dle </w:t>
      </w:r>
      <w:r w:rsidR="00250254">
        <w:t>SO a PS</w:t>
      </w:r>
    </w:p>
    <w:p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B71B67" w:rsidP="00845C50">
      <w:pPr>
        <w:pStyle w:val="Textbezslovn"/>
        <w:rPr>
          <w:highlight w:val="green"/>
        </w:rPr>
      </w:pPr>
      <w:hyperlink r:id="rId13"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931962">
          <w:rPr>
            <w:rStyle w:val="Hypertextovodkaz"/>
          </w:rPr>
          <w:t>https://www.szdc.cz/</w:t>
        </w:r>
      </w:hyperlink>
      <w:r w:rsidR="00931962">
        <w:t xml:space="preserve"> (v sekci „O nás“ –&gt; „Vnitřní předpisy“ odkaz „Dokumenty a předpisy“).</w:t>
      </w:r>
    </w:p>
    <w:p w:rsidR="0035531B" w:rsidRDefault="0035531B" w:rsidP="005A3D2F">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rsidR="000F4472" w:rsidRDefault="000F4472" w:rsidP="00845C50">
      <w:pPr>
        <w:pStyle w:val="Odrka1-1"/>
      </w:pPr>
      <w:r>
        <w:t>P</w:t>
      </w:r>
      <w:r w:rsidRPr="006F028D">
        <w:t xml:space="preserve">rojektová dokumentace </w:t>
      </w:r>
      <w:r>
        <w:t xml:space="preserve">stavby </w:t>
      </w:r>
      <w:r w:rsidRPr="006F028D">
        <w:t>„</w:t>
      </w:r>
      <w:r>
        <w:t xml:space="preserve">Rekonstrukce žst. Bohosudov“, zpracovatel „SEU + SP + H_PROG_Žst. Bohosudov_P“, správce a společník 1 </w:t>
      </w:r>
      <w:r w:rsidRPr="006F028D">
        <w:t>SUDOP EU</w:t>
      </w:r>
      <w:r>
        <w:t xml:space="preserve"> a.s., Olšanská 2643/1a, 130 00 Praha 3,</w:t>
      </w:r>
      <w:r w:rsidR="005D2FFF">
        <w:t xml:space="preserve"> IČO: 05165024,</w:t>
      </w:r>
      <w:r>
        <w:t xml:space="preserve"> společník 2 SUDOP PRAHA a.s., Olšanská 2643/1a, 130 </w:t>
      </w:r>
      <w:r w:rsidR="005D2FFF">
        <w:t>0</w:t>
      </w:r>
      <w:r>
        <w:t>0 Praha 3</w:t>
      </w:r>
      <w:r w:rsidR="005D2FFF">
        <w:t>, IČO: 25793349</w:t>
      </w:r>
      <w:r>
        <w:t xml:space="preserve"> a společník 3 H-PRO GEO s.r.o., Nerudova 1026/16, 412 01 Litoměřice </w:t>
      </w:r>
      <w:r w:rsidR="005D2FFF">
        <w:t>–</w:t>
      </w:r>
      <w:r>
        <w:t xml:space="preserve"> Předměstí</w:t>
      </w:r>
      <w:r w:rsidR="005D2FFF">
        <w:t>, IČO: 06160778</w:t>
      </w:r>
      <w:r>
        <w:t>;</w:t>
      </w:r>
      <w:r w:rsidRPr="006F028D">
        <w:t xml:space="preserve"> datum</w:t>
      </w:r>
      <w:r>
        <w:t xml:space="preserve"> </w:t>
      </w:r>
      <w:r w:rsidR="005D2FFF">
        <w:t>11/2018</w:t>
      </w:r>
      <w:r>
        <w:t>.</w:t>
      </w:r>
    </w:p>
    <w:p w:rsidR="0035531B" w:rsidRDefault="0035531B" w:rsidP="0035531B">
      <w:pPr>
        <w:pStyle w:val="Text1-1"/>
      </w:pPr>
      <w:r>
        <w:t>Pro vyloučení pochybností zadavatel uvádí, že ohledně této veřejné zakázky nevedl předběžné tržní konzultace.</w:t>
      </w:r>
    </w:p>
    <w:p w:rsidR="0035531B" w:rsidRDefault="0035531B" w:rsidP="00845C50">
      <w:pPr>
        <w:pStyle w:val="Textbezslovn"/>
      </w:pPr>
    </w:p>
    <w:p w:rsidR="0035531B" w:rsidRDefault="0035531B" w:rsidP="00CC4380">
      <w:pPr>
        <w:pStyle w:val="Nadpis1-1"/>
      </w:pPr>
      <w:bookmarkStart w:id="10" w:name="_Toc11155435"/>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11155436"/>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Default="0035531B" w:rsidP="00CC4380">
      <w:pPr>
        <w:pStyle w:val="Odrka1-2-"/>
      </w:pPr>
      <w:r>
        <w:t xml:space="preserve">Projektovou činnost ve výstavbě, </w:t>
      </w:r>
    </w:p>
    <w:p w:rsidR="0035531B" w:rsidRDefault="0035531B" w:rsidP="00CC4380">
      <w:pPr>
        <w:pStyle w:val="Odrka1-2-"/>
      </w:pPr>
      <w:r>
        <w:t>Podnikání</w:t>
      </w:r>
      <w:r w:rsidR="00092CC9">
        <w:t xml:space="preserve"> v </w:t>
      </w:r>
      <w:r>
        <w:t>oblasti nakládání</w:t>
      </w:r>
      <w:r w:rsidR="00845C50">
        <w:t xml:space="preserve"> s </w:t>
      </w:r>
      <w:r>
        <w:t>nebezpečnými odpady.</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4161D4">
        <w:t xml:space="preserve">. </w:t>
      </w:r>
      <w:r w:rsidR="005B5E5F" w:rsidRPr="004161D4">
        <w:rPr>
          <w:b/>
        </w:rPr>
        <w:t>a),</w:t>
      </w:r>
      <w:r w:rsidR="005B5E5F" w:rsidRPr="004161D4">
        <w:t xml:space="preserve"> </w:t>
      </w:r>
      <w:r w:rsidRPr="004161D4">
        <w:rPr>
          <w:rStyle w:val="Tun9b"/>
        </w:rPr>
        <w:t>b), d</w:t>
      </w:r>
      <w:r w:rsidRPr="009C0879">
        <w:rPr>
          <w:rStyle w:val="Tun9b"/>
        </w:rPr>
        <w:t>), e)</w:t>
      </w:r>
      <w:r w:rsidR="009C0879" w:rsidRPr="009C0879">
        <w:rPr>
          <w:b/>
        </w:rPr>
        <w:t>,</w:t>
      </w:r>
      <w:r w:rsidR="009C0879" w:rsidRPr="009C0879">
        <w:t xml:space="preserve"> </w:t>
      </w:r>
      <w:r w:rsidR="009C0879" w:rsidRPr="009C0879">
        <w:rPr>
          <w:b/>
        </w:rPr>
        <w:t xml:space="preserve">f) g) i) </w:t>
      </w:r>
      <w:r w:rsidR="009C0879" w:rsidRPr="0057414C">
        <w:t>a</w:t>
      </w:r>
      <w:r w:rsidR="009C0879" w:rsidRPr="009C0879">
        <w:rPr>
          <w:b/>
        </w:rPr>
        <w:t xml:space="preserve"> j)</w:t>
      </w:r>
      <w:r w:rsidR="009C0879">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5E1337">
        <w:rPr>
          <w:rStyle w:val="Tun9b"/>
        </w:rPr>
        <w:t>a)</w:t>
      </w:r>
      <w:r w:rsidR="00845C50" w:rsidRPr="005E1337">
        <w:rPr>
          <w:rStyle w:val="Tun9b"/>
        </w:rPr>
        <w:t xml:space="preserve"> a </w:t>
      </w:r>
      <w:r w:rsidRPr="005E1337">
        <w:rPr>
          <w:rStyle w:val="Tun9b"/>
        </w:rPr>
        <w:t>c)</w:t>
      </w:r>
      <w:r w:rsidRPr="005E1337">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5B5E5F" w:rsidRPr="004161D4" w:rsidRDefault="005B5E5F" w:rsidP="00CC4380">
      <w:pPr>
        <w:pStyle w:val="Odrka1-2-"/>
      </w:pPr>
      <w:r w:rsidRPr="004161D4">
        <w:rPr>
          <w:rFonts w:cs="Arial"/>
        </w:rPr>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p>
    <w:p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lastRenderedPageBreak/>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05177F">
        <w:t xml:space="preserve">než </w:t>
      </w:r>
      <w:r w:rsidR="0035720E" w:rsidRPr="0005177F">
        <w:rPr>
          <w:b/>
        </w:rPr>
        <w:t>3</w:t>
      </w:r>
      <w:r w:rsidR="0005177F" w:rsidRPr="0005177F">
        <w:rPr>
          <w:b/>
        </w:rPr>
        <w:t>5</w:t>
      </w:r>
      <w:r w:rsidR="0035720E" w:rsidRPr="0005177F">
        <w:rPr>
          <w:b/>
        </w:rPr>
        <w:t>5 000 000,-</w:t>
      </w:r>
      <w:r w:rsidRPr="0005177F">
        <w:t xml:space="preserve"> </w:t>
      </w:r>
      <w:r w:rsidRPr="0005177F">
        <w:rPr>
          <w:b/>
        </w:rPr>
        <w:t>Kč</w:t>
      </w:r>
      <w:r w:rsidRPr="0005177F">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CC4380">
      <w:pPr>
        <w:pStyle w:val="Textbezslovn"/>
      </w:pPr>
      <w:r>
        <w:t xml:space="preserve">Zadavatel požaduje předložení seznamu stavebních prací poskytnutých dodavatelem na stavbách </w:t>
      </w:r>
      <w:r w:rsidRPr="00636D20">
        <w:t>železničních drah, jak jsou vymezeny</w:t>
      </w:r>
      <w:r w:rsidR="00092CC9" w:rsidRPr="00636D20">
        <w:t xml:space="preserve"> v </w:t>
      </w:r>
      <w:r w:rsidRPr="00636D20">
        <w:t>§ 5 odst. 1</w:t>
      </w:r>
      <w:r w:rsidR="00845C50" w:rsidRPr="00636D20">
        <w:t xml:space="preserve"> a</w:t>
      </w:r>
      <w:r w:rsidR="00092CC9" w:rsidRPr="00636D20">
        <w:t xml:space="preserve"> v </w:t>
      </w:r>
      <w:r w:rsidRPr="00636D20">
        <w:t>§ 3 odst. 1 zákona č. 266/1994 Sb.,</w:t>
      </w:r>
      <w:r w:rsidR="00092CC9" w:rsidRPr="00636D20">
        <w:t xml:space="preserve"> o </w:t>
      </w:r>
      <w:r w:rsidRPr="00636D20">
        <w:t>dráhách, ve znění pozdějších předpisů,</w:t>
      </w:r>
      <w:r w:rsidR="00636D20" w:rsidRPr="00636D20">
        <w:t xml:space="preserve"> </w:t>
      </w:r>
      <w:r w:rsidRPr="00636D20">
        <w:t>za posledních 5 let před</w:t>
      </w:r>
      <w:r>
        <w:t xml:space="preserve"> zahájením zadávacího řízení (dále jako „</w:t>
      </w:r>
      <w:r w:rsidRPr="00092CC9">
        <w:rPr>
          <w:rStyle w:val="Tun9b"/>
        </w:rPr>
        <w:t>stavební práce</w:t>
      </w:r>
      <w:r>
        <w:t xml:space="preserve">“). Předloženým seznamem stavebních prací přitom musí dodavatel prokázat, že hodnota stavebních </w:t>
      </w:r>
      <w:r w:rsidRPr="00636D20">
        <w:t>prací (hodnota zakázek jako celku) jím poskytnutých na uvedených stavbách za posledních 5</w:t>
      </w:r>
      <w:r>
        <w:t xml:space="preserve"> let činí</w:t>
      </w:r>
      <w:r w:rsidR="00092CC9">
        <w:t xml:space="preserve"> v </w:t>
      </w:r>
      <w:r>
        <w:t xml:space="preserve">součtu, včetně případných poddodávek, nejméně </w:t>
      </w:r>
      <w:r w:rsidR="00636D20" w:rsidRPr="00636D20">
        <w:rPr>
          <w:b/>
        </w:rPr>
        <w:t>855 000 000,-</w:t>
      </w:r>
      <w:r>
        <w:t xml:space="preserve"> </w:t>
      </w:r>
      <w:r w:rsidRPr="00B448FF">
        <w:rPr>
          <w:b/>
        </w:rPr>
        <w:t>Kč</w:t>
      </w:r>
      <w:r>
        <w:t xml:space="preserve"> bez DPH. </w:t>
      </w:r>
    </w:p>
    <w:p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07266E">
        <w:t>posledních 5 letech před zahájením zadávacího řízení řádně poskytl</w:t>
      </w:r>
      <w:r w:rsidR="00845C50" w:rsidRPr="0007266E">
        <w:t xml:space="preserve"> a </w:t>
      </w:r>
      <w:r w:rsidRPr="0007266E">
        <w:t>dokončil alespoň následující</w:t>
      </w:r>
      <w:r>
        <w:t xml:space="preserve">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07266E" w:rsidRPr="0007266E">
        <w:rPr>
          <w:b/>
        </w:rPr>
        <w:t>160 000 000,-</w:t>
      </w:r>
      <w:r>
        <w:t xml:space="preserve"> </w:t>
      </w:r>
      <w:r w:rsidRPr="002924B8">
        <w:rPr>
          <w:b/>
        </w:rPr>
        <w:t>Kč</w:t>
      </w:r>
      <w:r>
        <w:t xml:space="preserve"> bez DPH (dále jen jako „</w:t>
      </w:r>
      <w:r w:rsidRPr="00092CC9">
        <w:rPr>
          <w:rStyle w:val="Tun9b"/>
        </w:rPr>
        <w:t>nejvýznamnější stavební práce</w:t>
      </w:r>
      <w:r>
        <w:t xml:space="preserve">“). </w:t>
      </w:r>
    </w:p>
    <w:p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rsidR="0035531B" w:rsidRPr="00626D14" w:rsidRDefault="0035531B" w:rsidP="00092CC9">
      <w:pPr>
        <w:pStyle w:val="Odrka1-1"/>
      </w:pPr>
      <w:r w:rsidRPr="004D1B4E">
        <w:t xml:space="preserve">nejméně jedna nejvýznamnější stavební práce musí zahrnovat novostavbu nebo rekonstrukci </w:t>
      </w:r>
      <w:r w:rsidRPr="004D1B4E">
        <w:rPr>
          <w:rStyle w:val="Tun9b"/>
        </w:rPr>
        <w:t>železničního svršku</w:t>
      </w:r>
      <w:r w:rsidRPr="004D1B4E">
        <w:t xml:space="preserve"> na dvoukolejné nebo vícekolejné elektrifikované trati</w:t>
      </w:r>
      <w:r w:rsidR="00845C50" w:rsidRPr="004D1B4E">
        <w:t xml:space="preserve"> s </w:t>
      </w:r>
      <w:r w:rsidRPr="004D1B4E">
        <w:t xml:space="preserve">délkou souvislého traťového úseku nejméně </w:t>
      </w:r>
      <w:r w:rsidR="004D1B4E" w:rsidRPr="004D1B4E">
        <w:t>1,9</w:t>
      </w:r>
      <w:r w:rsidRPr="004D1B4E">
        <w:t xml:space="preserve"> km, nebo</w:t>
      </w:r>
      <w:r w:rsidR="00092CC9" w:rsidRPr="004D1B4E">
        <w:t xml:space="preserve"> v </w:t>
      </w:r>
      <w:r w:rsidRPr="004D1B4E">
        <w:t>železniční stanici na elektrifikované trati</w:t>
      </w:r>
      <w:r w:rsidR="00845C50" w:rsidRPr="004D1B4E">
        <w:t xml:space="preserve"> s </w:t>
      </w:r>
      <w:r w:rsidRPr="004D1B4E">
        <w:t xml:space="preserve">minimálním počtem </w:t>
      </w:r>
      <w:r w:rsidR="004D1B4E" w:rsidRPr="004D1B4E">
        <w:t xml:space="preserve">8 </w:t>
      </w:r>
      <w:r w:rsidRPr="004D1B4E">
        <w:t>ks výhybek,</w:t>
      </w:r>
      <w:r w:rsidR="00845C50" w:rsidRPr="004D1B4E">
        <w:t xml:space="preserve"> a </w:t>
      </w:r>
      <w:r w:rsidRPr="004D1B4E">
        <w:t>to</w:t>
      </w:r>
      <w:r w:rsidR="00092CC9" w:rsidRPr="004D1B4E">
        <w:t xml:space="preserve"> v </w:t>
      </w:r>
      <w:r w:rsidRPr="004D1B4E">
        <w:t xml:space="preserve">hodnotě nejméně </w:t>
      </w:r>
      <w:r w:rsidR="004D1B4E" w:rsidRPr="004161D4">
        <w:rPr>
          <w:b/>
        </w:rPr>
        <w:t>10</w:t>
      </w:r>
      <w:r w:rsidR="004161D4" w:rsidRPr="004161D4">
        <w:rPr>
          <w:b/>
        </w:rPr>
        <w:t>5</w:t>
      </w:r>
      <w:r w:rsidR="004D1B4E" w:rsidRPr="004161D4">
        <w:rPr>
          <w:b/>
        </w:rPr>
        <w:t> 000 000,-</w:t>
      </w:r>
      <w:r w:rsidRPr="004161D4">
        <w:rPr>
          <w:b/>
        </w:rPr>
        <w:t xml:space="preserve"> Kč</w:t>
      </w:r>
      <w:r w:rsidRPr="004161D4">
        <w:t xml:space="preserve"> bez DPH </w:t>
      </w:r>
      <w:r w:rsidRPr="004D1B4E">
        <w:t>(uvedená částka se vztahuje</w:t>
      </w:r>
      <w:r w:rsidR="00BC6D2B" w:rsidRPr="004D1B4E">
        <w:t xml:space="preserve"> k </w:t>
      </w:r>
      <w:r w:rsidRPr="004D1B4E">
        <w:t>hodnotě novostavby nebo rekonstrukce železničního svršku, nikoli</w:t>
      </w:r>
      <w:r w:rsidR="00BC6D2B" w:rsidRPr="004D1B4E">
        <w:t xml:space="preserve"> k </w:t>
      </w:r>
      <w:r w:rsidRPr="004D1B4E">
        <w:t xml:space="preserve">hodnotě </w:t>
      </w:r>
      <w:r w:rsidRPr="00626D14">
        <w:t>nejvýznamnější stavební práce, tj. zakázky jako celku);</w:t>
      </w:r>
    </w:p>
    <w:p w:rsidR="0035531B" w:rsidRPr="00626D14" w:rsidRDefault="0035531B" w:rsidP="00092CC9">
      <w:pPr>
        <w:pStyle w:val="Odrka1-1"/>
      </w:pPr>
      <w:r w:rsidRPr="00626D14">
        <w:t xml:space="preserve">nejméně jedna nejvýznamnější stavební práce musí zahrnovat novostavbu nebo rekonstrukci </w:t>
      </w:r>
      <w:r w:rsidR="007F3581" w:rsidRPr="00626D14">
        <w:t xml:space="preserve">tělesa </w:t>
      </w:r>
      <w:r w:rsidRPr="00626D14">
        <w:rPr>
          <w:rStyle w:val="Tun9b"/>
        </w:rPr>
        <w:t>železničního spodku</w:t>
      </w:r>
      <w:r w:rsidR="00092CC9" w:rsidRPr="00626D14">
        <w:t xml:space="preserve"> v </w:t>
      </w:r>
      <w:r w:rsidRPr="00626D14">
        <w:t xml:space="preserve">hodnotě nejméně </w:t>
      </w:r>
      <w:r w:rsidR="00626D14" w:rsidRPr="00626D14">
        <w:rPr>
          <w:b/>
        </w:rPr>
        <w:t>25 000 000,-</w:t>
      </w:r>
      <w:r w:rsidRPr="00626D14">
        <w:t xml:space="preserve"> </w:t>
      </w:r>
      <w:r w:rsidRPr="00626D14">
        <w:rPr>
          <w:b/>
        </w:rPr>
        <w:t>Kč</w:t>
      </w:r>
      <w:r w:rsidRPr="00626D14">
        <w:t xml:space="preserve"> bez </w:t>
      </w:r>
      <w:r w:rsidRPr="00626D14">
        <w:lastRenderedPageBreak/>
        <w:t>DPH (uvedená částka se vztahuje</w:t>
      </w:r>
      <w:r w:rsidR="00BC6D2B" w:rsidRPr="00626D14">
        <w:t xml:space="preserve"> k </w:t>
      </w:r>
      <w:r w:rsidRPr="00626D14">
        <w:t xml:space="preserve">hodnotě novostavby nebo rekonstrukce </w:t>
      </w:r>
      <w:r w:rsidR="00C57268" w:rsidRPr="00626D14">
        <w:t xml:space="preserve">tělesa </w:t>
      </w:r>
      <w:r w:rsidRPr="00626D14">
        <w:t>železničního spodku, nikoli</w:t>
      </w:r>
      <w:r w:rsidR="00BC6D2B" w:rsidRPr="00626D14">
        <w:t xml:space="preserve"> k </w:t>
      </w:r>
      <w:r w:rsidRPr="00626D14">
        <w:t>hodnotě nejvýznamnější stavební práce, tj. zakázky jako celku);</w:t>
      </w:r>
    </w:p>
    <w:p w:rsidR="0035531B" w:rsidRPr="004161D4" w:rsidRDefault="0035531B" w:rsidP="00092CC9">
      <w:pPr>
        <w:pStyle w:val="Odrka1-1"/>
      </w:pPr>
      <w:r w:rsidRPr="004161D4">
        <w:t xml:space="preserve">nejméně jedna nejvýznamnější stavební práce musí zahrnovat novostavbu nebo rekonstrukci </w:t>
      </w:r>
      <w:r w:rsidRPr="004161D4">
        <w:rPr>
          <w:rStyle w:val="Tun9b"/>
        </w:rPr>
        <w:t xml:space="preserve">železničního </w:t>
      </w:r>
      <w:r w:rsidR="00184341">
        <w:rPr>
          <w:rStyle w:val="Tun9b"/>
        </w:rPr>
        <w:t xml:space="preserve">monolitického </w:t>
      </w:r>
      <w:r w:rsidR="004161D4" w:rsidRPr="004161D4">
        <w:rPr>
          <w:rStyle w:val="Tun9b"/>
        </w:rPr>
        <w:t xml:space="preserve">železobetonového </w:t>
      </w:r>
      <w:r w:rsidRPr="004161D4">
        <w:rPr>
          <w:rStyle w:val="Tun9b"/>
        </w:rPr>
        <w:t>mostu</w:t>
      </w:r>
      <w:r w:rsidR="00092CC9" w:rsidRPr="004161D4">
        <w:t xml:space="preserve"> v </w:t>
      </w:r>
      <w:r w:rsidRPr="004161D4">
        <w:t xml:space="preserve">hodnotě nejméně </w:t>
      </w:r>
      <w:r w:rsidR="004161D4" w:rsidRPr="004161D4">
        <w:rPr>
          <w:b/>
        </w:rPr>
        <w:t>20 000 000,-</w:t>
      </w:r>
      <w:r w:rsidRPr="004161D4">
        <w:rPr>
          <w:b/>
        </w:rPr>
        <w:t xml:space="preserve"> Kč</w:t>
      </w:r>
      <w:r w:rsidRPr="004161D4">
        <w:t xml:space="preserve"> bez DPH (uvedená částka se vztahuje</w:t>
      </w:r>
      <w:r w:rsidR="00BC6D2B" w:rsidRPr="004161D4">
        <w:t xml:space="preserve"> k </w:t>
      </w:r>
      <w:r w:rsidRPr="004161D4">
        <w:t xml:space="preserve">hodnotě novostavby nebo rekonstrukce železničního </w:t>
      </w:r>
      <w:r w:rsidR="00184341">
        <w:t xml:space="preserve">monolitického železobetonového </w:t>
      </w:r>
      <w:r w:rsidRPr="004161D4">
        <w:t>mostu, nikoli</w:t>
      </w:r>
      <w:r w:rsidR="00BC6D2B" w:rsidRPr="004161D4">
        <w:t xml:space="preserve"> k </w:t>
      </w:r>
      <w:r w:rsidRPr="004161D4">
        <w:t>hodnotě nejvýznamnější stavební práce, tj. zakázky jako celku);</w:t>
      </w:r>
    </w:p>
    <w:p w:rsidR="0035531B" w:rsidRPr="00216388" w:rsidRDefault="0035531B" w:rsidP="00092CC9">
      <w:pPr>
        <w:pStyle w:val="Odrka1-1"/>
      </w:pPr>
      <w:r w:rsidRPr="00216388">
        <w:t xml:space="preserve">nejméně jedna nejvýznamnější stavební práce musí zahrnovat novostavbu nebo rekonstrukci </w:t>
      </w:r>
      <w:r w:rsidRPr="00216388">
        <w:rPr>
          <w:rStyle w:val="Tun9b"/>
        </w:rPr>
        <w:t xml:space="preserve">trakčního vedení </w:t>
      </w:r>
      <w:r w:rsidRPr="00216388">
        <w:t>se střídavým a/nebo stejnosměrným napětím na dvoukolejné nebo vícekolejné elektrifikované trati</w:t>
      </w:r>
      <w:r w:rsidR="00845C50" w:rsidRPr="00216388">
        <w:t xml:space="preserve"> s </w:t>
      </w:r>
      <w:r w:rsidRPr="00216388">
        <w:t xml:space="preserve">délkou souvislého traťového úseku nejméně </w:t>
      </w:r>
      <w:r w:rsidR="00216388" w:rsidRPr="00216388">
        <w:t>1,9</w:t>
      </w:r>
      <w:r w:rsidRPr="00216388">
        <w:t>, nebo</w:t>
      </w:r>
      <w:r w:rsidR="00092CC9" w:rsidRPr="00216388">
        <w:t xml:space="preserve"> v </w:t>
      </w:r>
      <w:r w:rsidRPr="00216388">
        <w:t>železniční stanici na elektrifikované trati</w:t>
      </w:r>
      <w:r w:rsidR="00845C50" w:rsidRPr="00216388">
        <w:t xml:space="preserve"> s </w:t>
      </w:r>
      <w:r w:rsidRPr="00216388">
        <w:t xml:space="preserve">minimálním počtem </w:t>
      </w:r>
      <w:r w:rsidR="00216388" w:rsidRPr="00216388">
        <w:t>8</w:t>
      </w:r>
      <w:r w:rsidRPr="00216388">
        <w:t xml:space="preserve"> ks výhybek,</w:t>
      </w:r>
      <w:r w:rsidR="00845C50" w:rsidRPr="00216388">
        <w:t xml:space="preserve"> a </w:t>
      </w:r>
      <w:r w:rsidRPr="00216388">
        <w:t>to</w:t>
      </w:r>
      <w:r w:rsidR="00092CC9" w:rsidRPr="00216388">
        <w:t xml:space="preserve"> v </w:t>
      </w:r>
      <w:r w:rsidRPr="00216388">
        <w:t xml:space="preserve">hodnotě nejméně </w:t>
      </w:r>
      <w:r w:rsidR="00F60D8C">
        <w:rPr>
          <w:b/>
        </w:rPr>
        <w:t>75</w:t>
      </w:r>
      <w:r w:rsidR="00216388" w:rsidRPr="00216388">
        <w:rPr>
          <w:b/>
        </w:rPr>
        <w:t> 000 000,-</w:t>
      </w:r>
      <w:r w:rsidRPr="00216388">
        <w:rPr>
          <w:b/>
        </w:rPr>
        <w:t xml:space="preserve"> Kč</w:t>
      </w:r>
      <w:r w:rsidRPr="00216388">
        <w:t xml:space="preserve"> bez DPH (uvedená částka se vztahuje</w:t>
      </w:r>
      <w:r w:rsidR="00BC6D2B" w:rsidRPr="00216388">
        <w:t xml:space="preserve"> k </w:t>
      </w:r>
      <w:r w:rsidRPr="00216388">
        <w:t>hodnotě novostavby nebo rekonstrukce trakčního vedení, nikoli</w:t>
      </w:r>
      <w:r w:rsidR="00BC6D2B" w:rsidRPr="00216388">
        <w:t xml:space="preserve"> k </w:t>
      </w:r>
      <w:r w:rsidRPr="00216388">
        <w:t>hodnotě nejvýznamnější stavební práce, tj. zakázky jako celku);</w:t>
      </w:r>
    </w:p>
    <w:p w:rsidR="0035531B" w:rsidRPr="00303D84" w:rsidRDefault="0035531B" w:rsidP="002C04EE">
      <w:pPr>
        <w:pStyle w:val="Odrka1-1"/>
      </w:pPr>
      <w:r w:rsidRPr="00303D84">
        <w:t xml:space="preserve">nejméně jedna nejvýznamnější stavební práce musí zahrnovat novostavbu nebo rekonstrukci zařízení staničního a/nebo traťového </w:t>
      </w:r>
      <w:r w:rsidRPr="00303D84">
        <w:rPr>
          <w:rStyle w:val="Tun9b"/>
        </w:rPr>
        <w:t>zabezpečovacího zařízení</w:t>
      </w:r>
      <w:r w:rsidRPr="00303D84">
        <w:t xml:space="preserve"> na trati</w:t>
      </w:r>
      <w:r w:rsidR="00845C50" w:rsidRPr="00303D84">
        <w:t xml:space="preserve"> s </w:t>
      </w:r>
      <w:r w:rsidRPr="00303D84">
        <w:t xml:space="preserve">délkou souvislého traťového úseku nejméně </w:t>
      </w:r>
      <w:r w:rsidR="00303D84" w:rsidRPr="00303D84">
        <w:t>1,9</w:t>
      </w:r>
      <w:r w:rsidRPr="00303D84">
        <w:t xml:space="preserve"> km, nebo</w:t>
      </w:r>
      <w:r w:rsidR="00092CC9" w:rsidRPr="00303D84">
        <w:t xml:space="preserve"> v </w:t>
      </w:r>
      <w:r w:rsidRPr="00303D84">
        <w:t>železniční stanici na trati</w:t>
      </w:r>
      <w:r w:rsidR="00845C50" w:rsidRPr="00303D84">
        <w:t xml:space="preserve"> s </w:t>
      </w:r>
      <w:r w:rsidRPr="00303D84">
        <w:t xml:space="preserve">minimálním počtem </w:t>
      </w:r>
      <w:r w:rsidR="00303D84" w:rsidRPr="00303D84">
        <w:t>8</w:t>
      </w:r>
      <w:r w:rsidRPr="00303D84">
        <w:t xml:space="preserve"> ks,</w:t>
      </w:r>
      <w:r w:rsidR="00845C50" w:rsidRPr="00303D84">
        <w:t xml:space="preserve"> a </w:t>
      </w:r>
      <w:r w:rsidRPr="00303D84">
        <w:t>to</w:t>
      </w:r>
      <w:r w:rsidR="00092CC9" w:rsidRPr="00303D84">
        <w:t xml:space="preserve"> v </w:t>
      </w:r>
      <w:r w:rsidRPr="00303D84">
        <w:t xml:space="preserve">hodnotě nejméně </w:t>
      </w:r>
      <w:r w:rsidR="00303D84" w:rsidRPr="00303D84">
        <w:rPr>
          <w:b/>
        </w:rPr>
        <w:t>70 000 000,-</w:t>
      </w:r>
      <w:r w:rsidRPr="00303D84">
        <w:rPr>
          <w:b/>
        </w:rPr>
        <w:t xml:space="preserve"> Kč</w:t>
      </w:r>
      <w:r w:rsidRPr="00303D84">
        <w:t xml:space="preserve"> bez DPH (uvedená částka se vztahuje</w:t>
      </w:r>
      <w:r w:rsidR="00BC6D2B" w:rsidRPr="00303D84">
        <w:t xml:space="preserve"> k </w:t>
      </w:r>
      <w:r w:rsidRPr="00303D84">
        <w:t>hodnotě novostavby nebo rekonstrukce zabezpečovacího zařízení, nikoli</w:t>
      </w:r>
      <w:r w:rsidR="00BC6D2B" w:rsidRPr="00303D84">
        <w:t xml:space="preserve"> k </w:t>
      </w:r>
      <w:r w:rsidRPr="00303D84">
        <w:t>hodnotě nejvýznamnější stavební práce, tj. zakázky jako celku).</w:t>
      </w:r>
    </w:p>
    <w:p w:rsidR="0035531B" w:rsidRDefault="0035531B" w:rsidP="002C04EE">
      <w:pPr>
        <w:pStyle w:val="Textbezslovn"/>
      </w:pPr>
      <w:r>
        <w:t>Stavební, resp. nejvýznamnější stavební práce je třeba doložit</w:t>
      </w:r>
      <w:r w:rsidR="00092CC9">
        <w:t xml:space="preserve"> v </w:t>
      </w:r>
      <w:r>
        <w:t xml:space="preserve">takovém počtu, aby byla dosažena požadovaná </w:t>
      </w:r>
      <w:r w:rsidRPr="00303D84">
        <w:t>hodnota stavebních, resp. nejvýznamnějších stavebních prací</w:t>
      </w:r>
      <w:r w:rsidR="00092CC9" w:rsidRPr="00303D84">
        <w:t xml:space="preserve"> v </w:t>
      </w:r>
      <w:r w:rsidRPr="00303D84">
        <w:t>součtu za posledních 5 let. Pro odstranění pochybností zadavatel uvádí, že požadavek kritéria technické kvalifikace na doložení stavebních, resp. nejvýznamnějších stavebních prací lze splnit předložením seznamu</w:t>
      </w:r>
      <w:r w:rsidR="00845C50" w:rsidRPr="00303D84">
        <w:t xml:space="preserve"> a </w:t>
      </w:r>
      <w:r w:rsidRPr="00303D84">
        <w:t>osvědčení</w:t>
      </w:r>
      <w:r w:rsidR="00092CC9" w:rsidRPr="00303D84">
        <w:t xml:space="preserve"> o </w:t>
      </w:r>
      <w:r w:rsidRPr="00303D84">
        <w:t>řádném poskytnutí</w:t>
      </w:r>
      <w:r w:rsidR="00845C50" w:rsidRPr="00303D84">
        <w:t xml:space="preserve"> a </w:t>
      </w:r>
      <w:r w:rsidRPr="00303D84">
        <w:t>dokončení i pouze jediné stavební, resp. nejvýznamnější stavební práce, jejíž hodnota představuje alespoň požadovanou hodnotu stavebních prací</w:t>
      </w:r>
      <w:r w:rsidR="00092CC9" w:rsidRPr="00303D84">
        <w:t xml:space="preserve"> v </w:t>
      </w:r>
      <w:r w:rsidRPr="00303D84">
        <w:t>součtu za posledních 5 let</w:t>
      </w:r>
      <w:r w:rsidR="00845C50" w:rsidRPr="00303D84">
        <w:t xml:space="preserve"> a </w:t>
      </w:r>
      <w:r w:rsidRPr="00303D84">
        <w:t>splňuje</w:t>
      </w:r>
      <w:r>
        <w:t xml:space="preserv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Pr="00303D84"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 xml:space="preserve">místo </w:t>
      </w:r>
      <w:r>
        <w:lastRenderedPageBreak/>
        <w:t>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w:t>
      </w:r>
      <w:r w:rsidRPr="00303D84">
        <w:t xml:space="preserve">železniční dopravní cesty, státní organizace. </w:t>
      </w:r>
    </w:p>
    <w:p w:rsidR="0035531B" w:rsidRDefault="0035531B" w:rsidP="00930B79">
      <w:pPr>
        <w:pStyle w:val="Textbezslovn"/>
      </w:pPr>
      <w:r w:rsidRPr="00303D84">
        <w:t>Doba 5 let se považuje za splněnou, pokud byly stavební/nejvýznamnější stavební práce</w:t>
      </w:r>
      <w:r w:rsidR="00092CC9" w:rsidRPr="00303D84">
        <w:t xml:space="preserve"> v </w:t>
      </w:r>
      <w:r w:rsidRPr="00303D84">
        <w:t>průběhu této doby dokončeny,</w:t>
      </w:r>
      <w:r w:rsidR="00845C50" w:rsidRPr="00303D84">
        <w:t xml:space="preserve"> a </w:t>
      </w:r>
      <w:r w:rsidRPr="00303D84">
        <w:t>pro prokázání kvalifikace postačuje, aby byl požadovaný finanční objem stavebních/ nejvýznamnějších stavebních prací dosažen za celou dobu realizace stavebních/nejvýznamnějších stavebních prací, nikoliv pouze</w:t>
      </w:r>
      <w:r w:rsidR="00092CC9" w:rsidRPr="00303D84">
        <w:t xml:space="preserve"> v </w:t>
      </w:r>
      <w:r w:rsidRPr="00303D84">
        <w:t>průběhu posledních 5 let před zahájením zadávacího řízení. Dokončením se</w:t>
      </w:r>
      <w:r w:rsidR="00BB4AF2" w:rsidRPr="00303D84">
        <w:t xml:space="preserve"> u </w:t>
      </w:r>
      <w:r w:rsidRPr="00303D84">
        <w:t>nejvýznamnějších stavebních prací rozumí uvedení díla, jehož minimální hodnoty byly</w:t>
      </w:r>
      <w:r w:rsidR="00092CC9" w:rsidRPr="00303D84">
        <w:t xml:space="preserve"> v </w:t>
      </w:r>
      <w:r w:rsidRPr="00303D84">
        <w:t>rámci nejvýznamnější stavební práce požadovány, alespoň do zkušebního provozu. Zadavatel nicméně za dílo dokončené</w:t>
      </w:r>
      <w:r w:rsidR="00092CC9" w:rsidRPr="00303D84">
        <w:t xml:space="preserve"> v </w:t>
      </w:r>
      <w:r w:rsidRPr="00303D84">
        <w:t>období posledních 5 let bude považovat též dílo, které</w:t>
      </w:r>
      <w:r w:rsidR="00092CC9" w:rsidRPr="00303D84">
        <w:t xml:space="preserve"> v </w:t>
      </w:r>
      <w:r w:rsidRPr="00303D84">
        <w:t>tomto období bylo dokončeno jako celek, tj. včetně plnění navazujících na zkušební provoz, např. zpracování dokumentace skutečného</w:t>
      </w:r>
      <w:r>
        <w:t xml:space="preserve">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52184">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 xml:space="preserve">tomto zadávacím řízení ve stejném složení konkrétních členů, pak takové osvědčení </w:t>
      </w:r>
      <w:r>
        <w:lastRenderedPageBreak/>
        <w:t>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w:t>
      </w:r>
      <w:r w:rsidRPr="003B4890">
        <w:rPr>
          <w:rStyle w:val="Tun9b"/>
        </w:rPr>
        <w:t xml:space="preserve">stavbyvedoucího, zástupce stavbyvedoucího, </w:t>
      </w:r>
      <w:r w:rsidR="003D01ED" w:rsidRPr="003B4890">
        <w:rPr>
          <w:rFonts w:ascii="Verdana" w:hAnsi="Verdana" w:cs="Calibri"/>
          <w:b/>
        </w:rPr>
        <w:t>specialisty (vedoucího prací) na železniční svršek, specialisty (vedoucího prací) na železniční spodek, specialisty (vedoucího prací) na trakční vedení a specialisty (vedoucího prací) na zabezpečovací zařízení</w:t>
      </w:r>
      <w:r w:rsidRPr="003B4890">
        <w:t xml:space="preserve"> </w:t>
      </w:r>
      <w:r w:rsidRPr="003B4890">
        <w:rPr>
          <w:rStyle w:val="Tun9b"/>
        </w:rPr>
        <w:t xml:space="preserve">však nelze takto sloučit, tyto funkce musí </w:t>
      </w:r>
      <w:r w:rsidRPr="00930B79">
        <w:rPr>
          <w:rStyle w:val="Tun9b"/>
        </w:rPr>
        <w:t>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E76AE9" w:rsidRDefault="0035531B" w:rsidP="00952184">
      <w:pPr>
        <w:pStyle w:val="Odstavec1-1a"/>
        <w:numPr>
          <w:ilvl w:val="0"/>
          <w:numId w:val="12"/>
        </w:numPr>
        <w:rPr>
          <w:rStyle w:val="Tun9b"/>
        </w:rPr>
      </w:pPr>
      <w:r w:rsidRPr="00E76AE9">
        <w:rPr>
          <w:rStyle w:val="Tun9b"/>
        </w:rPr>
        <w:t>stavbyvedoucí</w:t>
      </w:r>
    </w:p>
    <w:p w:rsidR="0035531B" w:rsidRPr="00E76AE9" w:rsidRDefault="0035531B" w:rsidP="00930B79">
      <w:pPr>
        <w:pStyle w:val="Odrka1-2-"/>
      </w:pPr>
      <w:r w:rsidRPr="00E76AE9">
        <w:t>minimálně středoškolské vzdělání;</w:t>
      </w:r>
    </w:p>
    <w:p w:rsidR="0035531B" w:rsidRPr="00E76AE9" w:rsidRDefault="0035531B" w:rsidP="00930B79">
      <w:pPr>
        <w:pStyle w:val="Odrka1-2-"/>
      </w:pPr>
      <w:r w:rsidRPr="00E76AE9">
        <w:t>nejméně 5 let praxe</w:t>
      </w:r>
      <w:r w:rsidR="00092CC9" w:rsidRPr="00E76AE9">
        <w:t xml:space="preserve"> v </w:t>
      </w:r>
      <w:r w:rsidRPr="00E76AE9">
        <w:t xml:space="preserve">řízení provádění staveb železničních drah; </w:t>
      </w:r>
    </w:p>
    <w:p w:rsidR="0035531B" w:rsidRPr="00E76AE9" w:rsidRDefault="0035531B" w:rsidP="00930B79">
      <w:pPr>
        <w:pStyle w:val="Odrka1-2-"/>
      </w:pPr>
      <w:r w:rsidRPr="00E76AE9">
        <w:t>zkušenost</w:t>
      </w:r>
      <w:r w:rsidR="00845C50" w:rsidRPr="00E76AE9">
        <w:t xml:space="preserve"> s </w:t>
      </w:r>
      <w:r w:rsidRPr="00E76AE9">
        <w:t xml:space="preserve">řízením realizace alespoň jedné zakázky - stavby železničních drah, jež zahrnovala novostavbu nebo rekonstrukci </w:t>
      </w:r>
      <w:r w:rsidR="00E76AE9" w:rsidRPr="00E76AE9">
        <w:rPr>
          <w:rFonts w:ascii="Verdana" w:hAnsi="Verdana" w:cs="Calibri"/>
        </w:rPr>
        <w:t>železničního svršku a železničního spodku a/nebo trakčního vedení a/nebo zabezpečovacího zařízení</w:t>
      </w:r>
      <w:r w:rsidR="00E76AE9" w:rsidRPr="00E76AE9">
        <w:t xml:space="preserve"> v hodnotě nejméně </w:t>
      </w:r>
      <w:r w:rsidR="00E76AE9" w:rsidRPr="00E76AE9">
        <w:rPr>
          <w:b/>
        </w:rPr>
        <w:t>160 000 000,-</w:t>
      </w:r>
      <w:r w:rsidRPr="00E76AE9">
        <w:t xml:space="preserve"> </w:t>
      </w:r>
      <w:r w:rsidRPr="00E76AE9">
        <w:rPr>
          <w:b/>
        </w:rPr>
        <w:t>Kč</w:t>
      </w:r>
      <w:r w:rsidRPr="00E76AE9">
        <w:t xml:space="preserve"> bez DPH (částka Kč se vztahuje</w:t>
      </w:r>
      <w:r w:rsidR="00BC6D2B" w:rsidRPr="00E76AE9">
        <w:t xml:space="preserve"> k </w:t>
      </w:r>
      <w:r w:rsidRPr="00E76AE9">
        <w:t xml:space="preserve">hodnotě novostavby nebo rekonstrukce </w:t>
      </w:r>
      <w:r w:rsidR="00E76AE9" w:rsidRPr="00E76AE9">
        <w:rPr>
          <w:rFonts w:ascii="Verdana" w:hAnsi="Verdana" w:cs="Calibri"/>
        </w:rPr>
        <w:t>železničního svršku a železničního spodku a/nebo trakčního vedení a/nebo zabezpečovacího zařízení</w:t>
      </w:r>
      <w:r w:rsidRPr="00E76AE9">
        <w:t>, nikoli</w:t>
      </w:r>
      <w:r w:rsidR="00BC6D2B" w:rsidRPr="00E76AE9">
        <w:t xml:space="preserve"> k </w:t>
      </w:r>
      <w:r w:rsidRPr="00E76AE9">
        <w:t>hodnotě zakázky jako celku),</w:t>
      </w:r>
      <w:r w:rsidR="00845C50" w:rsidRPr="00E76AE9">
        <w:t xml:space="preserve"> a </w:t>
      </w:r>
      <w:r w:rsidRPr="00E76AE9">
        <w:t>to</w:t>
      </w:r>
      <w:r w:rsidR="00092CC9" w:rsidRPr="00E76AE9">
        <w:t xml:space="preserve"> v </w:t>
      </w:r>
      <w:r w:rsidRPr="00E76AE9">
        <w:t>posledních 10 letech před zahájením zadávacího řízení;</w:t>
      </w:r>
    </w:p>
    <w:p w:rsidR="0035531B" w:rsidRPr="00E76AE9" w:rsidRDefault="0035531B" w:rsidP="00AD1771">
      <w:pPr>
        <w:pStyle w:val="Odrka1-2-"/>
      </w:pPr>
      <w:r w:rsidRPr="00E76AE9">
        <w:t>musí předložit doklad</w:t>
      </w:r>
      <w:r w:rsidR="00092CC9" w:rsidRPr="00E76AE9">
        <w:t xml:space="preserve"> o </w:t>
      </w:r>
      <w:r w:rsidRPr="00E76AE9">
        <w:t>autorizaci</w:t>
      </w:r>
      <w:r w:rsidR="00092CC9" w:rsidRPr="00E76AE9">
        <w:t xml:space="preserve"> v </w:t>
      </w:r>
      <w:r w:rsidRPr="00E76AE9">
        <w:t>rozsahu dle § 5 odst. 3 písm. b) zákona č. 360/1992 Sb.,</w:t>
      </w:r>
      <w:r w:rsidR="00092CC9" w:rsidRPr="00E76AE9">
        <w:t xml:space="preserve"> o </w:t>
      </w:r>
      <w:r w:rsidRPr="00E76AE9">
        <w:t>výkonu povolání autorizovaných architektů</w:t>
      </w:r>
      <w:r w:rsidR="00845C50" w:rsidRPr="00E76AE9">
        <w:t xml:space="preserve"> a</w:t>
      </w:r>
      <w:r w:rsidR="00092CC9" w:rsidRPr="00E76AE9">
        <w:t xml:space="preserve"> o </w:t>
      </w:r>
      <w:r w:rsidRPr="00E76AE9">
        <w:t>výkonu povolání autorizovaných inženýrů</w:t>
      </w:r>
      <w:r w:rsidR="00845C50" w:rsidRPr="00E76AE9">
        <w:t xml:space="preserve"> a </w:t>
      </w:r>
      <w:r w:rsidRPr="00E76AE9">
        <w:t>techniků činných ve výstavbě, ve znění pozdějších předpisů (dále jen „autorizační zákon“), tedy</w:t>
      </w:r>
      <w:r w:rsidR="00092CC9" w:rsidRPr="00E76AE9">
        <w:t xml:space="preserve"> v </w:t>
      </w:r>
      <w:r w:rsidR="00E76AE9">
        <w:t>oboru dopravní stavby</w:t>
      </w:r>
      <w:r w:rsidRPr="00E76AE9">
        <w:t>;</w:t>
      </w:r>
    </w:p>
    <w:p w:rsidR="0035531B" w:rsidRPr="00E76AE9" w:rsidRDefault="0035531B" w:rsidP="00930B79">
      <w:pPr>
        <w:pStyle w:val="Odstavec1-1a"/>
        <w:rPr>
          <w:rStyle w:val="Tun9b"/>
        </w:rPr>
      </w:pPr>
      <w:r w:rsidRPr="00E76AE9">
        <w:rPr>
          <w:rStyle w:val="Tun9b"/>
        </w:rPr>
        <w:t>zástupce stavbyvedoucího</w:t>
      </w:r>
    </w:p>
    <w:p w:rsidR="0035531B" w:rsidRPr="00E76AE9" w:rsidRDefault="0035531B" w:rsidP="00930B79">
      <w:pPr>
        <w:pStyle w:val="Odrka1-2-"/>
      </w:pPr>
      <w:r w:rsidRPr="00E76AE9">
        <w:t>minimálně středoškolské vzdělání;</w:t>
      </w:r>
    </w:p>
    <w:p w:rsidR="0035531B" w:rsidRPr="00E76AE9" w:rsidRDefault="0035531B" w:rsidP="00930B79">
      <w:pPr>
        <w:pStyle w:val="Odrka1-2-"/>
      </w:pPr>
      <w:r w:rsidRPr="00E76AE9">
        <w:lastRenderedPageBreak/>
        <w:t>nejméně 5 let praxe</w:t>
      </w:r>
      <w:r w:rsidR="00092CC9" w:rsidRPr="00E76AE9">
        <w:t xml:space="preserve"> v </w:t>
      </w:r>
      <w:r w:rsidRPr="00E76AE9">
        <w:t>řízení provádění staveb železničních drah;</w:t>
      </w:r>
    </w:p>
    <w:p w:rsidR="0035531B" w:rsidRPr="00E76AE9" w:rsidRDefault="0035531B" w:rsidP="00930B79">
      <w:pPr>
        <w:pStyle w:val="Odrka1-2-"/>
      </w:pPr>
      <w:r w:rsidRPr="00E76AE9">
        <w:t>zkušenost</w:t>
      </w:r>
      <w:r w:rsidR="00845C50" w:rsidRPr="00E76AE9">
        <w:t xml:space="preserve"> s </w:t>
      </w:r>
      <w:r w:rsidRPr="00E76AE9">
        <w:t xml:space="preserve">řízením realizace alespoň jedné zakázky - stavby železničních drah, jež zahrnovala novostavbu nebo rekonstrukci </w:t>
      </w:r>
      <w:r w:rsidR="00E76AE9" w:rsidRPr="00E76AE9">
        <w:rPr>
          <w:rFonts w:ascii="Verdana" w:hAnsi="Verdana" w:cs="Calibri"/>
        </w:rPr>
        <w:t>železničního svršku a železničního spodku a/nebo trakčního vedení a/nebo zabezpečovacího zařízení</w:t>
      </w:r>
      <w:r w:rsidR="00E76AE9" w:rsidRPr="00E76AE9">
        <w:t xml:space="preserve"> v hodnotě nejméně </w:t>
      </w:r>
      <w:r w:rsidR="00E76AE9" w:rsidRPr="00E76AE9">
        <w:rPr>
          <w:b/>
        </w:rPr>
        <w:t>80 000 000,-</w:t>
      </w:r>
      <w:r w:rsidR="00E76AE9" w:rsidRPr="00E76AE9">
        <w:t xml:space="preserve"> </w:t>
      </w:r>
      <w:r w:rsidR="00E76AE9" w:rsidRPr="00E76AE9">
        <w:rPr>
          <w:b/>
        </w:rPr>
        <w:t>Kč</w:t>
      </w:r>
      <w:r w:rsidRPr="00E76AE9">
        <w:t xml:space="preserve"> bez DPH (částka Kč se vztahuje</w:t>
      </w:r>
      <w:r w:rsidR="00BC6D2B" w:rsidRPr="00E76AE9">
        <w:t xml:space="preserve"> k </w:t>
      </w:r>
      <w:r w:rsidRPr="00E76AE9">
        <w:t xml:space="preserve">hodnotě novostavby nebo rekonstrukce </w:t>
      </w:r>
      <w:r w:rsidR="00E76AE9" w:rsidRPr="00E76AE9">
        <w:rPr>
          <w:rFonts w:ascii="Verdana" w:hAnsi="Verdana" w:cs="Calibri"/>
        </w:rPr>
        <w:t>železničního svršku a železničního spodku a/nebo trakčního vedení a/nebo zabezpečovacího zařízení</w:t>
      </w:r>
      <w:r w:rsidRPr="00E76AE9">
        <w:t>, nikoli</w:t>
      </w:r>
      <w:r w:rsidR="00BC6D2B" w:rsidRPr="00E76AE9">
        <w:t xml:space="preserve"> k </w:t>
      </w:r>
      <w:r w:rsidRPr="00E76AE9">
        <w:t>hodnotě zakázky jako celku),</w:t>
      </w:r>
      <w:r w:rsidR="00845C50" w:rsidRPr="00E76AE9">
        <w:t xml:space="preserve"> a </w:t>
      </w:r>
      <w:r w:rsidRPr="00E76AE9">
        <w:t>to</w:t>
      </w:r>
      <w:r w:rsidR="00092CC9" w:rsidRPr="00E76AE9">
        <w:t xml:space="preserve"> v </w:t>
      </w:r>
      <w:r w:rsidRPr="00E76AE9">
        <w:t>posledních 10 letech před zahájením zadávacího řízení;</w:t>
      </w:r>
    </w:p>
    <w:p w:rsidR="0035531B" w:rsidRPr="00284A7C" w:rsidRDefault="0035531B" w:rsidP="00930B79">
      <w:pPr>
        <w:pStyle w:val="Odrka1-2-"/>
      </w:pPr>
      <w:r w:rsidRPr="00284A7C">
        <w:t>musí předložit doklad</w:t>
      </w:r>
      <w:r w:rsidR="00092CC9" w:rsidRPr="00284A7C">
        <w:t xml:space="preserve"> o </w:t>
      </w:r>
      <w:r w:rsidRPr="00284A7C">
        <w:t>autorizaci</w:t>
      </w:r>
      <w:r w:rsidR="00092CC9" w:rsidRPr="00284A7C">
        <w:t xml:space="preserve"> v </w:t>
      </w:r>
      <w:r w:rsidRPr="00284A7C">
        <w:t>rozsahu dle § 5 odst. 3 písm. b) autorizačního zákona, tedy</w:t>
      </w:r>
      <w:r w:rsidR="00092CC9" w:rsidRPr="00284A7C">
        <w:t xml:space="preserve"> v </w:t>
      </w:r>
      <w:r w:rsidRPr="00284A7C">
        <w:t>oboru dopravní stavby;</w:t>
      </w:r>
    </w:p>
    <w:p w:rsidR="0035531B" w:rsidRPr="00284A7C" w:rsidRDefault="0035531B" w:rsidP="00930B79">
      <w:pPr>
        <w:pStyle w:val="Odstavec1-1a"/>
        <w:rPr>
          <w:rStyle w:val="Tun9b"/>
        </w:rPr>
      </w:pPr>
      <w:r w:rsidRPr="00284A7C">
        <w:rPr>
          <w:rStyle w:val="Tun9b"/>
        </w:rPr>
        <w:t xml:space="preserve">specialista (vedoucí prací) na železniční svršek </w:t>
      </w:r>
    </w:p>
    <w:p w:rsidR="0035531B" w:rsidRPr="00284A7C" w:rsidRDefault="0035531B" w:rsidP="00930B79">
      <w:pPr>
        <w:pStyle w:val="Odrka1-2-"/>
      </w:pPr>
      <w:r w:rsidRPr="00284A7C">
        <w:t>minimálně středoškolské vzdělání;</w:t>
      </w:r>
    </w:p>
    <w:p w:rsidR="0035531B" w:rsidRPr="00284A7C" w:rsidRDefault="0035531B" w:rsidP="00930B79">
      <w:pPr>
        <w:pStyle w:val="Odrka1-2-"/>
      </w:pPr>
      <w:r w:rsidRPr="00284A7C">
        <w:t>nejméně 5 let praxe</w:t>
      </w:r>
      <w:r w:rsidR="00092CC9" w:rsidRPr="00284A7C">
        <w:t xml:space="preserve"> v </w:t>
      </w:r>
      <w:r w:rsidRPr="00284A7C">
        <w:t xml:space="preserve">oboru své specializace </w:t>
      </w:r>
      <w:r w:rsidR="0084414D" w:rsidRPr="00284A7C">
        <w:t xml:space="preserve">(železniční svršek) </w:t>
      </w:r>
      <w:r w:rsidRPr="00284A7C">
        <w:t>při provádění staveb;</w:t>
      </w:r>
    </w:p>
    <w:p w:rsidR="0035531B" w:rsidRPr="00284A7C" w:rsidRDefault="0035531B" w:rsidP="00930B79">
      <w:pPr>
        <w:pStyle w:val="Odrka1-2-"/>
      </w:pPr>
      <w:r w:rsidRPr="00284A7C">
        <w:t>zkušenost</w:t>
      </w:r>
      <w:r w:rsidR="00845C50" w:rsidRPr="00284A7C">
        <w:t xml:space="preserve"> s </w:t>
      </w:r>
      <w:r w:rsidRPr="00284A7C">
        <w:t>realizací alespoň jedné zakázky - stavby železničních drah, jež zahrnovala novostavbu nebo rekonstrukci železničního svršku na dvoukolejné nebo vícekolejné elektrifikované trati</w:t>
      </w:r>
      <w:r w:rsidR="00845C50" w:rsidRPr="00284A7C">
        <w:t xml:space="preserve"> s </w:t>
      </w:r>
      <w:r w:rsidRPr="00284A7C">
        <w:t xml:space="preserve">délkou souvislého traťového úseku nejméně </w:t>
      </w:r>
      <w:r w:rsidR="005E7F04" w:rsidRPr="00284A7C">
        <w:t>1,9</w:t>
      </w:r>
      <w:r w:rsidRPr="00284A7C">
        <w:t xml:space="preserve"> km, nebo</w:t>
      </w:r>
      <w:r w:rsidR="00092CC9" w:rsidRPr="00284A7C">
        <w:t xml:space="preserve"> v </w:t>
      </w:r>
      <w:r w:rsidRPr="00284A7C">
        <w:t>železn</w:t>
      </w:r>
      <w:r w:rsidR="005E7F04" w:rsidRPr="00284A7C">
        <w:t xml:space="preserve">iční stanici na elektrifikované </w:t>
      </w:r>
      <w:r w:rsidRPr="00284A7C">
        <w:t>trati</w:t>
      </w:r>
      <w:r w:rsidR="00845C50" w:rsidRPr="00284A7C">
        <w:t xml:space="preserve"> s </w:t>
      </w:r>
      <w:r w:rsidRPr="00284A7C">
        <w:t xml:space="preserve">minimálním počtem </w:t>
      </w:r>
      <w:r w:rsidR="005E7F04" w:rsidRPr="00284A7C">
        <w:t>8</w:t>
      </w:r>
      <w:r w:rsidRPr="00284A7C">
        <w:t xml:space="preserve"> ks,</w:t>
      </w:r>
      <w:r w:rsidR="00845C50" w:rsidRPr="00284A7C">
        <w:t xml:space="preserve"> a </w:t>
      </w:r>
      <w:r w:rsidRPr="00284A7C">
        <w:t>to</w:t>
      </w:r>
      <w:r w:rsidR="00092CC9" w:rsidRPr="00284A7C">
        <w:t xml:space="preserve"> v </w:t>
      </w:r>
      <w:r w:rsidRPr="00284A7C">
        <w:t xml:space="preserve">hodnotě nejméně </w:t>
      </w:r>
      <w:r w:rsidR="00284A7C" w:rsidRPr="00284A7C">
        <w:rPr>
          <w:b/>
        </w:rPr>
        <w:t>105 000 000,-</w:t>
      </w:r>
      <w:r w:rsidRPr="00284A7C">
        <w:rPr>
          <w:b/>
        </w:rPr>
        <w:t xml:space="preserve"> Kč</w:t>
      </w:r>
      <w:r w:rsidR="00284A7C" w:rsidRPr="00284A7C">
        <w:t xml:space="preserve"> bez DPH </w:t>
      </w:r>
      <w:r w:rsidRPr="00284A7C">
        <w:t>(částka Kč se vztahuje</w:t>
      </w:r>
      <w:r w:rsidR="00BC6D2B" w:rsidRPr="00284A7C">
        <w:t xml:space="preserve"> k </w:t>
      </w:r>
      <w:r w:rsidRPr="00284A7C">
        <w:t>hodnotě novostavby nebo rekonstrukce železničního svršku, nikoli</w:t>
      </w:r>
      <w:r w:rsidR="00BC6D2B" w:rsidRPr="00284A7C">
        <w:t xml:space="preserve"> k </w:t>
      </w:r>
      <w:r w:rsidRPr="00284A7C">
        <w:t>hodnotě zakázky jako celku),</w:t>
      </w:r>
      <w:r w:rsidR="00845C50" w:rsidRPr="00284A7C">
        <w:t xml:space="preserve"> a </w:t>
      </w:r>
      <w:r w:rsidRPr="00284A7C">
        <w:t>to</w:t>
      </w:r>
      <w:r w:rsidR="00092CC9" w:rsidRPr="00284A7C">
        <w:t xml:space="preserve"> v </w:t>
      </w:r>
      <w:r w:rsidRPr="00284A7C">
        <w:t>posledních 10 letech před zahájením zadávacího řízení;</w:t>
      </w:r>
    </w:p>
    <w:p w:rsidR="0035531B" w:rsidRPr="00284A7C" w:rsidRDefault="00284A7C" w:rsidP="00AD1771">
      <w:pPr>
        <w:pStyle w:val="Odrka1-2-"/>
      </w:pPr>
      <w:r w:rsidRPr="00284A7C">
        <w:t>musí předložit doklad o autorizaci v rozsahu dle § 5 odst. 3 písm. b) autorizačního zákona, tedy v oboru dopravní stavby;</w:t>
      </w:r>
    </w:p>
    <w:p w:rsidR="0035531B" w:rsidRPr="00284A7C" w:rsidRDefault="0035531B" w:rsidP="008B2021">
      <w:pPr>
        <w:pStyle w:val="Odstavec1-1a"/>
        <w:rPr>
          <w:rStyle w:val="Tun9b"/>
        </w:rPr>
      </w:pPr>
      <w:r w:rsidRPr="00284A7C">
        <w:rPr>
          <w:rStyle w:val="Tun9b"/>
        </w:rPr>
        <w:t>specialista (vedoucí prací) na železniční spodek</w:t>
      </w:r>
    </w:p>
    <w:p w:rsidR="0035531B" w:rsidRPr="00284A7C" w:rsidRDefault="0035531B" w:rsidP="008B2021">
      <w:pPr>
        <w:pStyle w:val="Odrka1-2-"/>
      </w:pPr>
      <w:r w:rsidRPr="00284A7C">
        <w:t>minimálně středoškolské vzdělání;</w:t>
      </w:r>
    </w:p>
    <w:p w:rsidR="0035531B" w:rsidRPr="00284A7C" w:rsidRDefault="0035531B" w:rsidP="008B2021">
      <w:pPr>
        <w:pStyle w:val="Odrka1-2-"/>
      </w:pPr>
      <w:r w:rsidRPr="00284A7C">
        <w:t>nejméně 5 let praxe</w:t>
      </w:r>
      <w:r w:rsidR="00092CC9" w:rsidRPr="00284A7C">
        <w:t xml:space="preserve"> v </w:t>
      </w:r>
      <w:r w:rsidRPr="00284A7C">
        <w:t xml:space="preserve">oboru své specializace </w:t>
      </w:r>
      <w:r w:rsidR="0084414D" w:rsidRPr="00284A7C">
        <w:t xml:space="preserve">(železniční spodek) </w:t>
      </w:r>
      <w:r w:rsidRPr="00284A7C">
        <w:t>při provádění staveb;</w:t>
      </w:r>
    </w:p>
    <w:p w:rsidR="0035531B" w:rsidRPr="00284A7C" w:rsidRDefault="0035531B" w:rsidP="008B2021">
      <w:pPr>
        <w:pStyle w:val="Odrka1-2-"/>
      </w:pPr>
      <w:r w:rsidRPr="00284A7C">
        <w:t>zkušenost</w:t>
      </w:r>
      <w:r w:rsidR="00845C50" w:rsidRPr="00284A7C">
        <w:t xml:space="preserve"> s </w:t>
      </w:r>
      <w:r w:rsidRPr="00284A7C">
        <w:t xml:space="preserve">realizací alespoň jedné zakázky - stavby železničních drah, jež zahrnovala novostavbu nebo rekonstrukci </w:t>
      </w:r>
      <w:r w:rsidR="00DE6A35" w:rsidRPr="00284A7C">
        <w:t xml:space="preserve">tělesa </w:t>
      </w:r>
      <w:r w:rsidRPr="00284A7C">
        <w:t>železničního spodku</w:t>
      </w:r>
      <w:r w:rsidR="00092CC9" w:rsidRPr="00284A7C">
        <w:t xml:space="preserve"> v </w:t>
      </w:r>
      <w:r w:rsidRPr="00284A7C">
        <w:t xml:space="preserve">hodnotě nejméně </w:t>
      </w:r>
      <w:r w:rsidR="00284A7C" w:rsidRPr="00284A7C">
        <w:rPr>
          <w:b/>
        </w:rPr>
        <w:t>25 000 000,-</w:t>
      </w:r>
      <w:r w:rsidRPr="00284A7C">
        <w:rPr>
          <w:b/>
        </w:rPr>
        <w:t xml:space="preserve"> Kč</w:t>
      </w:r>
      <w:r w:rsidRPr="00284A7C">
        <w:t xml:space="preserve"> bez (částka Kč se vztahuje</w:t>
      </w:r>
      <w:r w:rsidR="00BC6D2B" w:rsidRPr="00284A7C">
        <w:t xml:space="preserve"> k </w:t>
      </w:r>
      <w:r w:rsidRPr="00284A7C">
        <w:t xml:space="preserve">hodnotě novostavby nebo rekonstrukce </w:t>
      </w:r>
      <w:r w:rsidR="00C57268" w:rsidRPr="00284A7C">
        <w:t xml:space="preserve">tělesa </w:t>
      </w:r>
      <w:r w:rsidRPr="00284A7C">
        <w:t>železničního spodku, nikoli</w:t>
      </w:r>
      <w:r w:rsidR="00BC6D2B" w:rsidRPr="00284A7C">
        <w:t xml:space="preserve"> k </w:t>
      </w:r>
      <w:r w:rsidRPr="00284A7C">
        <w:t>hodnotě zakázky jako celku),</w:t>
      </w:r>
      <w:r w:rsidR="00845C50" w:rsidRPr="00284A7C">
        <w:t xml:space="preserve"> a </w:t>
      </w:r>
      <w:r w:rsidRPr="00284A7C">
        <w:t>to</w:t>
      </w:r>
      <w:r w:rsidR="00092CC9" w:rsidRPr="00284A7C">
        <w:t xml:space="preserve"> v </w:t>
      </w:r>
      <w:r w:rsidRPr="00284A7C">
        <w:t>posledních 10 letech před zahájením zadávacího řízení;</w:t>
      </w:r>
    </w:p>
    <w:p w:rsidR="0035531B" w:rsidRPr="00284A7C" w:rsidRDefault="00284A7C" w:rsidP="008B2021">
      <w:pPr>
        <w:pStyle w:val="Odrka1-2-"/>
      </w:pPr>
      <w:r w:rsidRPr="00284A7C">
        <w:t>musí předložit doklad o autorizaci v rozsahu dle § 5 odst. 3 písm. b) autorizačního zákona, tedy v oboru dopravní stavby;</w:t>
      </w:r>
    </w:p>
    <w:p w:rsidR="0035531B" w:rsidRPr="003B4890" w:rsidRDefault="0035531B" w:rsidP="008B2021">
      <w:pPr>
        <w:pStyle w:val="Odstavec1-1a"/>
        <w:rPr>
          <w:rStyle w:val="Tun9b"/>
        </w:rPr>
      </w:pPr>
      <w:r w:rsidRPr="003B4890">
        <w:rPr>
          <w:rStyle w:val="Tun9b"/>
        </w:rPr>
        <w:t>specialista (vedoucí prací) na pozemní stavby</w:t>
      </w:r>
    </w:p>
    <w:p w:rsidR="0035531B" w:rsidRPr="003B4890" w:rsidRDefault="0035531B" w:rsidP="008B2021">
      <w:pPr>
        <w:pStyle w:val="Odrka1-2-"/>
      </w:pPr>
      <w:r w:rsidRPr="003B4890">
        <w:t>minimálně středoškolské vzdělání;</w:t>
      </w:r>
    </w:p>
    <w:p w:rsidR="0035531B" w:rsidRPr="003B4890" w:rsidRDefault="0035531B" w:rsidP="008B2021">
      <w:pPr>
        <w:pStyle w:val="Odrka1-2-"/>
      </w:pPr>
      <w:r w:rsidRPr="003B4890">
        <w:t>nejméně 5 let praxe</w:t>
      </w:r>
      <w:r w:rsidR="00092CC9" w:rsidRPr="003B4890">
        <w:t xml:space="preserve"> v </w:t>
      </w:r>
      <w:r w:rsidRPr="003B4890">
        <w:t xml:space="preserve">oboru své specializace </w:t>
      </w:r>
      <w:r w:rsidR="0084414D" w:rsidRPr="003B4890">
        <w:t xml:space="preserve">(pozemní stavby) </w:t>
      </w:r>
      <w:r w:rsidRPr="003B4890">
        <w:t>při provádění staveb;</w:t>
      </w:r>
    </w:p>
    <w:p w:rsidR="0035531B" w:rsidRPr="003B4890" w:rsidRDefault="0035531B" w:rsidP="008B2021">
      <w:pPr>
        <w:pStyle w:val="Odrka1-2-"/>
      </w:pPr>
      <w:r w:rsidRPr="003B4890">
        <w:t>zkušenost</w:t>
      </w:r>
      <w:r w:rsidR="00845C50" w:rsidRPr="003B4890">
        <w:t xml:space="preserve"> s </w:t>
      </w:r>
      <w:r w:rsidRPr="003B4890">
        <w:t>realizací alespoň jedné zakázky - stavby, jež zahrnovala novostavbu nebo rekonstrukci pozemních objektů</w:t>
      </w:r>
      <w:r w:rsidR="00092CC9" w:rsidRPr="003B4890">
        <w:t xml:space="preserve"> v </w:t>
      </w:r>
      <w:r w:rsidRPr="003B4890">
        <w:t xml:space="preserve">souhrnné hodnotě nejméně </w:t>
      </w:r>
      <w:r w:rsidR="00896ADB" w:rsidRPr="003B4890">
        <w:rPr>
          <w:b/>
        </w:rPr>
        <w:t>7 500 000,-</w:t>
      </w:r>
      <w:r w:rsidRPr="003B4890">
        <w:rPr>
          <w:b/>
        </w:rPr>
        <w:t xml:space="preserve"> Kč</w:t>
      </w:r>
      <w:r w:rsidRPr="003B4890">
        <w:t xml:space="preserve"> bez DPH (částka Kč se vztahuje</w:t>
      </w:r>
      <w:r w:rsidR="00BC6D2B" w:rsidRPr="003B4890">
        <w:t xml:space="preserve"> k </w:t>
      </w:r>
      <w:r w:rsidRPr="003B4890">
        <w:t>hodnotě novostavby nebo rekonstrukce pozemních objektů, nikoli</w:t>
      </w:r>
      <w:r w:rsidR="00BC6D2B" w:rsidRPr="003B4890">
        <w:t xml:space="preserve"> k </w:t>
      </w:r>
      <w:r w:rsidRPr="003B4890">
        <w:t>hodnotě zakázky jako celku),</w:t>
      </w:r>
      <w:r w:rsidR="00845C50" w:rsidRPr="003B4890">
        <w:t xml:space="preserve"> a </w:t>
      </w:r>
      <w:r w:rsidRPr="003B4890">
        <w:t>to</w:t>
      </w:r>
      <w:r w:rsidR="00092CC9" w:rsidRPr="003B4890">
        <w:t xml:space="preserve"> v </w:t>
      </w:r>
      <w:r w:rsidRPr="003B4890">
        <w:t>posledních 10 letech před zahájením zadávacího řízení;</w:t>
      </w:r>
    </w:p>
    <w:p w:rsidR="0035531B" w:rsidRPr="003B4890" w:rsidRDefault="00896ADB" w:rsidP="008B2021">
      <w:pPr>
        <w:pStyle w:val="Odrka1-2-"/>
      </w:pPr>
      <w:r w:rsidRPr="003B4890">
        <w:rPr>
          <w:rFonts w:cs="Calibri"/>
        </w:rPr>
        <w:t>musí předložit doklad o autorizaci/registraci v rozsahu dle § 5 odst. 3 písm. a) autorizačního zákona, tedy v oboru pozemní stavby</w:t>
      </w:r>
      <w:r w:rsidRPr="003B4890">
        <w:t>;</w:t>
      </w:r>
    </w:p>
    <w:p w:rsidR="0035531B" w:rsidRPr="003B4890" w:rsidRDefault="0035531B" w:rsidP="008B2021">
      <w:pPr>
        <w:pStyle w:val="Odstavec1-1a"/>
        <w:rPr>
          <w:b/>
        </w:rPr>
      </w:pPr>
      <w:r w:rsidRPr="003B4890">
        <w:rPr>
          <w:b/>
        </w:rPr>
        <w:t>specialista (vedoucí prací) na mosty</w:t>
      </w:r>
      <w:r w:rsidR="00845C50" w:rsidRPr="003B4890">
        <w:rPr>
          <w:b/>
        </w:rPr>
        <w:t xml:space="preserve"> a </w:t>
      </w:r>
      <w:r w:rsidRPr="003B4890">
        <w:rPr>
          <w:b/>
        </w:rPr>
        <w:t>inženýrské konstrukce</w:t>
      </w:r>
    </w:p>
    <w:p w:rsidR="0035531B" w:rsidRPr="003B4890" w:rsidRDefault="0035531B" w:rsidP="008B2021">
      <w:pPr>
        <w:pStyle w:val="Odrka1-2-"/>
      </w:pPr>
      <w:r w:rsidRPr="003B4890">
        <w:t>minimálně středoškolské vzdělání;</w:t>
      </w:r>
    </w:p>
    <w:p w:rsidR="0035531B" w:rsidRPr="003B4890" w:rsidRDefault="0035531B" w:rsidP="008B2021">
      <w:pPr>
        <w:pStyle w:val="Odrka1-2-"/>
      </w:pPr>
      <w:r w:rsidRPr="003B4890">
        <w:t>nejméně 5 let praxe</w:t>
      </w:r>
      <w:r w:rsidR="00092CC9" w:rsidRPr="003B4890">
        <w:t xml:space="preserve"> v </w:t>
      </w:r>
      <w:r w:rsidRPr="003B4890">
        <w:t xml:space="preserve">oboru své specializace </w:t>
      </w:r>
      <w:r w:rsidR="0084414D" w:rsidRPr="003B4890">
        <w:t xml:space="preserve">(mosty a inženýrské konstrukce) </w:t>
      </w:r>
      <w:r w:rsidRPr="003B4890">
        <w:t>při provádění staveb;</w:t>
      </w:r>
    </w:p>
    <w:p w:rsidR="0035531B" w:rsidRPr="003B4890" w:rsidRDefault="0035531B" w:rsidP="008B2021">
      <w:pPr>
        <w:pStyle w:val="Odrka1-2-"/>
      </w:pPr>
      <w:r w:rsidRPr="003B4890">
        <w:lastRenderedPageBreak/>
        <w:t>zkušenost</w:t>
      </w:r>
      <w:r w:rsidR="00845C50" w:rsidRPr="003B4890">
        <w:t xml:space="preserve"> s </w:t>
      </w:r>
      <w:r w:rsidRPr="003B4890">
        <w:t xml:space="preserve">realizací alespoň jedné zakázky - stavby železničních drah, jež zahrnovala novostavbu nebo rekonstrukci železničního </w:t>
      </w:r>
      <w:r w:rsidR="002867AC">
        <w:t xml:space="preserve">monolitického </w:t>
      </w:r>
      <w:r w:rsidR="003B4890" w:rsidRPr="003B4890">
        <w:t xml:space="preserve">železobetonového </w:t>
      </w:r>
      <w:r w:rsidRPr="003B4890">
        <w:t>mostu</w:t>
      </w:r>
      <w:r w:rsidR="00092CC9" w:rsidRPr="003B4890">
        <w:t xml:space="preserve"> </w:t>
      </w:r>
      <w:r w:rsidR="003B4890" w:rsidRPr="003B4890">
        <w:t>v</w:t>
      </w:r>
      <w:r w:rsidRPr="003B4890">
        <w:t xml:space="preserve"> hodnotě nejméně </w:t>
      </w:r>
      <w:r w:rsidR="003B4890" w:rsidRPr="003B4890">
        <w:rPr>
          <w:b/>
        </w:rPr>
        <w:t>20</w:t>
      </w:r>
      <w:r w:rsidR="002544FC" w:rsidRPr="003B4890">
        <w:rPr>
          <w:b/>
        </w:rPr>
        <w:t> 000 000,-</w:t>
      </w:r>
      <w:r w:rsidRPr="003B4890">
        <w:rPr>
          <w:b/>
        </w:rPr>
        <w:t xml:space="preserve"> Kč</w:t>
      </w:r>
      <w:r w:rsidRPr="003B4890">
        <w:t xml:space="preserve"> bez DPH (částka Kč se vztahuje</w:t>
      </w:r>
      <w:r w:rsidR="00BC6D2B" w:rsidRPr="003B4890">
        <w:t xml:space="preserve"> k </w:t>
      </w:r>
      <w:r w:rsidRPr="003B4890">
        <w:t xml:space="preserve">hodnotě novostavby nebo </w:t>
      </w:r>
      <w:r w:rsidR="002544FC" w:rsidRPr="003B4890">
        <w:t xml:space="preserve">rekonstrukce železničního </w:t>
      </w:r>
      <w:r w:rsidR="002867AC">
        <w:t xml:space="preserve">monolitického železobetonového </w:t>
      </w:r>
      <w:r w:rsidR="002544FC" w:rsidRPr="003B4890">
        <w:t>mostu</w:t>
      </w:r>
      <w:r w:rsidRPr="003B4890">
        <w:t>, nikoli</w:t>
      </w:r>
      <w:r w:rsidR="00BC6D2B" w:rsidRPr="003B4890">
        <w:t xml:space="preserve"> k </w:t>
      </w:r>
      <w:r w:rsidRPr="003B4890">
        <w:t>hodnotě zakázky jako celku),</w:t>
      </w:r>
      <w:r w:rsidR="00845C50" w:rsidRPr="003B4890">
        <w:t xml:space="preserve"> a </w:t>
      </w:r>
      <w:r w:rsidRPr="003B4890">
        <w:t>to</w:t>
      </w:r>
      <w:r w:rsidR="00092CC9" w:rsidRPr="003B4890">
        <w:t xml:space="preserve"> v </w:t>
      </w:r>
      <w:r w:rsidRPr="003B4890">
        <w:t>posledních 10 letech před zahájením zadávacího řízení;</w:t>
      </w:r>
    </w:p>
    <w:p w:rsidR="0035531B" w:rsidRPr="003B4890" w:rsidRDefault="002544FC" w:rsidP="008B2021">
      <w:pPr>
        <w:pStyle w:val="Odrka1-2-"/>
      </w:pPr>
      <w:r w:rsidRPr="003B4890">
        <w:t>musí předložit doklad o autorizaci v rozsahu dle § 5 odst. 3 písm. d) autorizačního zákona, tedy v oboru mosty a inženýrské konstrukce;</w:t>
      </w:r>
    </w:p>
    <w:p w:rsidR="0035531B" w:rsidRPr="002544FC" w:rsidRDefault="0035531B" w:rsidP="008B2021">
      <w:pPr>
        <w:pStyle w:val="Odstavec1-1a"/>
        <w:rPr>
          <w:rStyle w:val="Tun9b"/>
        </w:rPr>
      </w:pPr>
      <w:r w:rsidRPr="002544FC">
        <w:rPr>
          <w:rStyle w:val="Tun9b"/>
        </w:rPr>
        <w:t>specialista (vedoucí prací) na zabezpečovací zařízení</w:t>
      </w:r>
    </w:p>
    <w:p w:rsidR="0035531B" w:rsidRPr="002544FC" w:rsidRDefault="0035531B" w:rsidP="008B2021">
      <w:pPr>
        <w:pStyle w:val="Odrka1-2-"/>
      </w:pPr>
      <w:r w:rsidRPr="002544FC">
        <w:t>minimálně středoškolské vzdělání;</w:t>
      </w:r>
    </w:p>
    <w:p w:rsidR="0035531B" w:rsidRPr="002544FC" w:rsidRDefault="0035531B" w:rsidP="008B2021">
      <w:pPr>
        <w:pStyle w:val="Odrka1-2-"/>
      </w:pPr>
      <w:r w:rsidRPr="002544FC">
        <w:t>nejméně 5 let praxe</w:t>
      </w:r>
      <w:r w:rsidR="00092CC9" w:rsidRPr="002544FC">
        <w:t xml:space="preserve"> v </w:t>
      </w:r>
      <w:r w:rsidRPr="002544FC">
        <w:t xml:space="preserve">oboru své specializace </w:t>
      </w:r>
      <w:r w:rsidR="0084414D" w:rsidRPr="002544FC">
        <w:t xml:space="preserve">(zabezpečovací zařízení) </w:t>
      </w:r>
      <w:r w:rsidRPr="002544FC">
        <w:t>při provádění staveb;</w:t>
      </w:r>
    </w:p>
    <w:p w:rsidR="0035531B" w:rsidRPr="002544FC" w:rsidRDefault="0035531B" w:rsidP="008B2021">
      <w:pPr>
        <w:pStyle w:val="Odrka1-2-"/>
      </w:pPr>
      <w:r w:rsidRPr="002544FC">
        <w:t>zkušenost</w:t>
      </w:r>
      <w:r w:rsidR="00845C50" w:rsidRPr="002544FC">
        <w:t xml:space="preserve"> s </w:t>
      </w:r>
      <w:r w:rsidRPr="002544FC">
        <w:t xml:space="preserve">realizací alespoň jedné zakázky - stavby železničních drah, jež zahrnovala novostavbu nebo rekonstrukci staničního a/nebo </w:t>
      </w:r>
      <w:r w:rsidR="00712CBA">
        <w:t xml:space="preserve">traťového </w:t>
      </w:r>
      <w:r w:rsidRPr="002544FC">
        <w:t>zabezpečovacího zařízení železničních drah na trati</w:t>
      </w:r>
      <w:r w:rsidR="00845C50" w:rsidRPr="002544FC">
        <w:t xml:space="preserve"> s </w:t>
      </w:r>
      <w:r w:rsidRPr="002544FC">
        <w:t xml:space="preserve">délkou souvislého traťového úseku nejméně </w:t>
      </w:r>
      <w:r w:rsidR="002544FC" w:rsidRPr="002544FC">
        <w:t>1,9</w:t>
      </w:r>
      <w:r w:rsidRPr="002544FC">
        <w:t xml:space="preserve"> km, nebo</w:t>
      </w:r>
      <w:r w:rsidR="00092CC9" w:rsidRPr="002544FC">
        <w:t xml:space="preserve"> v </w:t>
      </w:r>
      <w:r w:rsidRPr="002544FC">
        <w:t>železniční stanici na trati</w:t>
      </w:r>
      <w:r w:rsidR="00845C50" w:rsidRPr="002544FC">
        <w:t xml:space="preserve"> s </w:t>
      </w:r>
      <w:r w:rsidRPr="002544FC">
        <w:t xml:space="preserve">minimálním počtem </w:t>
      </w:r>
      <w:r w:rsidR="002544FC" w:rsidRPr="002544FC">
        <w:t>8</w:t>
      </w:r>
      <w:r w:rsidRPr="002544FC">
        <w:t xml:space="preserve"> ks výhybek,</w:t>
      </w:r>
      <w:r w:rsidR="00845C50" w:rsidRPr="002544FC">
        <w:t xml:space="preserve"> a </w:t>
      </w:r>
      <w:r w:rsidRPr="002544FC">
        <w:t>to</w:t>
      </w:r>
      <w:r w:rsidR="00092CC9" w:rsidRPr="002544FC">
        <w:t xml:space="preserve"> v </w:t>
      </w:r>
      <w:r w:rsidRPr="002544FC">
        <w:t xml:space="preserve">hodnotě nejméně </w:t>
      </w:r>
      <w:r w:rsidR="002544FC" w:rsidRPr="002544FC">
        <w:rPr>
          <w:b/>
        </w:rPr>
        <w:t>70 000 000,-</w:t>
      </w:r>
      <w:r w:rsidRPr="002544FC">
        <w:rPr>
          <w:b/>
        </w:rPr>
        <w:t xml:space="preserve"> Kč</w:t>
      </w:r>
      <w:r w:rsidRPr="002544FC">
        <w:t xml:space="preserve"> bez (částka Kč se vztahuje</w:t>
      </w:r>
      <w:r w:rsidR="00BC6D2B" w:rsidRPr="002544FC">
        <w:t xml:space="preserve"> k </w:t>
      </w:r>
      <w:r w:rsidRPr="002544FC">
        <w:t>hodnotě novostavby nebo rekonstrukce zabezpečovacího zařízení železničních drah, nikoli</w:t>
      </w:r>
      <w:r w:rsidR="00BC6D2B" w:rsidRPr="002544FC">
        <w:t xml:space="preserve"> k </w:t>
      </w:r>
      <w:r w:rsidRPr="002544FC">
        <w:t>hodnotě zakázky jako celku),</w:t>
      </w:r>
      <w:r w:rsidR="00845C50" w:rsidRPr="002544FC">
        <w:t xml:space="preserve"> a </w:t>
      </w:r>
      <w:r w:rsidRPr="002544FC">
        <w:t>to</w:t>
      </w:r>
      <w:r w:rsidR="00092CC9" w:rsidRPr="002544FC">
        <w:t xml:space="preserve"> v </w:t>
      </w:r>
      <w:r w:rsidRPr="002544FC">
        <w:t>posledních 10 letech před zahájením zadávacího řízení;</w:t>
      </w:r>
    </w:p>
    <w:p w:rsidR="0035531B" w:rsidRPr="004C2365" w:rsidRDefault="0035531B" w:rsidP="008B2021">
      <w:pPr>
        <w:pStyle w:val="Odrka1-2-"/>
      </w:pPr>
      <w:r w:rsidRPr="002544FC">
        <w:t>musí předložit doklad</w:t>
      </w:r>
      <w:r w:rsidR="00092CC9" w:rsidRPr="002544FC">
        <w:t xml:space="preserve"> o </w:t>
      </w:r>
      <w:r w:rsidRPr="002544FC">
        <w:t>autorizaci</w:t>
      </w:r>
      <w:r w:rsidR="00092CC9" w:rsidRPr="002544FC">
        <w:t xml:space="preserve"> v </w:t>
      </w:r>
      <w:r w:rsidRPr="002544FC">
        <w:t xml:space="preserve">rozsahu dle § 5 odst. 3 písm. e) </w:t>
      </w:r>
      <w:r w:rsidRPr="004C2365">
        <w:t>autorizačního zákona, tedy</w:t>
      </w:r>
      <w:r w:rsidR="00092CC9" w:rsidRPr="004C2365">
        <w:t xml:space="preserve"> v </w:t>
      </w:r>
      <w:r w:rsidRPr="004C2365">
        <w:t>oboru technologická zařízení staveb;</w:t>
      </w:r>
    </w:p>
    <w:p w:rsidR="0035531B" w:rsidRPr="004C2365" w:rsidRDefault="0035531B" w:rsidP="008B2021">
      <w:pPr>
        <w:pStyle w:val="Odstavec1-1a"/>
        <w:rPr>
          <w:rStyle w:val="Tun9b"/>
        </w:rPr>
      </w:pPr>
      <w:r w:rsidRPr="004C2365">
        <w:rPr>
          <w:rStyle w:val="Tun9b"/>
        </w:rPr>
        <w:t>specialista (vedoucí prací) na sdělovací zařízení</w:t>
      </w:r>
    </w:p>
    <w:p w:rsidR="0035531B" w:rsidRPr="004C2365" w:rsidRDefault="0035531B" w:rsidP="008B2021">
      <w:pPr>
        <w:pStyle w:val="Odrka1-2-"/>
      </w:pPr>
      <w:r w:rsidRPr="004C2365">
        <w:t>minimálně středoškolské vzdělání;</w:t>
      </w:r>
    </w:p>
    <w:p w:rsidR="0035531B" w:rsidRPr="004C2365" w:rsidRDefault="0035531B" w:rsidP="008B2021">
      <w:pPr>
        <w:pStyle w:val="Odrka1-2-"/>
      </w:pPr>
      <w:r w:rsidRPr="004C2365">
        <w:t>nejméně 5 let praxe</w:t>
      </w:r>
      <w:r w:rsidR="00092CC9" w:rsidRPr="004C2365">
        <w:t xml:space="preserve"> v </w:t>
      </w:r>
      <w:r w:rsidRPr="004C2365">
        <w:t xml:space="preserve">oboru své specializace </w:t>
      </w:r>
      <w:r w:rsidR="0084414D" w:rsidRPr="004C2365">
        <w:t xml:space="preserve">(sdělovací zařízení) </w:t>
      </w:r>
      <w:r w:rsidRPr="004C2365">
        <w:t>při provádění staveb;</w:t>
      </w:r>
    </w:p>
    <w:p w:rsidR="0035531B" w:rsidRPr="004C2365" w:rsidRDefault="0035531B" w:rsidP="008B2021">
      <w:pPr>
        <w:pStyle w:val="Odrka1-2-"/>
      </w:pPr>
      <w:r w:rsidRPr="004C2365">
        <w:t>zkušenost</w:t>
      </w:r>
      <w:r w:rsidR="00845C50" w:rsidRPr="004C2365">
        <w:t xml:space="preserve"> s </w:t>
      </w:r>
      <w:r w:rsidRPr="004C2365">
        <w:t>realizací alespoň jedné zakázky - stavby železničních drah, jež zahrnovala novostavbu nebo rekonstrukci sdělovacího zařízení železničních drah</w:t>
      </w:r>
      <w:r w:rsidR="00092CC9" w:rsidRPr="004C2365">
        <w:t xml:space="preserve"> v </w:t>
      </w:r>
      <w:r w:rsidRPr="004C2365">
        <w:t xml:space="preserve">hodnotě nejméně </w:t>
      </w:r>
      <w:r w:rsidR="005046BC" w:rsidRPr="004C2365">
        <w:rPr>
          <w:b/>
        </w:rPr>
        <w:t>35 000 000,-</w:t>
      </w:r>
      <w:r w:rsidRPr="004C2365">
        <w:rPr>
          <w:b/>
        </w:rPr>
        <w:t xml:space="preserve"> Kč</w:t>
      </w:r>
      <w:r w:rsidRPr="004C2365">
        <w:t xml:space="preserve"> bez DPH (částka Kč se vztahuje</w:t>
      </w:r>
      <w:r w:rsidR="00BC6D2B" w:rsidRPr="004C2365">
        <w:t xml:space="preserve"> k </w:t>
      </w:r>
      <w:r w:rsidRPr="004C2365">
        <w:t>hodnotě novostavby nebo rekonstrukce sdělovacího zařízení železničních drah, nikoli</w:t>
      </w:r>
      <w:r w:rsidR="00BC6D2B" w:rsidRPr="004C2365">
        <w:t xml:space="preserve"> k </w:t>
      </w:r>
      <w:r w:rsidRPr="004C2365">
        <w:t>hodnotě zakázky jako celku),</w:t>
      </w:r>
      <w:r w:rsidR="00845C50" w:rsidRPr="004C2365">
        <w:t xml:space="preserve"> a </w:t>
      </w:r>
      <w:r w:rsidRPr="004C2365">
        <w:t>to</w:t>
      </w:r>
      <w:r w:rsidR="00092CC9" w:rsidRPr="004C2365">
        <w:t xml:space="preserve"> v </w:t>
      </w:r>
      <w:r w:rsidRPr="004C2365">
        <w:t>posledních 10 letech před zahájením zadávacího řízení;</w:t>
      </w:r>
    </w:p>
    <w:p w:rsidR="0035531B" w:rsidRPr="004C2365" w:rsidRDefault="0035531B" w:rsidP="008B2021">
      <w:pPr>
        <w:pStyle w:val="Odrka1-2-"/>
      </w:pPr>
      <w:r w:rsidRPr="004C2365">
        <w:t>musí předložit doklad</w:t>
      </w:r>
      <w:r w:rsidR="00092CC9" w:rsidRPr="004C2365">
        <w:t xml:space="preserve"> o </w:t>
      </w:r>
      <w:r w:rsidRPr="004C2365">
        <w:t>autorizaci</w:t>
      </w:r>
      <w:r w:rsidR="00092CC9" w:rsidRPr="004C2365">
        <w:t xml:space="preserve"> v </w:t>
      </w:r>
      <w:r w:rsidRPr="004C2365">
        <w:t>rozsahu dle § 5 odst. 3 písm. e) autorizačního zákona, tedy</w:t>
      </w:r>
      <w:r w:rsidR="00092CC9" w:rsidRPr="004C2365">
        <w:t xml:space="preserve"> v </w:t>
      </w:r>
      <w:r w:rsidRPr="004C2365">
        <w:t>oboru technologická zařízení staveb;</w:t>
      </w:r>
    </w:p>
    <w:p w:rsidR="0035531B" w:rsidRPr="008A337E" w:rsidRDefault="0035531B" w:rsidP="008B2021">
      <w:pPr>
        <w:pStyle w:val="Odstavec1-1a"/>
        <w:rPr>
          <w:rStyle w:val="Tun9b"/>
        </w:rPr>
      </w:pPr>
      <w:r w:rsidRPr="008A337E">
        <w:rPr>
          <w:rStyle w:val="Tun9b"/>
        </w:rPr>
        <w:t xml:space="preserve">specialista (vedoucí prací) na trakční vedení </w:t>
      </w:r>
    </w:p>
    <w:p w:rsidR="0035531B" w:rsidRPr="008A337E" w:rsidRDefault="0035531B" w:rsidP="008B2021">
      <w:pPr>
        <w:pStyle w:val="Odrka1-2-"/>
      </w:pPr>
      <w:r w:rsidRPr="008A337E">
        <w:t>minimálně středoškolské vzdělání;</w:t>
      </w:r>
    </w:p>
    <w:p w:rsidR="0035531B" w:rsidRPr="008A337E" w:rsidRDefault="0035531B" w:rsidP="008B2021">
      <w:pPr>
        <w:pStyle w:val="Odrka1-2-"/>
      </w:pPr>
      <w:r w:rsidRPr="008A337E">
        <w:t>nejméně 5 let praxe</w:t>
      </w:r>
      <w:r w:rsidR="00092CC9" w:rsidRPr="008A337E">
        <w:t xml:space="preserve"> v </w:t>
      </w:r>
      <w:r w:rsidRPr="008A337E">
        <w:t xml:space="preserve">oboru své specializace </w:t>
      </w:r>
      <w:r w:rsidR="0084414D" w:rsidRPr="008A337E">
        <w:t xml:space="preserve">(trakční vedení) </w:t>
      </w:r>
      <w:r w:rsidRPr="008A337E">
        <w:t>při provádění staveb;</w:t>
      </w:r>
    </w:p>
    <w:p w:rsidR="0035531B" w:rsidRPr="008A337E" w:rsidRDefault="0035531B" w:rsidP="008B2021">
      <w:pPr>
        <w:pStyle w:val="Odrka1-2-"/>
      </w:pPr>
      <w:r w:rsidRPr="008A337E">
        <w:t>zkušenost</w:t>
      </w:r>
      <w:r w:rsidR="00845C50" w:rsidRPr="008A337E">
        <w:t xml:space="preserve"> s </w:t>
      </w:r>
      <w:r w:rsidRPr="008A337E">
        <w:t>realizací alespoň jedné zakázky - stavby železničních drah, jež zahrnovala novostavbu nebo rekonstrukci trakčního vedení se střídavým a/nebo stejnosměrným napětím na dvoukolejné nebo vícekolejné elektrifikované trati</w:t>
      </w:r>
      <w:r w:rsidR="00845C50" w:rsidRPr="008A337E">
        <w:t xml:space="preserve"> s </w:t>
      </w:r>
      <w:r w:rsidRPr="008A337E">
        <w:t xml:space="preserve">délkou souvislého traťového úseku nejméně </w:t>
      </w:r>
      <w:r w:rsidR="008A337E" w:rsidRPr="008A337E">
        <w:t>1,9</w:t>
      </w:r>
      <w:r w:rsidRPr="008A337E">
        <w:t xml:space="preserve"> km, nebo</w:t>
      </w:r>
      <w:r w:rsidR="00092CC9" w:rsidRPr="008A337E">
        <w:t xml:space="preserve"> v </w:t>
      </w:r>
      <w:r w:rsidRPr="008A337E">
        <w:t>železniční stanici na elektrifikované trati</w:t>
      </w:r>
      <w:r w:rsidR="00845C50" w:rsidRPr="008A337E">
        <w:t xml:space="preserve"> s </w:t>
      </w:r>
      <w:r w:rsidRPr="008A337E">
        <w:t xml:space="preserve">minimálním počtem </w:t>
      </w:r>
      <w:r w:rsidR="008A337E" w:rsidRPr="008A337E">
        <w:t>8</w:t>
      </w:r>
      <w:r w:rsidRPr="008A337E">
        <w:t xml:space="preserve"> ks výhybek,</w:t>
      </w:r>
      <w:r w:rsidR="00845C50" w:rsidRPr="008A337E">
        <w:t xml:space="preserve"> a </w:t>
      </w:r>
      <w:r w:rsidRPr="008A337E">
        <w:t>to</w:t>
      </w:r>
      <w:r w:rsidR="00092CC9" w:rsidRPr="008A337E">
        <w:t xml:space="preserve"> v </w:t>
      </w:r>
      <w:r w:rsidRPr="008A337E">
        <w:t xml:space="preserve">hodnotě nejméně </w:t>
      </w:r>
      <w:r w:rsidR="00712CBA">
        <w:rPr>
          <w:b/>
        </w:rPr>
        <w:t>75</w:t>
      </w:r>
      <w:r w:rsidR="008A337E" w:rsidRPr="008A337E">
        <w:rPr>
          <w:b/>
        </w:rPr>
        <w:t> 000 000,-</w:t>
      </w:r>
      <w:r w:rsidRPr="008A337E">
        <w:rPr>
          <w:b/>
        </w:rPr>
        <w:t xml:space="preserve"> Kč</w:t>
      </w:r>
      <w:r w:rsidRPr="008A337E">
        <w:t xml:space="preserve"> bez DPH (částka Kč se vztahuje</w:t>
      </w:r>
      <w:r w:rsidR="00BC6D2B" w:rsidRPr="008A337E">
        <w:t xml:space="preserve"> k </w:t>
      </w:r>
      <w:r w:rsidRPr="008A337E">
        <w:t>hodnotě novostavby nebo rekonstrukce trakčního vedení, nikoli</w:t>
      </w:r>
      <w:r w:rsidR="00BC6D2B" w:rsidRPr="008A337E">
        <w:t xml:space="preserve"> k </w:t>
      </w:r>
      <w:r w:rsidRPr="008A337E">
        <w:t>hodnotě zakázky jako celku),</w:t>
      </w:r>
      <w:r w:rsidR="00845C50" w:rsidRPr="008A337E">
        <w:t xml:space="preserve"> a </w:t>
      </w:r>
      <w:r w:rsidRPr="008A337E">
        <w:t>to</w:t>
      </w:r>
      <w:r w:rsidR="00092CC9" w:rsidRPr="008A337E">
        <w:t xml:space="preserve"> v </w:t>
      </w:r>
      <w:r w:rsidRPr="008A337E">
        <w:t>posledních 10 letech před zahájením zadávacího řízení;</w:t>
      </w:r>
    </w:p>
    <w:p w:rsidR="0035531B" w:rsidRPr="000E013F" w:rsidRDefault="0035531B" w:rsidP="008B2021">
      <w:pPr>
        <w:pStyle w:val="Odrka1-2-"/>
      </w:pPr>
      <w:r w:rsidRPr="008A337E">
        <w:t>musí předložit doklad</w:t>
      </w:r>
      <w:r w:rsidR="00092CC9" w:rsidRPr="008A337E">
        <w:t xml:space="preserve"> o </w:t>
      </w:r>
      <w:r w:rsidRPr="008A337E">
        <w:t>autorizaci</w:t>
      </w:r>
      <w:r w:rsidR="00092CC9" w:rsidRPr="008A337E">
        <w:t xml:space="preserve"> v </w:t>
      </w:r>
      <w:r w:rsidRPr="008A337E">
        <w:t xml:space="preserve">rozsahu dle § 5 odst. 3 písm. e) </w:t>
      </w:r>
      <w:r w:rsidRPr="000E013F">
        <w:t>autorizačního zákona, tedy</w:t>
      </w:r>
      <w:r w:rsidR="00092CC9" w:rsidRPr="000E013F">
        <w:t xml:space="preserve"> v </w:t>
      </w:r>
      <w:r w:rsidRPr="000E013F">
        <w:t>oboru technologická zařízení staveb;</w:t>
      </w:r>
    </w:p>
    <w:p w:rsidR="0035531B" w:rsidRPr="000E013F" w:rsidRDefault="0035531B" w:rsidP="008B2021">
      <w:pPr>
        <w:pStyle w:val="Odstavec1-1a"/>
        <w:rPr>
          <w:rStyle w:val="Tun9b"/>
        </w:rPr>
      </w:pPr>
      <w:r w:rsidRPr="000E013F">
        <w:rPr>
          <w:rStyle w:val="Tun9b"/>
        </w:rPr>
        <w:t>specialista (vedoucí prací) na silnoproud</w:t>
      </w:r>
    </w:p>
    <w:p w:rsidR="0035531B" w:rsidRPr="000E013F" w:rsidRDefault="0035531B" w:rsidP="008B2021">
      <w:pPr>
        <w:pStyle w:val="Odrka1-2-"/>
      </w:pPr>
      <w:r w:rsidRPr="000E013F">
        <w:t>minimálně středoškolské vzdělání;</w:t>
      </w:r>
    </w:p>
    <w:p w:rsidR="0035531B" w:rsidRPr="000E013F" w:rsidRDefault="0035531B" w:rsidP="008B2021">
      <w:pPr>
        <w:pStyle w:val="Odrka1-2-"/>
      </w:pPr>
      <w:r w:rsidRPr="000E013F">
        <w:t>nejméně 5 let praxe</w:t>
      </w:r>
      <w:r w:rsidR="00092CC9" w:rsidRPr="000E013F">
        <w:t xml:space="preserve"> v </w:t>
      </w:r>
      <w:r w:rsidRPr="000E013F">
        <w:t xml:space="preserve">oboru své specializace </w:t>
      </w:r>
      <w:r w:rsidR="0084414D" w:rsidRPr="000E013F">
        <w:t xml:space="preserve">(silnoproud) </w:t>
      </w:r>
      <w:r w:rsidRPr="000E013F">
        <w:t>při provádění staveb;</w:t>
      </w:r>
    </w:p>
    <w:p w:rsidR="0035531B" w:rsidRPr="00AD2CE9" w:rsidRDefault="0035531B" w:rsidP="008B2021">
      <w:pPr>
        <w:pStyle w:val="Odrka1-2-"/>
      </w:pPr>
      <w:r w:rsidRPr="00AD2CE9">
        <w:lastRenderedPageBreak/>
        <w:t>musí předložit doklad</w:t>
      </w:r>
      <w:r w:rsidR="00092CC9" w:rsidRPr="00AD2CE9">
        <w:t xml:space="preserve"> o </w:t>
      </w:r>
      <w:r w:rsidRPr="00AD2CE9">
        <w:t>autorizaci</w:t>
      </w:r>
      <w:r w:rsidR="00092CC9" w:rsidRPr="00AD2CE9">
        <w:t xml:space="preserve"> v </w:t>
      </w:r>
      <w:r w:rsidRPr="00AD2CE9">
        <w:t>rozsahu dle § 5 odst. 3 písm. e) autorizačního zákona, tedy</w:t>
      </w:r>
      <w:r w:rsidR="00092CC9" w:rsidRPr="00AD2CE9">
        <w:t xml:space="preserve"> v </w:t>
      </w:r>
      <w:r w:rsidRPr="00AD2CE9">
        <w:t>oboru technologická zařízení staveb;</w:t>
      </w:r>
    </w:p>
    <w:p w:rsidR="0035531B" w:rsidRPr="00AD2CE9" w:rsidRDefault="0035531B" w:rsidP="008B2021">
      <w:pPr>
        <w:pStyle w:val="Odstavec1-1a"/>
        <w:rPr>
          <w:rStyle w:val="Tun9b"/>
        </w:rPr>
      </w:pPr>
      <w:r w:rsidRPr="00AD2CE9">
        <w:rPr>
          <w:rStyle w:val="Tun9b"/>
        </w:rPr>
        <w:t>specialista (vedoucí prací) na geotechniku</w:t>
      </w:r>
    </w:p>
    <w:p w:rsidR="0035531B" w:rsidRPr="00AD2CE9" w:rsidRDefault="0035531B" w:rsidP="008B2021">
      <w:pPr>
        <w:pStyle w:val="Odrka1-2-"/>
      </w:pPr>
      <w:r w:rsidRPr="00AD2CE9">
        <w:t>minimálně středoškolské vzdělání;</w:t>
      </w:r>
    </w:p>
    <w:p w:rsidR="0035531B" w:rsidRPr="00AD2CE9" w:rsidRDefault="0035531B" w:rsidP="008B2021">
      <w:pPr>
        <w:pStyle w:val="Odrka1-2-"/>
      </w:pPr>
      <w:r w:rsidRPr="00AD2CE9">
        <w:t>nejméně 5 let praxe</w:t>
      </w:r>
      <w:r w:rsidR="00092CC9" w:rsidRPr="00AD2CE9">
        <w:t xml:space="preserve"> v </w:t>
      </w:r>
      <w:r w:rsidRPr="00AD2CE9">
        <w:t xml:space="preserve">oboru své specializace </w:t>
      </w:r>
      <w:r w:rsidR="0084414D" w:rsidRPr="00AD2CE9">
        <w:t xml:space="preserve">(geotechnika) </w:t>
      </w:r>
      <w:r w:rsidRPr="00AD2CE9">
        <w:t>při provádění staveb;</w:t>
      </w:r>
    </w:p>
    <w:p w:rsidR="0035531B" w:rsidRPr="00AD2CE9" w:rsidRDefault="0035531B" w:rsidP="008B2021">
      <w:pPr>
        <w:pStyle w:val="Odrka1-2-"/>
      </w:pPr>
      <w:r w:rsidRPr="00AD2CE9">
        <w:t>zkušenost</w:t>
      </w:r>
      <w:r w:rsidR="00845C50" w:rsidRPr="00AD2CE9">
        <w:t xml:space="preserve"> s </w:t>
      </w:r>
      <w:r w:rsidRPr="00AD2CE9">
        <w:t>realizací alespoň jedné zakázky - dopravní stavby</w:t>
      </w:r>
      <w:r w:rsidR="00092CC9" w:rsidRPr="00AD2CE9">
        <w:t xml:space="preserve"> v </w:t>
      </w:r>
      <w:r w:rsidRPr="00AD2CE9">
        <w:t xml:space="preserve">hodnotě nejméně </w:t>
      </w:r>
      <w:r w:rsidR="00AD2CE9" w:rsidRPr="00AD2CE9">
        <w:rPr>
          <w:b/>
        </w:rPr>
        <w:t>140 000 000,-</w:t>
      </w:r>
      <w:r w:rsidRPr="00AD2CE9">
        <w:rPr>
          <w:b/>
        </w:rPr>
        <w:t xml:space="preserve"> Kč</w:t>
      </w:r>
      <w:r w:rsidRPr="00AD2CE9">
        <w:t xml:space="preserve"> bez DPH, jejímž předmětem byla mj. geotechnická činnost při novostavbě nebo rekonstrukci dopravní stavby,</w:t>
      </w:r>
      <w:r w:rsidR="00845C50" w:rsidRPr="00AD2CE9">
        <w:t xml:space="preserve"> a </w:t>
      </w:r>
      <w:r w:rsidRPr="00AD2CE9">
        <w:t>to</w:t>
      </w:r>
      <w:r w:rsidR="00092CC9" w:rsidRPr="00AD2CE9">
        <w:t xml:space="preserve"> v </w:t>
      </w:r>
      <w:r w:rsidRPr="00AD2CE9">
        <w:t>posledních 10 letech před zahájením zadávacího řízení;</w:t>
      </w:r>
    </w:p>
    <w:p w:rsidR="0035531B" w:rsidRPr="00AD2CE9" w:rsidRDefault="0035531B" w:rsidP="0035531B">
      <w:pPr>
        <w:pStyle w:val="Odrka1-2-"/>
      </w:pPr>
      <w:r w:rsidRPr="00AD2CE9">
        <w:t>musí předložit doklad</w:t>
      </w:r>
      <w:r w:rsidR="00092CC9" w:rsidRPr="00AD2CE9">
        <w:t xml:space="preserve"> o </w:t>
      </w:r>
      <w:r w:rsidRPr="00AD2CE9">
        <w:t>autorizaci</w:t>
      </w:r>
      <w:r w:rsidR="00092CC9" w:rsidRPr="00AD2CE9">
        <w:t xml:space="preserve"> v </w:t>
      </w:r>
      <w:r w:rsidRPr="00AD2CE9">
        <w:t>rozsahu dle § 5 odst. 3 písm. i) autorizačního zákona, tedy</w:t>
      </w:r>
      <w:r w:rsidR="00092CC9" w:rsidRPr="00AD2CE9">
        <w:t xml:space="preserve"> v </w:t>
      </w:r>
      <w:r w:rsidRPr="00AD2CE9">
        <w:t>oboru geotechnika;</w:t>
      </w:r>
    </w:p>
    <w:p w:rsidR="0035531B" w:rsidRPr="00AD2CE9" w:rsidRDefault="0035531B" w:rsidP="008B2021">
      <w:pPr>
        <w:pStyle w:val="Odstavec1-1a"/>
        <w:rPr>
          <w:rStyle w:val="Tun9b"/>
        </w:rPr>
      </w:pPr>
      <w:r w:rsidRPr="00AD2CE9">
        <w:rPr>
          <w:rStyle w:val="Tun9b"/>
        </w:rPr>
        <w:t>osoba odpovědná za kontrolu kvality</w:t>
      </w:r>
    </w:p>
    <w:p w:rsidR="0035531B" w:rsidRPr="00AD2CE9" w:rsidRDefault="0035531B" w:rsidP="008B2021">
      <w:pPr>
        <w:pStyle w:val="Odrka1-2-"/>
      </w:pPr>
      <w:r w:rsidRPr="00AD2CE9">
        <w:t>minimálně středoškolské vzdělání;</w:t>
      </w:r>
    </w:p>
    <w:p w:rsidR="0035531B" w:rsidRPr="00AD2CE9" w:rsidRDefault="0035531B" w:rsidP="0035531B">
      <w:pPr>
        <w:pStyle w:val="Odrka1-2-"/>
      </w:pPr>
      <w:r w:rsidRPr="00AD2CE9">
        <w:t>nejméně 5 let praxe</w:t>
      </w:r>
      <w:r w:rsidR="00092CC9" w:rsidRPr="00AD2CE9">
        <w:t xml:space="preserve"> v </w:t>
      </w:r>
      <w:r w:rsidRPr="00AD2CE9">
        <w:t>oboru kontroly kvality, se znalostí ověřování kvality stavebních materiálů;</w:t>
      </w:r>
    </w:p>
    <w:p w:rsidR="0035531B" w:rsidRPr="00AD2CE9" w:rsidRDefault="0035531B" w:rsidP="008B2021">
      <w:pPr>
        <w:pStyle w:val="Odstavec1-1a"/>
        <w:rPr>
          <w:rStyle w:val="Tun9b"/>
        </w:rPr>
      </w:pPr>
      <w:r w:rsidRPr="00AD2CE9">
        <w:rPr>
          <w:rStyle w:val="Tun9b"/>
        </w:rPr>
        <w:t>osoba odpovědná za bezpečnost</w:t>
      </w:r>
      <w:r w:rsidR="00845C50" w:rsidRPr="00AD2CE9">
        <w:rPr>
          <w:rStyle w:val="Tun9b"/>
        </w:rPr>
        <w:t xml:space="preserve"> a </w:t>
      </w:r>
      <w:r w:rsidRPr="00AD2CE9">
        <w:rPr>
          <w:rStyle w:val="Tun9b"/>
        </w:rPr>
        <w:t>ochranu zdraví při práci</w:t>
      </w:r>
    </w:p>
    <w:p w:rsidR="0035531B" w:rsidRPr="00AD2CE9" w:rsidRDefault="0035531B" w:rsidP="008B2021">
      <w:pPr>
        <w:pStyle w:val="Odrka1-2-"/>
      </w:pPr>
      <w:r w:rsidRPr="00AD2CE9">
        <w:t>minimálně středoškolské vzdělání;</w:t>
      </w:r>
    </w:p>
    <w:p w:rsidR="0035531B" w:rsidRPr="00AD2CE9" w:rsidRDefault="0035531B" w:rsidP="008B2021">
      <w:pPr>
        <w:pStyle w:val="Odrka1-2-"/>
      </w:pPr>
      <w:r w:rsidRPr="00AD2CE9">
        <w:t>nejméně 5 let praxe</w:t>
      </w:r>
      <w:r w:rsidR="00092CC9" w:rsidRPr="00AD2CE9">
        <w:t xml:space="preserve"> v </w:t>
      </w:r>
      <w:r w:rsidRPr="00AD2CE9">
        <w:t>oboru bezpečnosti</w:t>
      </w:r>
      <w:r w:rsidR="00845C50" w:rsidRPr="00AD2CE9">
        <w:t xml:space="preserve"> a </w:t>
      </w:r>
      <w:r w:rsidRPr="00AD2CE9">
        <w:t>ochrany zdraví při práci;</w:t>
      </w:r>
    </w:p>
    <w:p w:rsidR="00AD2CE9" w:rsidRPr="00712CBA" w:rsidRDefault="00AD2CE9" w:rsidP="008B2021">
      <w:pPr>
        <w:pStyle w:val="Odrka1-2-"/>
      </w:pPr>
      <w:r w:rsidRPr="00712CBA">
        <w:rPr>
          <w:rFonts w:cs="Arial"/>
        </w:rPr>
        <w:t>osvědčení odborné způsobilosti osoby k zajišťování úkolů v prevenci rizik podle § 10 odst. 1 zákona č.309/2006 Sb., o zajištění dalších podmínek bezpečnosti a ochrany zdraví při práci, ve znění pozdějších předpisů a dle § 6, 7 a 8 Nařízení vlády č.592/2006 Sb., v platném znění;</w:t>
      </w:r>
    </w:p>
    <w:p w:rsidR="0035531B" w:rsidRPr="00AD2CE9" w:rsidRDefault="0035531B" w:rsidP="008B2021">
      <w:pPr>
        <w:pStyle w:val="Odstavec1-1a"/>
        <w:rPr>
          <w:rStyle w:val="Tun9b"/>
        </w:rPr>
      </w:pPr>
      <w:r w:rsidRPr="00AD2CE9">
        <w:rPr>
          <w:rStyle w:val="Tun9b"/>
        </w:rPr>
        <w:t>osoba odpovědná za ochranu životního prostředí</w:t>
      </w:r>
    </w:p>
    <w:p w:rsidR="0035531B" w:rsidRPr="00AD2CE9" w:rsidRDefault="0035531B" w:rsidP="008B2021">
      <w:pPr>
        <w:pStyle w:val="Odrka1-2-"/>
      </w:pPr>
      <w:r w:rsidRPr="00AD2CE9">
        <w:t>minimálně středoškolské vzdělání;</w:t>
      </w:r>
    </w:p>
    <w:p w:rsidR="0035531B" w:rsidRPr="00AD2CE9" w:rsidRDefault="0035531B" w:rsidP="008B2021">
      <w:pPr>
        <w:pStyle w:val="Odrka1-2-"/>
      </w:pPr>
      <w:r w:rsidRPr="00AD2CE9">
        <w:t>nejméně 5 let praxe</w:t>
      </w:r>
      <w:r w:rsidR="00092CC9" w:rsidRPr="00AD2CE9">
        <w:t xml:space="preserve"> v </w:t>
      </w:r>
      <w:r w:rsidRPr="00AD2CE9">
        <w:t>oboru ochrany životního prostředí;</w:t>
      </w:r>
    </w:p>
    <w:p w:rsidR="0035531B" w:rsidRPr="00AD2CE9" w:rsidRDefault="0035531B" w:rsidP="008B2021">
      <w:pPr>
        <w:pStyle w:val="Odstavec1-1a"/>
        <w:rPr>
          <w:rStyle w:val="Tun9b"/>
        </w:rPr>
      </w:pPr>
      <w:r w:rsidRPr="00AD2CE9">
        <w:rPr>
          <w:rStyle w:val="Tun9b"/>
        </w:rPr>
        <w:t>osoba odpovědná za odpadové hospodářství</w:t>
      </w:r>
    </w:p>
    <w:p w:rsidR="0035531B" w:rsidRPr="00AD2CE9" w:rsidRDefault="0035531B" w:rsidP="008B2021">
      <w:pPr>
        <w:pStyle w:val="Odrka1-2-"/>
      </w:pPr>
      <w:r w:rsidRPr="00AD2CE9">
        <w:t>minimálně středoškolské vzdělání;</w:t>
      </w:r>
    </w:p>
    <w:p w:rsidR="0035531B" w:rsidRPr="00AD2CE9" w:rsidRDefault="0035531B" w:rsidP="008B2021">
      <w:pPr>
        <w:pStyle w:val="Odrka1-2-"/>
      </w:pPr>
      <w:r w:rsidRPr="00AD2CE9">
        <w:t>nejméně 5 let praxe</w:t>
      </w:r>
      <w:r w:rsidR="00092CC9" w:rsidRPr="00AD2CE9">
        <w:t xml:space="preserve"> v </w:t>
      </w:r>
      <w:r w:rsidRPr="00AD2CE9">
        <w:t>oboru odpadového hospodářství;</w:t>
      </w:r>
    </w:p>
    <w:p w:rsidR="0035531B" w:rsidRPr="00AD2CE9" w:rsidRDefault="0035531B" w:rsidP="008B2021">
      <w:pPr>
        <w:pStyle w:val="Odstavec1-1a"/>
        <w:rPr>
          <w:rStyle w:val="Tun9b"/>
        </w:rPr>
      </w:pPr>
      <w:r w:rsidRPr="00AD2CE9">
        <w:rPr>
          <w:rStyle w:val="Tun9b"/>
        </w:rPr>
        <w:t>úředně oprávněný zeměměřický inženýr</w:t>
      </w:r>
    </w:p>
    <w:p w:rsidR="0035531B" w:rsidRPr="00AD2CE9" w:rsidRDefault="0035531B" w:rsidP="008B2021">
      <w:pPr>
        <w:pStyle w:val="Odrka1-2-"/>
      </w:pPr>
      <w:r w:rsidRPr="00AD2CE9">
        <w:t>oprávnění pro ověřování výsledků zeměměřických činností</w:t>
      </w:r>
      <w:r w:rsidR="00092CC9" w:rsidRPr="00AD2CE9">
        <w:t xml:space="preserve"> v </w:t>
      </w:r>
      <w:r w:rsidRPr="00AD2CE9">
        <w:t>rozsahu dle § 13 odst. 1 písm. a)</w:t>
      </w:r>
      <w:r w:rsidR="00845C50" w:rsidRPr="00AD2CE9">
        <w:t xml:space="preserve"> a </w:t>
      </w:r>
      <w:r w:rsidRPr="00AD2CE9">
        <w:t>c) zákona č. 200/1994 Sb.,</w:t>
      </w:r>
      <w:r w:rsidR="00092CC9" w:rsidRPr="00AD2CE9">
        <w:t xml:space="preserve"> o </w:t>
      </w:r>
      <w:r w:rsidRPr="00AD2CE9">
        <w:t>zeměměřictví</w:t>
      </w:r>
      <w:r w:rsidR="00845C50" w:rsidRPr="00AD2CE9">
        <w:t xml:space="preserve"> a</w:t>
      </w:r>
      <w:r w:rsidR="00092CC9" w:rsidRPr="00AD2CE9">
        <w:t xml:space="preserve"> o </w:t>
      </w:r>
      <w:r w:rsidRPr="00AD2CE9">
        <w:t>změně</w:t>
      </w:r>
      <w:r w:rsidR="00845C50" w:rsidRPr="00AD2CE9">
        <w:t xml:space="preserve"> a </w:t>
      </w:r>
      <w:r w:rsidRPr="00AD2CE9">
        <w:t>doplnění některých zákonů souvisejících</w:t>
      </w:r>
      <w:r w:rsidR="00845C50" w:rsidRPr="00AD2CE9">
        <w:t xml:space="preserve"> s </w:t>
      </w:r>
      <w:r w:rsidRPr="00AD2CE9">
        <w:t>jeho zavedením, ve znění pozdějších předpisů;</w:t>
      </w:r>
    </w:p>
    <w:p w:rsidR="0035531B" w:rsidRPr="006C79BA" w:rsidRDefault="0035531B" w:rsidP="008B2021">
      <w:pPr>
        <w:pStyle w:val="Odrka1-2-"/>
      </w:pPr>
      <w:r w:rsidRPr="00AD2CE9">
        <w:t>zkušenost</w:t>
      </w:r>
      <w:r w:rsidR="00845C50" w:rsidRPr="00AD2CE9">
        <w:t xml:space="preserve"> s </w:t>
      </w:r>
      <w:r w:rsidRPr="00AD2CE9">
        <w:t>realizací alespoň jedné zakázky - dopravní stavby</w:t>
      </w:r>
      <w:r w:rsidR="00092CC9" w:rsidRPr="00AD2CE9">
        <w:t xml:space="preserve"> v </w:t>
      </w:r>
      <w:r w:rsidRPr="00AD2CE9">
        <w:t xml:space="preserve">hodnotě nejméně </w:t>
      </w:r>
      <w:r w:rsidR="00AD2CE9" w:rsidRPr="00AD2CE9">
        <w:rPr>
          <w:b/>
        </w:rPr>
        <w:t>85 000 000,-</w:t>
      </w:r>
      <w:r w:rsidRPr="00AD2CE9">
        <w:rPr>
          <w:b/>
        </w:rPr>
        <w:t xml:space="preserve"> Kč</w:t>
      </w:r>
      <w:r w:rsidRPr="00AD2CE9">
        <w:t xml:space="preserve"> bez DPH, jejímž předmětem bylo mj. ověřování </w:t>
      </w:r>
      <w:r w:rsidRPr="006C79BA">
        <w:t>zeměměřických činností při novostavbě nebo rekonstrukci dopravní stavby,</w:t>
      </w:r>
      <w:r w:rsidR="00845C50" w:rsidRPr="006C79BA">
        <w:t xml:space="preserve"> a </w:t>
      </w:r>
      <w:r w:rsidRPr="006C79BA">
        <w:t>to</w:t>
      </w:r>
      <w:r w:rsidR="00092CC9" w:rsidRPr="006C79BA">
        <w:t xml:space="preserve"> v </w:t>
      </w:r>
      <w:r w:rsidRPr="006C79BA">
        <w:t>posledních 10 letech před zahájením zadávacího řízení;</w:t>
      </w:r>
    </w:p>
    <w:p w:rsidR="0035531B" w:rsidRPr="006C79BA" w:rsidRDefault="0035531B" w:rsidP="008B2021">
      <w:pPr>
        <w:pStyle w:val="Odstavec1-1a"/>
        <w:rPr>
          <w:rStyle w:val="Tun9b"/>
        </w:rPr>
      </w:pPr>
      <w:r w:rsidRPr="006C79BA">
        <w:rPr>
          <w:rStyle w:val="Tun9b"/>
        </w:rPr>
        <w:t>osoba odpovědná za projektovou dokumentaci zabezpečovacího zařízení</w:t>
      </w:r>
    </w:p>
    <w:p w:rsidR="0035531B" w:rsidRPr="006C79BA" w:rsidRDefault="0035531B" w:rsidP="008B2021">
      <w:pPr>
        <w:pStyle w:val="Odrka1-2-"/>
      </w:pPr>
      <w:r w:rsidRPr="006C79BA">
        <w:t>minimálně středoškolské vzdělání;</w:t>
      </w:r>
    </w:p>
    <w:p w:rsidR="0035531B" w:rsidRPr="006C79BA" w:rsidRDefault="0035531B" w:rsidP="008B2021">
      <w:pPr>
        <w:pStyle w:val="Odrka1-2-"/>
      </w:pPr>
      <w:r w:rsidRPr="006C79BA">
        <w:t>nejméně 5 let praxe</w:t>
      </w:r>
      <w:r w:rsidR="00092CC9" w:rsidRPr="006C79BA">
        <w:t xml:space="preserve"> v </w:t>
      </w:r>
      <w:r w:rsidRPr="006C79BA">
        <w:t xml:space="preserve"> projektování</w:t>
      </w:r>
      <w:r w:rsidR="00092CC9" w:rsidRPr="006C79BA">
        <w:t xml:space="preserve"> v </w:t>
      </w:r>
      <w:r w:rsidRPr="006C79BA">
        <w:t>oboru své specializace</w:t>
      </w:r>
      <w:r w:rsidR="00610698" w:rsidRPr="006C79BA">
        <w:t xml:space="preserve"> (zabezpečovací zařízení)</w:t>
      </w:r>
      <w:r w:rsidRPr="006C79BA">
        <w:t>;</w:t>
      </w:r>
    </w:p>
    <w:p w:rsidR="0035531B" w:rsidRPr="006C79BA" w:rsidRDefault="0035531B" w:rsidP="008B2021">
      <w:pPr>
        <w:pStyle w:val="Odrka1-2-"/>
      </w:pPr>
      <w:r w:rsidRPr="006C79BA">
        <w:t>zkušenost</w:t>
      </w:r>
      <w:r w:rsidR="00845C50" w:rsidRPr="006C79BA">
        <w:t xml:space="preserve"> s </w:t>
      </w:r>
      <w:r w:rsidRPr="006C79BA">
        <w:t>projektováním dokumentace pro provádění stavby zabezpečovacího zařízení ve smyslu přílohy č. 6 vyhl. č. 146/2008 Sb., ve znění účinném do 30. 11. 2018,</w:t>
      </w:r>
      <w:r w:rsidR="00BB4AF2" w:rsidRPr="006C79BA">
        <w:t xml:space="preserve"> u </w:t>
      </w:r>
      <w:r w:rsidRPr="006C79BA">
        <w:t>alespoň jedné zakázky - stavby železničních drah</w:t>
      </w:r>
      <w:r w:rsidR="00092CC9" w:rsidRPr="006C79BA">
        <w:t xml:space="preserve"> v </w:t>
      </w:r>
      <w:r w:rsidRPr="006C79BA">
        <w:t xml:space="preserve">hodnotě zakázky na zhotovení stavby nejméně </w:t>
      </w:r>
      <w:r w:rsidR="00AD2CE9" w:rsidRPr="006C79BA">
        <w:rPr>
          <w:b/>
        </w:rPr>
        <w:t>25 000 000,-</w:t>
      </w:r>
      <w:r w:rsidRPr="006C79BA">
        <w:rPr>
          <w:b/>
        </w:rPr>
        <w:t xml:space="preserve"> Kč</w:t>
      </w:r>
      <w:r w:rsidRPr="006C79BA">
        <w:t xml:space="preserve"> bez DPH,</w:t>
      </w:r>
      <w:r w:rsidR="00845C50" w:rsidRPr="006C79BA">
        <w:t xml:space="preserve"> a </w:t>
      </w:r>
      <w:r w:rsidRPr="006C79BA">
        <w:t>to</w:t>
      </w:r>
      <w:r w:rsidR="00092CC9" w:rsidRPr="006C79BA">
        <w:t xml:space="preserve"> v </w:t>
      </w:r>
      <w:r w:rsidRPr="006C79BA">
        <w:t>posledních 10 letech před zahájením zadávacího řízení;</w:t>
      </w:r>
    </w:p>
    <w:p w:rsidR="0035531B" w:rsidRPr="003C03F0" w:rsidRDefault="0035531B" w:rsidP="008B2021">
      <w:pPr>
        <w:pStyle w:val="Odrka1-2-"/>
      </w:pPr>
      <w:r w:rsidRPr="006C79BA">
        <w:t>musí předložit doklad</w:t>
      </w:r>
      <w:r w:rsidR="00092CC9" w:rsidRPr="006C79BA">
        <w:t xml:space="preserve"> o </w:t>
      </w:r>
      <w:r w:rsidRPr="006C79BA">
        <w:t>autorizaci</w:t>
      </w:r>
      <w:r w:rsidR="00092CC9" w:rsidRPr="006C79BA">
        <w:t xml:space="preserve"> v </w:t>
      </w:r>
      <w:r w:rsidRPr="006C79BA">
        <w:t xml:space="preserve">rozsahu dle § 5 odst. 3 písm. e) </w:t>
      </w:r>
      <w:r w:rsidRPr="003C03F0">
        <w:t>autorizačního zákona, tedy</w:t>
      </w:r>
      <w:r w:rsidR="00092CC9" w:rsidRPr="003C03F0">
        <w:t xml:space="preserve"> v </w:t>
      </w:r>
      <w:r w:rsidRPr="003C03F0">
        <w:t>oboru technologická zařízení staveb;</w:t>
      </w:r>
    </w:p>
    <w:p w:rsidR="0035531B" w:rsidRPr="003C03F0" w:rsidRDefault="0035531B" w:rsidP="008B2021">
      <w:pPr>
        <w:pStyle w:val="Odstavec1-1a"/>
        <w:rPr>
          <w:rStyle w:val="Tun9b"/>
        </w:rPr>
      </w:pPr>
      <w:r w:rsidRPr="003C03F0">
        <w:rPr>
          <w:rStyle w:val="Tun9b"/>
        </w:rPr>
        <w:t>osoba odpovědná za projektovou dokumentaci sdělovacího zařízení</w:t>
      </w:r>
    </w:p>
    <w:p w:rsidR="0035531B" w:rsidRPr="003C03F0" w:rsidRDefault="0035531B" w:rsidP="008B2021">
      <w:pPr>
        <w:pStyle w:val="Odrka1-2-"/>
      </w:pPr>
      <w:r w:rsidRPr="003C03F0">
        <w:lastRenderedPageBreak/>
        <w:t>minimálně středoškolské vzdělání;</w:t>
      </w:r>
    </w:p>
    <w:p w:rsidR="0035531B" w:rsidRPr="003C03F0" w:rsidRDefault="0035531B" w:rsidP="008B2021">
      <w:pPr>
        <w:pStyle w:val="Odrka1-2-"/>
      </w:pPr>
      <w:r w:rsidRPr="003C03F0">
        <w:t>nejméně 5 let praxe</w:t>
      </w:r>
      <w:r w:rsidR="00092CC9" w:rsidRPr="003C03F0">
        <w:t xml:space="preserve"> v </w:t>
      </w:r>
      <w:r w:rsidRPr="003C03F0">
        <w:t xml:space="preserve"> projektování</w:t>
      </w:r>
      <w:r w:rsidR="00092CC9" w:rsidRPr="003C03F0">
        <w:t xml:space="preserve"> v </w:t>
      </w:r>
      <w:r w:rsidRPr="003C03F0">
        <w:t>oboru své specializace</w:t>
      </w:r>
      <w:r w:rsidR="00610698" w:rsidRPr="003C03F0">
        <w:t xml:space="preserve"> (sdělovací zařízení)</w:t>
      </w:r>
      <w:r w:rsidRPr="003C03F0">
        <w:t>;</w:t>
      </w:r>
    </w:p>
    <w:p w:rsidR="0035531B" w:rsidRPr="003C03F0" w:rsidRDefault="0035531B" w:rsidP="008B2021">
      <w:pPr>
        <w:pStyle w:val="Odrka1-2-"/>
      </w:pPr>
      <w:r w:rsidRPr="003C03F0">
        <w:t>zkušenost</w:t>
      </w:r>
      <w:r w:rsidR="00845C50" w:rsidRPr="003C03F0">
        <w:t xml:space="preserve"> s </w:t>
      </w:r>
      <w:r w:rsidRPr="003C03F0">
        <w:t>projektováním dokumentace pro provádění stavby sdělovacího zařízení ve smyslu přílohy č. 6 vyhl. č. 146/2008 Sb., ve znění účinném do 30. 11. 2018,</w:t>
      </w:r>
      <w:r w:rsidR="00BB4AF2" w:rsidRPr="003C03F0">
        <w:t xml:space="preserve"> u </w:t>
      </w:r>
      <w:r w:rsidRPr="003C03F0">
        <w:t>alespoň jedné zakázky - stavby železničních drah</w:t>
      </w:r>
      <w:r w:rsidR="00092CC9" w:rsidRPr="003C03F0">
        <w:t xml:space="preserve"> v </w:t>
      </w:r>
      <w:r w:rsidRPr="003C03F0">
        <w:t xml:space="preserve">hodnotě zakázky na zhotovení stavby nejméně </w:t>
      </w:r>
      <w:r w:rsidR="003C03F0" w:rsidRPr="003C03F0">
        <w:rPr>
          <w:b/>
        </w:rPr>
        <w:t>15 000 000,-</w:t>
      </w:r>
      <w:r w:rsidRPr="003C03F0">
        <w:rPr>
          <w:b/>
        </w:rPr>
        <w:t xml:space="preserve"> Kč</w:t>
      </w:r>
      <w:r w:rsidRPr="003C03F0">
        <w:t xml:space="preserve"> bez,</w:t>
      </w:r>
      <w:r w:rsidR="00845C50" w:rsidRPr="003C03F0">
        <w:t xml:space="preserve"> a </w:t>
      </w:r>
      <w:r w:rsidRPr="003C03F0">
        <w:t>to</w:t>
      </w:r>
      <w:r w:rsidR="00092CC9" w:rsidRPr="003C03F0">
        <w:t xml:space="preserve"> v </w:t>
      </w:r>
      <w:r w:rsidRPr="003C03F0">
        <w:t>posledních 10 letech před zahájením zadávacího řízení;</w:t>
      </w:r>
    </w:p>
    <w:p w:rsidR="0035531B" w:rsidRPr="003C03F0" w:rsidRDefault="0035531B" w:rsidP="008B2021">
      <w:pPr>
        <w:pStyle w:val="Odrka1-2-"/>
      </w:pPr>
      <w:r w:rsidRPr="003C03F0">
        <w:t>musí předložit doklad</w:t>
      </w:r>
      <w:r w:rsidR="00092CC9" w:rsidRPr="003C03F0">
        <w:t xml:space="preserve"> o </w:t>
      </w:r>
      <w:r w:rsidRPr="003C03F0">
        <w:t>autorizaci</w:t>
      </w:r>
      <w:r w:rsidR="00092CC9" w:rsidRPr="003C03F0">
        <w:t xml:space="preserve"> v </w:t>
      </w:r>
      <w:r w:rsidRPr="003C03F0">
        <w:t>rozsahu dle § 5 odst. 3 písm. e) autorizačního zákona, tedy</w:t>
      </w:r>
      <w:r w:rsidR="00092CC9" w:rsidRPr="003C03F0">
        <w:t xml:space="preserve"> v </w:t>
      </w:r>
      <w:r w:rsidRPr="003C03F0">
        <w:t>oboru technologická zařízení staveb.</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Pr="003C03F0"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w:t>
      </w:r>
      <w:r w:rsidRPr="003C03F0">
        <w:t>, rozumí činnost spočívající</w:t>
      </w:r>
      <w:r w:rsidR="00092CC9" w:rsidRPr="003C03F0">
        <w:t xml:space="preserve"> v </w:t>
      </w:r>
      <w:r w:rsidRPr="003C03F0">
        <w:t>řízení provádění stavby</w:t>
      </w:r>
      <w:r w:rsidR="00092CC9" w:rsidRPr="003C03F0">
        <w:t xml:space="preserve"> v </w:t>
      </w:r>
      <w:r w:rsidRPr="003C03F0">
        <w:t>pozici zhotovitele ve funkci stavbyvedoucího nebo zástupce stavbyvedoucího nebo</w:t>
      </w:r>
      <w:r w:rsidR="00092CC9" w:rsidRPr="003C03F0">
        <w:t xml:space="preserve"> v </w:t>
      </w:r>
      <w:r w:rsidRPr="003C03F0">
        <w:t>obdobné (případně jinak nazvané) funkci při realizaci staveb</w:t>
      </w:r>
      <w:r w:rsidR="00092CC9" w:rsidRPr="003C03F0">
        <w:t xml:space="preserve"> v </w:t>
      </w:r>
      <w:r w:rsidRPr="003C03F0">
        <w:t>zahraničním prostředí, jež je</w:t>
      </w:r>
      <w:r w:rsidR="0060115D" w:rsidRPr="003C03F0">
        <w:t xml:space="preserve"> z </w:t>
      </w:r>
      <w:r w:rsidRPr="003C03F0">
        <w:t>hlediska věcné náplně práce</w:t>
      </w:r>
      <w:r w:rsidR="00845C50" w:rsidRPr="003C03F0">
        <w:t xml:space="preserve"> a </w:t>
      </w:r>
      <w:r w:rsidRPr="003C03F0">
        <w:t>odpovědnosti</w:t>
      </w:r>
      <w:r w:rsidR="00845C50" w:rsidRPr="003C03F0">
        <w:t xml:space="preserve"> s </w:t>
      </w:r>
      <w:r w:rsidRPr="003C03F0">
        <w:t xml:space="preserve">funkcí stavbyvedoucího nebo jeho zástupce srovnatelná. </w:t>
      </w:r>
    </w:p>
    <w:p w:rsidR="0035531B" w:rsidRPr="003C03F0" w:rsidRDefault="0035531B" w:rsidP="008B2021">
      <w:pPr>
        <w:pStyle w:val="Textbezslovn"/>
      </w:pPr>
      <w:r w:rsidRPr="003C03F0">
        <w:t>Zadavatel výše stanovil maximální lhůtu, za kterou budou uznány zkušenosti příslušných členů odborného personálu</w:t>
      </w:r>
      <w:r w:rsidR="00845C50" w:rsidRPr="003C03F0">
        <w:t xml:space="preserve"> s </w:t>
      </w:r>
      <w:r w:rsidRPr="003C03F0">
        <w:t xml:space="preserve"> řízením realizace</w:t>
      </w:r>
      <w:r w:rsidR="00ED78D2" w:rsidRPr="003C03F0">
        <w:t xml:space="preserve"> nebo</w:t>
      </w:r>
      <w:r w:rsidRPr="003C03F0">
        <w:t xml:space="preserve"> realizací </w:t>
      </w:r>
      <w:r w:rsidR="00ED78D2" w:rsidRPr="003C03F0">
        <w:t xml:space="preserve">stavby </w:t>
      </w:r>
      <w:r w:rsidRPr="003C03F0">
        <w:t>nebo projektováním.</w:t>
      </w:r>
      <w:r w:rsidR="00092CC9" w:rsidRPr="003C03F0">
        <w:t xml:space="preserve"> </w:t>
      </w:r>
      <w:r w:rsidR="00EE2244" w:rsidRPr="003C03F0">
        <w:t>V</w:t>
      </w:r>
      <w:r w:rsidR="00092CC9" w:rsidRPr="003C03F0">
        <w:t> </w:t>
      </w:r>
      <w:r w:rsidRPr="003C03F0">
        <w:t xml:space="preserve">této lhůtě tyto referenční stavby musely být dokončeny (mohly však být zahájeny dříve). </w:t>
      </w:r>
      <w:r w:rsidR="00C30F06" w:rsidRPr="003C03F0">
        <w:rPr>
          <w:rFonts w:ascii="Verdana" w:hAnsi="Verdana" w:cs="Calibri"/>
        </w:rPr>
        <w:t xml:space="preserve">Postačuje, aby finanční hodnota u požadovaných prací/činností byla dosažena za celou dobu realizace referenční stavby, nikoliv pouze v průběhu posledních 10 let před </w:t>
      </w:r>
      <w:r w:rsidR="006B7D93" w:rsidRPr="003C03F0">
        <w:rPr>
          <w:rFonts w:ascii="Verdana" w:hAnsi="Verdana"/>
        </w:rPr>
        <w:t>zahájením zadávacího řízení</w:t>
      </w:r>
      <w:r w:rsidR="00C30F06" w:rsidRPr="003C03F0">
        <w:rPr>
          <w:rFonts w:ascii="Verdana" w:hAnsi="Verdana" w:cs="Calibri"/>
        </w:rPr>
        <w:t>.</w:t>
      </w:r>
    </w:p>
    <w:p w:rsidR="0035531B" w:rsidRPr="003C03F0" w:rsidRDefault="0035531B" w:rsidP="008B2021">
      <w:pPr>
        <w:pStyle w:val="Textbezslovn"/>
      </w:pPr>
      <w:r w:rsidRPr="003C03F0">
        <w:rPr>
          <w:rStyle w:val="Tun9b"/>
        </w:rPr>
        <w:t>Zadavatel uzná pouze takovou zkušenost člena odborného personálu, která trvala nejméně 12 měsíců</w:t>
      </w:r>
      <w:r w:rsidRPr="003C03F0">
        <w:t>. Zkušenost člena odborného personálu lze splnit (posčítat)</w:t>
      </w:r>
      <w:r w:rsidR="0060115D" w:rsidRPr="003C03F0">
        <w:t xml:space="preserve"> z </w:t>
      </w:r>
      <w:r w:rsidRPr="003C03F0">
        <w:t xml:space="preserve">více referenčních zakázek/staveb, jednotlivá zkušenost na jedné zakázce však musela trvat nepřetržitě nejméně </w:t>
      </w:r>
      <w:r w:rsidR="00ED78D2" w:rsidRPr="003C03F0">
        <w:rPr>
          <w:rStyle w:val="Tun9b"/>
        </w:rPr>
        <w:t>6</w:t>
      </w:r>
      <w:r w:rsidRPr="003C03F0">
        <w:rPr>
          <w:rStyle w:val="Tun9b"/>
        </w:rPr>
        <w:t xml:space="preserve"> měsíc</w:t>
      </w:r>
      <w:r w:rsidR="00ED78D2" w:rsidRPr="003C03F0">
        <w:rPr>
          <w:rStyle w:val="Tun9b"/>
        </w:rPr>
        <w:t>ů</w:t>
      </w:r>
      <w:r w:rsidRPr="003C03F0">
        <w:t>. Zadavatel výslovně upozorňuje, že zkušenost člena odborného personálu bude uznána pouze tehdy, pokud se člen odborného personálu realizace dané stavby</w:t>
      </w:r>
      <w:r w:rsidR="00092CC9" w:rsidRPr="003C03F0">
        <w:t xml:space="preserve"> v </w:t>
      </w:r>
      <w:r w:rsidRPr="003C03F0">
        <w:t>požadovaném období řádně účastnil (nebude tedy uznána referenční zakázka/stavba, která sice byla dokončena</w:t>
      </w:r>
      <w:r w:rsidR="00092CC9" w:rsidRPr="003C03F0">
        <w:t xml:space="preserve"> v </w:t>
      </w:r>
      <w:r w:rsidRPr="003C03F0">
        <w:t>posledních 10 letech od zahájení zadávacího řízení, ale příslušný člen odborného personálu na její realizaci přestal působit více než 10 let před zahájením zadávacího řízení</w:t>
      </w:r>
      <w:r w:rsidR="00C30F06" w:rsidRPr="003C03F0">
        <w:t xml:space="preserve">, </w:t>
      </w:r>
      <w:r w:rsidR="00C30F06" w:rsidRPr="003C03F0">
        <w:rPr>
          <w:rFonts w:ascii="Verdana" w:hAnsi="Verdana"/>
        </w:rPr>
        <w:t>rovněž tak není možno pro účely splnění kvalifikace započítat ani tu část délky trvání zkušenosti spadající do období více jak 10 let před zahájením zadávacího řízení</w:t>
      </w:r>
      <w:r w:rsidRPr="003C03F0">
        <w:t xml:space="preserve">).   </w:t>
      </w:r>
    </w:p>
    <w:p w:rsidR="0035531B" w:rsidRPr="003C03F0" w:rsidRDefault="0035531B" w:rsidP="008B2021">
      <w:pPr>
        <w:pStyle w:val="Textbezslovn"/>
      </w:pPr>
      <w:r w:rsidRPr="003C03F0">
        <w:t>V případě, že je</w:t>
      </w:r>
      <w:r w:rsidR="00092CC9" w:rsidRPr="003C03F0">
        <w:t xml:space="preserve"> v </w:t>
      </w:r>
      <w:r w:rsidRPr="003C03F0">
        <w:t>seznamu členů odborného personálu dodavatele ve funkci úředně oprávněného zeměměřického inženýra dodavatelem uvedeno za účelem prokázání kvalifikace více osob, zadavatel požaduje, aby každá</w:t>
      </w:r>
      <w:r w:rsidR="0060115D" w:rsidRPr="003C03F0">
        <w:t xml:space="preserve"> z </w:t>
      </w:r>
      <w:r w:rsidRPr="003C03F0">
        <w:t>těchto osob plně prokázala požadovanou zkušenost</w:t>
      </w:r>
      <w:r w:rsidR="00845C50" w:rsidRPr="003C03F0">
        <w:t xml:space="preserve"> s </w:t>
      </w:r>
      <w:r w:rsidRPr="003C03F0">
        <w:t>realizací stavby samostatně</w:t>
      </w:r>
      <w:r w:rsidR="00845C50" w:rsidRPr="003C03F0">
        <w:t xml:space="preserve"> a </w:t>
      </w:r>
      <w:r w:rsidRPr="003C03F0">
        <w:t>požadovaný rozsah oprávnění pro ověřování výsledků zeměměřických činností byl prokázán těmito osobami</w:t>
      </w:r>
      <w:r w:rsidR="00092CC9" w:rsidRPr="003C03F0">
        <w:t xml:space="preserve"> v </w:t>
      </w:r>
      <w:r w:rsidRPr="003C03F0">
        <w:t>plném rozsahu společně, přičemž však postačuje, pokud každá osoba prokáže splnění požadovaného rozsahu alespoň zčásti (tj. postačuje prokázání např. jednou osobou</w:t>
      </w:r>
      <w:r w:rsidR="00092CC9" w:rsidRPr="003C03F0">
        <w:t xml:space="preserve"> v </w:t>
      </w:r>
      <w:r w:rsidRPr="003C03F0">
        <w:t>rozsahu písm. a)</w:t>
      </w:r>
      <w:r w:rsidR="00845C50" w:rsidRPr="003C03F0">
        <w:t xml:space="preserve"> a </w:t>
      </w:r>
      <w:r w:rsidRPr="003C03F0">
        <w:t>druhou osobou</w:t>
      </w:r>
      <w:r w:rsidR="00092CC9" w:rsidRPr="003C03F0">
        <w:t xml:space="preserve"> v </w:t>
      </w:r>
      <w:r w:rsidRPr="003C03F0">
        <w:t>rozsahu p</w:t>
      </w:r>
      <w:r w:rsidR="00BB4AF2" w:rsidRPr="003C03F0">
        <w:t>ísm. c) § 13 odst. 1 zák. č. </w:t>
      </w:r>
      <w:r w:rsidRPr="003C03F0">
        <w:t>200/1994 Sb.,</w:t>
      </w:r>
      <w:r w:rsidR="00092CC9" w:rsidRPr="003C03F0">
        <w:t xml:space="preserve"> o </w:t>
      </w:r>
      <w:r w:rsidRPr="003C03F0">
        <w:t>zeměměřictví</w:t>
      </w:r>
      <w:r w:rsidR="00845C50" w:rsidRPr="003C03F0">
        <w:t xml:space="preserve"> a</w:t>
      </w:r>
      <w:r w:rsidR="00092CC9" w:rsidRPr="003C03F0">
        <w:t xml:space="preserve"> o </w:t>
      </w:r>
      <w:r w:rsidRPr="003C03F0">
        <w:t>změně</w:t>
      </w:r>
      <w:r w:rsidR="00845C50" w:rsidRPr="003C03F0">
        <w:t xml:space="preserve"> a </w:t>
      </w:r>
      <w:r w:rsidRPr="003C03F0">
        <w:t>doplnění některých zákonů souvisejících</w:t>
      </w:r>
      <w:r w:rsidR="00845C50" w:rsidRPr="003C03F0">
        <w:t xml:space="preserve"> s </w:t>
      </w:r>
      <w:r w:rsidRPr="003C03F0">
        <w:t>jeho zavedením, ve znění pozdějších předpisů).</w:t>
      </w:r>
    </w:p>
    <w:p w:rsidR="0035531B" w:rsidRPr="003C03F0" w:rsidRDefault="0035531B" w:rsidP="008B2021">
      <w:pPr>
        <w:pStyle w:val="Textbezslovn"/>
      </w:pPr>
      <w:r w:rsidRPr="003C03F0">
        <w:t>Seznam odborného personálu dodavatele zadavatel doporučuje předložit ve formě dle vzorového formuláře obsaženého</w:t>
      </w:r>
      <w:r w:rsidR="00092CC9" w:rsidRPr="003C03F0">
        <w:t xml:space="preserve"> v </w:t>
      </w:r>
      <w:r w:rsidRPr="003C03F0">
        <w:t>Příloze č. 5 těchto Pokynů</w:t>
      </w:r>
      <w:r w:rsidR="00845C50" w:rsidRPr="003C03F0">
        <w:t xml:space="preserve"> a </w:t>
      </w:r>
      <w:r w:rsidRPr="003C03F0">
        <w:t>profesní životopis každého člena odborného personálu dodavatele ve formě dle vzorového formuláře obsaženého</w:t>
      </w:r>
      <w:r w:rsidR="00092CC9" w:rsidRPr="003C03F0">
        <w:t xml:space="preserve"> v </w:t>
      </w:r>
      <w:r w:rsidRPr="003C03F0">
        <w:t>Příloze č. 6 těchto Pokynů. Praxi</w:t>
      </w:r>
      <w:r w:rsidR="00092CC9" w:rsidRPr="003C03F0">
        <w:t xml:space="preserve"> v </w:t>
      </w:r>
      <w:r w:rsidRPr="003C03F0">
        <w:t>požadovaném oboru</w:t>
      </w:r>
      <w:r w:rsidR="00845C50" w:rsidRPr="003C03F0">
        <w:t xml:space="preserve"> a </w:t>
      </w:r>
      <w:r w:rsidRPr="003C03F0">
        <w:t>zkušenosti</w:t>
      </w:r>
      <w:r w:rsidR="00845C50" w:rsidRPr="003C03F0">
        <w:t xml:space="preserve"> s </w:t>
      </w:r>
      <w:r w:rsidRPr="003C03F0">
        <w:t xml:space="preserve">řízením realizace, realizací </w:t>
      </w:r>
      <w:r w:rsidR="003C03F0" w:rsidRPr="003C03F0">
        <w:t xml:space="preserve">nebo projektováním </w:t>
      </w:r>
      <w:r w:rsidR="00BB4AF2" w:rsidRPr="003C03F0">
        <w:t>u </w:t>
      </w:r>
      <w:r w:rsidRPr="003C03F0">
        <w:t>členů odborného personálu,</w:t>
      </w:r>
      <w:r w:rsidR="00BB4AF2" w:rsidRPr="003C03F0">
        <w:t xml:space="preserve"> </w:t>
      </w:r>
      <w:r w:rsidR="00BB4AF2" w:rsidRPr="003C03F0">
        <w:lastRenderedPageBreak/>
        <w:t>u </w:t>
      </w:r>
      <w:r w:rsidRPr="003C03F0">
        <w:t>kterých jsou takové zkušenosti</w:t>
      </w:r>
      <w:r w:rsidR="00845C50" w:rsidRPr="003C03F0">
        <w:t xml:space="preserve"> a </w:t>
      </w:r>
      <w:r w:rsidRPr="003C03F0">
        <w:t>praxe požadovány, dodavatel prokáže uvedením</w:t>
      </w:r>
      <w:r w:rsidR="00092CC9" w:rsidRPr="003C03F0">
        <w:t xml:space="preserve"> v </w:t>
      </w:r>
      <w:r w:rsidRPr="003C03F0">
        <w:t>příslušném sloupci</w:t>
      </w:r>
      <w:r w:rsidR="00092CC9" w:rsidRPr="003C03F0">
        <w:t xml:space="preserve"> v </w:t>
      </w:r>
      <w:r w:rsidRPr="003C03F0">
        <w:t>Příloze č. 5 těchto Pokynů</w:t>
      </w:r>
      <w:r w:rsidR="00845C50" w:rsidRPr="003C03F0">
        <w:t xml:space="preserve"> a</w:t>
      </w:r>
      <w:r w:rsidR="00092CC9" w:rsidRPr="003C03F0">
        <w:t xml:space="preserve"> v </w:t>
      </w:r>
      <w:r w:rsidRPr="003C03F0">
        <w:t>profesním životopisu.</w:t>
      </w:r>
      <w:r w:rsidR="00092CC9" w:rsidRPr="003C03F0">
        <w:t xml:space="preserve"> </w:t>
      </w:r>
      <w:r w:rsidR="00BB4AF2" w:rsidRPr="003C03F0">
        <w:t>V</w:t>
      </w:r>
      <w:r w:rsidR="00092CC9" w:rsidRPr="003C03F0">
        <w:t> </w:t>
      </w:r>
      <w:r w:rsidRPr="003C03F0">
        <w:t>dokumentech předložených dodavatelem</w:t>
      </w:r>
      <w:r w:rsidR="00BC6D2B" w:rsidRPr="003C03F0">
        <w:t xml:space="preserve"> k </w:t>
      </w:r>
      <w:r w:rsidRPr="003C03F0">
        <w:t>prokázání technické kvalifikace dle čl. 8.6 těchto Pokynů musí být uvedeny veškeré informace nezbytné</w:t>
      </w:r>
      <w:r w:rsidR="00BC6D2B" w:rsidRPr="003C03F0">
        <w:t xml:space="preserve"> k </w:t>
      </w:r>
      <w:r w:rsidRPr="003C03F0">
        <w:t>posouzení splnění kvalifikace,</w:t>
      </w:r>
      <w:r w:rsidR="00845C50" w:rsidRPr="003C03F0">
        <w:t xml:space="preserve"> a </w:t>
      </w:r>
      <w:r w:rsidRPr="003C03F0">
        <w:t>to</w:t>
      </w:r>
      <w:r w:rsidR="00092CC9" w:rsidRPr="003C03F0">
        <w:t xml:space="preserve"> v </w:t>
      </w:r>
      <w:r w:rsidRPr="003C03F0">
        <w:t>rozsahu údajů stanovených</w:t>
      </w:r>
      <w:r w:rsidR="00092CC9" w:rsidRPr="003C03F0">
        <w:t xml:space="preserve"> v </w:t>
      </w:r>
      <w:r w:rsidRPr="003C03F0">
        <w:t>Příloze č. 5</w:t>
      </w:r>
      <w:r w:rsidR="00845C50" w:rsidRPr="003C03F0">
        <w:t xml:space="preserve"> a </w:t>
      </w:r>
      <w:r w:rsidRPr="003C03F0">
        <w:t>6 těchto Pokynů.</w:t>
      </w:r>
    </w:p>
    <w:p w:rsidR="0035531B" w:rsidRDefault="0035531B" w:rsidP="008B2021">
      <w:pPr>
        <w:pStyle w:val="Textbezslovn"/>
      </w:pPr>
      <w:r w:rsidRPr="003C03F0">
        <w:t>Zadavatel si vyhrazuje právo ověřit pravdivost údajů</w:t>
      </w:r>
      <w:r w:rsidR="00092CC9" w:rsidRPr="003C03F0">
        <w:t xml:space="preserve"> o </w:t>
      </w:r>
      <w:r w:rsidRPr="003C03F0">
        <w:t>zkušenostech</w:t>
      </w:r>
      <w:r>
        <w:t xml:space="preserve">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8B2021" w:rsidRDefault="0035531B" w:rsidP="0035531B">
      <w:pPr>
        <w:pStyle w:val="Text1-1"/>
        <w:rPr>
          <w:rStyle w:val="Tun9b"/>
        </w:rPr>
      </w:pPr>
      <w:r w:rsidRPr="008B2021">
        <w:rPr>
          <w:rStyle w:val="Tun9b"/>
        </w:rPr>
        <w:t>Přehled technických zařízení</w:t>
      </w:r>
    </w:p>
    <w:p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5787"/>
        <w:gridCol w:w="2117"/>
      </w:tblGrid>
      <w:tr w:rsidR="0006499F" w:rsidRPr="008B2021" w:rsidTr="003C03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6499F" w:rsidRPr="00C16E21" w:rsidRDefault="0006499F" w:rsidP="00BC6D2B">
            <w:r w:rsidRPr="00C16E21">
              <w:t>Zařízení: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rsidTr="003C03F0">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3C03F0" w:rsidRDefault="0006499F" w:rsidP="00BC6D2B">
            <w:r w:rsidRPr="003C03F0">
              <w:t>Stroj na pokládku kolejí a výhybek (stroj/zařízení umožňující výstavbu kolejí a výhybek)</w:t>
            </w:r>
          </w:p>
        </w:tc>
        <w:tc>
          <w:tcPr>
            <w:tcW w:w="2126" w:type="dxa"/>
            <w:shd w:val="clear" w:color="auto" w:fill="auto"/>
          </w:tcPr>
          <w:p w:rsidR="0006499F" w:rsidRPr="003C03F0" w:rsidRDefault="0006499F" w:rsidP="00BC6D2B">
            <w:pPr>
              <w:cnfStyle w:val="000000000000" w:firstRow="0" w:lastRow="0" w:firstColumn="0" w:lastColumn="0" w:oddVBand="0" w:evenVBand="0" w:oddHBand="0" w:evenHBand="0" w:firstRowFirstColumn="0" w:firstRowLastColumn="0" w:lastRowFirstColumn="0" w:lastRowLastColumn="0"/>
            </w:pPr>
            <w:r w:rsidRPr="003C03F0">
              <w:t>1 ks</w:t>
            </w:r>
          </w:p>
        </w:tc>
      </w:tr>
      <w:tr w:rsidR="0006499F" w:rsidRPr="008B2021" w:rsidTr="003C03F0">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3C03F0" w:rsidRDefault="0006499F" w:rsidP="00BC6D2B">
            <w:r w:rsidRPr="003C03F0">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rsidR="0006499F" w:rsidRPr="003C03F0" w:rsidRDefault="0006499F" w:rsidP="00BC6D2B">
            <w:pPr>
              <w:cnfStyle w:val="000000000000" w:firstRow="0" w:lastRow="0" w:firstColumn="0" w:lastColumn="0" w:oddVBand="0" w:evenVBand="0" w:oddHBand="0" w:evenHBand="0" w:firstRowFirstColumn="0" w:firstRowLastColumn="0" w:lastRowFirstColumn="0" w:lastRowLastColumn="0"/>
            </w:pPr>
            <w:r w:rsidRPr="003C03F0">
              <w:t>1 ks</w:t>
            </w:r>
          </w:p>
        </w:tc>
      </w:tr>
      <w:tr w:rsidR="0006499F" w:rsidRPr="0006499F" w:rsidTr="003C03F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06499F" w:rsidRPr="003C03F0" w:rsidRDefault="0006499F" w:rsidP="00BC6D2B">
            <w:pPr>
              <w:rPr>
                <w:b w:val="0"/>
              </w:rPr>
            </w:pPr>
            <w:r w:rsidRPr="003C03F0">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06499F" w:rsidRPr="003C03F0"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3C03F0">
              <w:rPr>
                <w:b w:val="0"/>
              </w:rPr>
              <w:t>1 ks</w:t>
            </w:r>
          </w:p>
        </w:tc>
      </w:tr>
    </w:tbl>
    <w:p w:rsidR="0035531B" w:rsidRPr="00EE2244" w:rsidRDefault="0035531B" w:rsidP="0006499F">
      <w:pPr>
        <w:pStyle w:val="Textbezslovn"/>
        <w:rPr>
          <w:i/>
          <w:color w:val="FF0000"/>
          <w:sz w:val="16"/>
          <w:szCs w:val="16"/>
        </w:rPr>
      </w:pPr>
    </w:p>
    <w:p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rsidR="0035531B" w:rsidRDefault="0035531B" w:rsidP="0006499F">
      <w:pPr>
        <w:pStyle w:val="Odrka1-1"/>
      </w:pPr>
      <w:r>
        <w:t xml:space="preserve">technické zařízení </w:t>
      </w:r>
      <w:r w:rsidRPr="003C03F0">
        <w:t>- Automatické strojní zařízení pro úpravu směrové</w:t>
      </w:r>
      <w:r w:rsidR="00845C50" w:rsidRPr="003C03F0">
        <w:t xml:space="preserve"> a </w:t>
      </w:r>
      <w:r w:rsidRPr="003C03F0">
        <w:t>výškové polohy koleje</w:t>
      </w:r>
      <w:r w:rsidR="00845C50" w:rsidRPr="003C03F0">
        <w:t xml:space="preserve"> a </w:t>
      </w:r>
      <w:r w:rsidRPr="003C03F0">
        <w:t>výhybek uvedené</w:t>
      </w:r>
      <w:r>
        <w:t xml:space="preserve"> dodavatelem</w:t>
      </w:r>
      <w:r w:rsidR="00BC6D2B">
        <w:t xml:space="preserve"> k </w:t>
      </w:r>
      <w:r>
        <w:t xml:space="preserve">prokázání splnění tohoto kvalifikačního kritéria musí splňovat požadavky Pokynu generálního ředitele č. 10/2013, Posuzování přípustnosti speciálních vozidel dodavatelů pro technologické </w:t>
      </w:r>
      <w:r>
        <w:lastRenderedPageBreak/>
        <w:t>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Pr="00D740AE" w:rsidRDefault="0035531B" w:rsidP="0006499F">
      <w:pPr>
        <w:pStyle w:val="Textbezslovn"/>
      </w:pPr>
      <w:r w:rsidRPr="00D740AE">
        <w:t>Výrobce konstrukčních ocelových dílců, na které se vztahuje harmonizovaná ČSN EN 1090-1+A1, prokazuje svoji způsobilost Osvědčením</w:t>
      </w:r>
      <w:r w:rsidR="00092CC9" w:rsidRPr="00D740AE">
        <w:t xml:space="preserve"> o </w:t>
      </w:r>
      <w:r w:rsidRPr="00D740AE">
        <w:t xml:space="preserve">shodě řízení výroby pro příslušnou třídu provádění (typ třídy EXC </w:t>
      </w:r>
      <w:r w:rsidR="00D740AE" w:rsidRPr="00D740AE">
        <w:t>3</w:t>
      </w:r>
      <w:r w:rsidRPr="00D740AE">
        <w:t>), který vydává Evropskou komisí jmenovaný Oznámený subjekt.</w:t>
      </w:r>
    </w:p>
    <w:p w:rsidR="0035531B" w:rsidRPr="00D740AE" w:rsidRDefault="0035531B" w:rsidP="0006499F">
      <w:pPr>
        <w:pStyle w:val="Textbezslovn"/>
        <w:rPr>
          <w:rStyle w:val="Tun9b"/>
        </w:rPr>
      </w:pPr>
      <w:r w:rsidRPr="00D740AE">
        <w:rPr>
          <w:rStyle w:val="Tun9b"/>
        </w:rPr>
        <w:t xml:space="preserve">Montáž OK  </w:t>
      </w:r>
    </w:p>
    <w:p w:rsidR="0035531B" w:rsidRDefault="0035531B" w:rsidP="0006499F">
      <w:pPr>
        <w:pStyle w:val="Textbezslovn"/>
      </w:pPr>
      <w:r w:rsidRPr="00D740AE">
        <w:t>Dodavatel prokazuje oprávnění</w:t>
      </w:r>
      <w:r w:rsidR="00BC6D2B" w:rsidRPr="00D740AE">
        <w:t xml:space="preserve"> k </w:t>
      </w:r>
      <w:r w:rsidRPr="00D740AE">
        <w:t xml:space="preserve">montáži ocelových konstrukcí (typ třídy EXC </w:t>
      </w:r>
      <w:r w:rsidR="00D740AE" w:rsidRPr="00D740AE">
        <w:t>3</w:t>
      </w:r>
      <w:r w:rsidRPr="00D740AE">
        <w:t>) samostatným certifikátem způsobilosti</w:t>
      </w:r>
      <w:r w:rsidR="00BC6D2B" w:rsidRPr="00D740AE">
        <w:t xml:space="preserve"> k </w:t>
      </w:r>
      <w:r w:rsidRPr="00D740AE">
        <w:t>montáži ocelových konstrukcí na staveništi nebo certifikátem</w:t>
      </w:r>
      <w:r w:rsidR="00845C50" w:rsidRPr="00D740AE">
        <w:t xml:space="preserve"> s </w:t>
      </w:r>
      <w:r w:rsidRPr="00D740AE">
        <w:t>přílohou, která obdobně jako samostatný certifikát prokazuje plnění požadavků na provádění ocelových konstrukcí na staveništi</w:t>
      </w:r>
      <w:r w:rsidR="00092CC9" w:rsidRPr="00D740AE">
        <w:t xml:space="preserve"> v </w:t>
      </w:r>
      <w:r w:rsidRPr="00D740AE">
        <w:t>rozsahu požadavků ČSN EN 1090-2+A1, ČSN 73 2603, ČSN EN ISO 3834 ve vztahu</w:t>
      </w:r>
      <w:r w:rsidR="00BC6D2B" w:rsidRPr="00D740AE">
        <w:t xml:space="preserve"> k </w:t>
      </w:r>
      <w:r w:rsidRPr="00D740AE">
        <w:t>procesům svařování při montáži</w:t>
      </w:r>
      <w:r w:rsidR="00845C50" w:rsidRPr="00D740AE">
        <w:t xml:space="preserve"> a </w:t>
      </w:r>
      <w:r w:rsidRPr="00D740AE">
        <w:t>TKP kap. 19, nebo obdobným zahraničním dokumentem.</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w:t>
      </w:r>
      <w:r>
        <w:lastRenderedPageBreak/>
        <w:t>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 xml:space="preserve">výkonu </w:t>
      </w:r>
      <w:r>
        <w:lastRenderedPageBreak/>
        <w:t>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025783" w:rsidRDefault="00025783" w:rsidP="00025783">
      <w:pPr>
        <w:pStyle w:val="Odrka1-1"/>
      </w:pPr>
      <w:r w:rsidRPr="00025783">
        <w:t xml:space="preserve">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w:t>
      </w:r>
      <w:r>
        <w:t xml:space="preserve">vybraný </w:t>
      </w:r>
      <w:r w:rsidRPr="00025783">
        <w:t>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rsidR="0035531B" w:rsidRDefault="00B71B67"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w:t>
      </w:r>
      <w:r>
        <w:lastRenderedPageBreak/>
        <w:t>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35531B" w:rsidRDefault="0035531B" w:rsidP="00193D8F">
      <w:pPr>
        <w:pStyle w:val="Nadpis1-1"/>
      </w:pPr>
      <w:bookmarkStart w:id="12" w:name="_Toc11155437"/>
      <w:r>
        <w:t>DALŠÍ INFORMACE/DOKUMENTY PŘEDKLÁDANÉ DODAVATELEM</w:t>
      </w:r>
      <w:r w:rsidR="00092CC9">
        <w:t xml:space="preserve"> v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35531B" w:rsidRDefault="0035531B" w:rsidP="00EE2244">
      <w:pPr>
        <w:pStyle w:val="Odrka1-1"/>
      </w:pPr>
      <w:r>
        <w:t xml:space="preserve">Specifikaci typu </w:t>
      </w:r>
      <w:r w:rsidRPr="00E5551E">
        <w:t>zabezpečovacího zařízení, zařízení elektrotechniky</w:t>
      </w:r>
      <w:r w:rsidR="00845C50" w:rsidRPr="00E5551E">
        <w:t xml:space="preserve"> a </w:t>
      </w:r>
      <w:r w:rsidRPr="00E5551E">
        <w:t>energetiky, které bude dodavatelem určeno</w:t>
      </w:r>
      <w:r w:rsidR="00BC6D2B" w:rsidRPr="00E5551E">
        <w:t xml:space="preserve"> k </w:t>
      </w:r>
      <w:r w:rsidRPr="00E5551E">
        <w:t>použití pro plnění předmětné veřejné zakázky</w:t>
      </w:r>
      <w:r w:rsidR="00845C50" w:rsidRPr="00E5551E">
        <w:t xml:space="preserve"> a </w:t>
      </w:r>
      <w:r w:rsidRPr="00E5551E">
        <w:t>které bude</w:t>
      </w:r>
      <w:r w:rsidR="00092CC9" w:rsidRPr="00E5551E">
        <w:t xml:space="preserve"> v </w:t>
      </w:r>
      <w:r w:rsidRPr="00E5551E">
        <w:t>souladu se Směrnicí č. 34 SŽDC „Směrnice pro uvádění do provozu výrobků, které jsou součástí sdělovacích</w:t>
      </w:r>
      <w:r w:rsidR="00845C50" w:rsidRPr="00E5551E">
        <w:t xml:space="preserve"> a </w:t>
      </w:r>
      <w:r w:rsidRPr="00E5551E">
        <w:t>zabezpečovacích zařízení</w:t>
      </w:r>
      <w:r w:rsidR="00845C50" w:rsidRPr="00E5551E">
        <w:t xml:space="preserve"> a </w:t>
      </w:r>
      <w:r w:rsidRPr="00E5551E">
        <w:t>zařízení elektrotechniky</w:t>
      </w:r>
      <w:r w:rsidR="00845C50" w:rsidRPr="00E5551E">
        <w:t xml:space="preserve"> a </w:t>
      </w:r>
      <w:r w:rsidRPr="00E5551E">
        <w:t>energetiky, na železniční dopravní cestě ve vlastnictví státu státní organizace Správa železniční dopravní cesty“,</w:t>
      </w:r>
      <w:r w:rsidR="00092CC9" w:rsidRPr="00E5551E">
        <w:t xml:space="preserve"> v </w:t>
      </w:r>
      <w:r w:rsidRPr="00E5551E">
        <w:t>platném znění. Nebude-li dodavatel současně i výrobcem nebo dodavatelem takto určeného zabezpečovacího zařízení, zařízení elektrotechniky</w:t>
      </w:r>
      <w:r w:rsidR="00845C50" w:rsidRPr="00E5551E">
        <w:t xml:space="preserve"> a </w:t>
      </w:r>
      <w:r w:rsidRPr="00E5551E">
        <w:t xml:space="preserve">energetiky, předloží dodavatel </w:t>
      </w:r>
      <w:r w:rsidR="00C776E5" w:rsidRPr="00E5551E">
        <w:t xml:space="preserve">kopii </w:t>
      </w:r>
      <w:r w:rsidRPr="00E5551E">
        <w:t>smlouv</w:t>
      </w:r>
      <w:r w:rsidR="00C776E5" w:rsidRPr="00E5551E">
        <w:t>y</w:t>
      </w:r>
      <w:r w:rsidRPr="00E5551E">
        <w:t xml:space="preserve"> uzavřen</w:t>
      </w:r>
      <w:r w:rsidR="00C776E5" w:rsidRPr="00E5551E">
        <w:t>é</w:t>
      </w:r>
      <w:r w:rsidR="00845C50" w:rsidRPr="00E5551E">
        <w:t xml:space="preserve"> s </w:t>
      </w:r>
      <w:r w:rsidRPr="00E5551E">
        <w:t>výrobcem nebo dodavatelem tohoto zabezpečovacího zařízení, zařízení elektrotechniky</w:t>
      </w:r>
      <w:r w:rsidR="00845C50" w:rsidRPr="00E5551E">
        <w:t xml:space="preserve"> a </w:t>
      </w:r>
      <w:r w:rsidRPr="00E5551E">
        <w:t>energetiky, kterou prokáže, že bude mít toto zabezpečovací zařízení, zařízení elektrotechniky</w:t>
      </w:r>
      <w:r w:rsidR="00845C50" w:rsidRPr="00E5551E">
        <w:t xml:space="preserve"> a </w:t>
      </w:r>
      <w:r w:rsidRPr="00E5551E">
        <w:t>energetiky</w:t>
      </w:r>
      <w:r w:rsidR="00BC6D2B" w:rsidRPr="00E5551E">
        <w:t xml:space="preserve"> k </w:t>
      </w:r>
      <w:r w:rsidRPr="00E5551E">
        <w:t>jeho použití pro plnění předmětné veřejné zakázky</w:t>
      </w:r>
      <w:r w:rsidR="00BC6D2B" w:rsidRPr="00E5551E">
        <w:t xml:space="preserve"> k </w:t>
      </w:r>
      <w:r w:rsidRPr="00E5551E">
        <w:t>dispozici</w:t>
      </w:r>
      <w:r w:rsidR="00845C50" w:rsidRPr="00E5551E">
        <w:t xml:space="preserve"> a </w:t>
      </w:r>
      <w:r w:rsidRPr="00E5551E">
        <w:t>že bude mít zajištěnu i jeho odbornou montáž, případně bude smlouva obsahovat souhlas výrobce nebo dodavatele zabezpečovacího zařízení, zařízení elektrotechniky</w:t>
      </w:r>
      <w:r w:rsidR="00845C50" w:rsidRPr="00E5551E">
        <w:t xml:space="preserve"> a </w:t>
      </w:r>
      <w:r w:rsidRPr="00E5551E">
        <w:t>energetiky</w:t>
      </w:r>
      <w:r w:rsidR="00845C50" w:rsidRPr="00E5551E">
        <w:t xml:space="preserve"> s </w:t>
      </w:r>
      <w:r w:rsidRPr="00E5551E">
        <w:t>tím, že je dodavatel sám schopen toto zařízení odborně sestavit</w:t>
      </w:r>
      <w:r w:rsidR="00845C50" w:rsidRPr="00E5551E">
        <w:t xml:space="preserve"> a </w:t>
      </w:r>
      <w:r w:rsidRPr="00E5551E">
        <w:t>namontovat. Specifikace</w:t>
      </w:r>
      <w:r>
        <w:t xml:space="preserve"> typu, případně smlouva</w:t>
      </w:r>
      <w:r w:rsidR="00845C50">
        <w:t xml:space="preserve"> s </w:t>
      </w:r>
      <w:r>
        <w:t xml:space="preserve">výrobcem nebo dodavatelem, bude požadována pro následující zařízení: </w:t>
      </w:r>
    </w:p>
    <w:p w:rsidR="00E5551E" w:rsidRPr="0090796F" w:rsidRDefault="00E5551E" w:rsidP="00952184">
      <w:pPr>
        <w:pStyle w:val="Odrka1-2-"/>
        <w:numPr>
          <w:ilvl w:val="1"/>
          <w:numId w:val="17"/>
        </w:numPr>
      </w:pPr>
      <w:r w:rsidRPr="0090796F">
        <w:t>definitivní staniční zabezpečovací zařízení,</w:t>
      </w:r>
    </w:p>
    <w:p w:rsidR="00E5551E" w:rsidRPr="0090796F" w:rsidRDefault="00E5551E" w:rsidP="00952184">
      <w:pPr>
        <w:pStyle w:val="Odrka1-2-"/>
        <w:numPr>
          <w:ilvl w:val="1"/>
          <w:numId w:val="17"/>
        </w:numPr>
      </w:pPr>
      <w:r w:rsidRPr="0090796F">
        <w:t>definitivní traťové zabezpečovací zařízení,</w:t>
      </w:r>
    </w:p>
    <w:p w:rsidR="00E5551E" w:rsidRPr="0090796F" w:rsidRDefault="00E5551E" w:rsidP="00952184">
      <w:pPr>
        <w:pStyle w:val="Odrka1-2-"/>
        <w:numPr>
          <w:ilvl w:val="1"/>
          <w:numId w:val="17"/>
        </w:numPr>
      </w:pPr>
      <w:r w:rsidRPr="0090796F">
        <w:t>přejezdové zabezpečovací zařízení</w:t>
      </w:r>
    </w:p>
    <w:p w:rsidR="00E5551E" w:rsidRPr="0090796F" w:rsidRDefault="00E5551E" w:rsidP="00952184">
      <w:pPr>
        <w:pStyle w:val="Odrka1-2-"/>
        <w:numPr>
          <w:ilvl w:val="1"/>
          <w:numId w:val="17"/>
        </w:numPr>
      </w:pPr>
      <w:r w:rsidRPr="0090796F">
        <w:t>silnoproudá technologie včetně DŘT,</w:t>
      </w:r>
    </w:p>
    <w:p w:rsidR="00834187" w:rsidRDefault="00E5551E" w:rsidP="00952184">
      <w:pPr>
        <w:pStyle w:val="Odrka1-2-"/>
        <w:numPr>
          <w:ilvl w:val="1"/>
          <w:numId w:val="17"/>
        </w:numPr>
      </w:pPr>
      <w:r w:rsidRPr="0090796F">
        <w:t xml:space="preserve">speciální elektrická zařízení pro zajištění provozu železniční dopravní cesty v rozsahu: </w:t>
      </w:r>
    </w:p>
    <w:p w:rsidR="00E5551E" w:rsidRDefault="00834187" w:rsidP="00834187">
      <w:pPr>
        <w:pStyle w:val="Odrka1-2-"/>
        <w:numPr>
          <w:ilvl w:val="0"/>
          <w:numId w:val="0"/>
        </w:numPr>
        <w:ind w:left="1440"/>
      </w:pPr>
      <w:r>
        <w:t xml:space="preserve">- </w:t>
      </w:r>
      <w:r w:rsidR="00E5551E" w:rsidRPr="0090796F">
        <w:t>systém elektrického ohřevu výměn,</w:t>
      </w:r>
    </w:p>
    <w:p w:rsidR="00834187" w:rsidRDefault="00E5551E" w:rsidP="00952184">
      <w:pPr>
        <w:pStyle w:val="Odrka1-2-"/>
        <w:numPr>
          <w:ilvl w:val="1"/>
          <w:numId w:val="17"/>
        </w:numPr>
      </w:pPr>
      <w:r w:rsidRPr="0090796F">
        <w:t xml:space="preserve">trakční </w:t>
      </w:r>
      <w:r w:rsidR="00834187">
        <w:t xml:space="preserve">vedení: </w:t>
      </w:r>
    </w:p>
    <w:p w:rsidR="00834187" w:rsidRDefault="00834187" w:rsidP="00834187">
      <w:pPr>
        <w:pStyle w:val="Odrka1-2-"/>
        <w:numPr>
          <w:ilvl w:val="0"/>
          <w:numId w:val="0"/>
        </w:numPr>
        <w:ind w:left="1440"/>
        <w:rPr>
          <w:rFonts w:ascii="Verdana" w:hAnsi="Verdana" w:cs="Calibri"/>
        </w:rPr>
      </w:pPr>
      <w:r>
        <w:t xml:space="preserve">- </w:t>
      </w:r>
      <w:r w:rsidRPr="00834187">
        <w:rPr>
          <w:rFonts w:ascii="Verdana" w:hAnsi="Verdana" w:cs="Calibri"/>
        </w:rPr>
        <w:t>k požadovanému systému (sestavě) trakčního vedení dodavatel doloží její schválení,</w:t>
      </w:r>
    </w:p>
    <w:p w:rsidR="00834187" w:rsidRPr="00834187" w:rsidRDefault="00834187" w:rsidP="00834187">
      <w:pPr>
        <w:pStyle w:val="Odrka1-2-"/>
        <w:numPr>
          <w:ilvl w:val="0"/>
          <w:numId w:val="0"/>
        </w:numPr>
        <w:ind w:left="1440"/>
        <w:rPr>
          <w:rFonts w:ascii="Verdana" w:hAnsi="Verdana" w:cs="Calibri"/>
        </w:rPr>
      </w:pPr>
      <w:r>
        <w:rPr>
          <w:rFonts w:ascii="Verdana" w:hAnsi="Verdana" w:cs="Calibri"/>
        </w:rPr>
        <w:t xml:space="preserve">- </w:t>
      </w:r>
      <w:r w:rsidRPr="00834187">
        <w:rPr>
          <w:rFonts w:ascii="Verdana" w:hAnsi="Verdana" w:cs="Calibri"/>
        </w:rPr>
        <w:t>dodavatel dále doloží číslo (označení) provozovatelem schválených Technických podmínek základních prvků trakčního vedení v rozsahu:</w:t>
      </w:r>
    </w:p>
    <w:p w:rsidR="00834187" w:rsidRP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t>děliče</w:t>
      </w:r>
    </w:p>
    <w:p w:rsidR="00834187" w:rsidRP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t>odpojovače</w:t>
      </w:r>
    </w:p>
    <w:p w:rsidR="00834187" w:rsidRP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lastRenderedPageBreak/>
        <w:t>motorové pohony odpojovačů</w:t>
      </w:r>
    </w:p>
    <w:p w:rsidR="00834187" w:rsidRP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t>izolátory</w:t>
      </w:r>
    </w:p>
    <w:p w:rsidR="00834187" w:rsidRDefault="00834187" w:rsidP="00952184">
      <w:pPr>
        <w:numPr>
          <w:ilvl w:val="3"/>
          <w:numId w:val="16"/>
        </w:numPr>
        <w:autoSpaceDE w:val="0"/>
        <w:autoSpaceDN w:val="0"/>
        <w:spacing w:after="0" w:line="240" w:lineRule="auto"/>
        <w:ind w:hanging="708"/>
        <w:contextualSpacing/>
        <w:jc w:val="both"/>
        <w:rPr>
          <w:rFonts w:ascii="Verdana" w:hAnsi="Verdana" w:cs="Calibri"/>
        </w:rPr>
      </w:pPr>
      <w:r w:rsidRPr="00834187">
        <w:rPr>
          <w:rFonts w:ascii="Verdana" w:hAnsi="Verdana" w:cs="Calibri"/>
        </w:rPr>
        <w:t>stožáry</w:t>
      </w:r>
    </w:p>
    <w:p w:rsidR="00834187" w:rsidRPr="00834187" w:rsidRDefault="00834187" w:rsidP="00952184">
      <w:pPr>
        <w:numPr>
          <w:ilvl w:val="3"/>
          <w:numId w:val="16"/>
        </w:numPr>
        <w:autoSpaceDE w:val="0"/>
        <w:autoSpaceDN w:val="0"/>
        <w:spacing w:after="120" w:line="240" w:lineRule="auto"/>
        <w:ind w:left="3243" w:hanging="709"/>
        <w:contextualSpacing/>
        <w:jc w:val="both"/>
        <w:rPr>
          <w:rFonts w:ascii="Verdana" w:hAnsi="Verdana" w:cs="Calibri"/>
        </w:rPr>
      </w:pPr>
      <w:r w:rsidRPr="00834187">
        <w:rPr>
          <w:rFonts w:ascii="Verdana" w:hAnsi="Verdana" w:cs="Calibri"/>
        </w:rPr>
        <w:t>brány</w:t>
      </w:r>
      <w:r>
        <w:rPr>
          <w:rFonts w:ascii="Verdana" w:hAnsi="Verdana" w:cs="Calibri"/>
        </w:rPr>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 xml:space="preserve">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rsidR="005B6135" w:rsidRPr="00F82C93" w:rsidRDefault="005B6135" w:rsidP="00193D8F">
      <w:pPr>
        <w:pStyle w:val="Odrka1-1"/>
      </w:pPr>
      <w:r w:rsidRPr="00F82C93">
        <w:t>Dodavatel je povinen přiložit ke své nabídce</w:t>
      </w:r>
      <w:r w:rsidRPr="00F82C93">
        <w:t xml:space="preserve"> smlouvu</w:t>
      </w:r>
      <w:r w:rsidR="002D7A6D" w:rsidRPr="00F82C93">
        <w:t xml:space="preserve"> o smlouvě budoucí o dílo, kterou</w:t>
      </w:r>
      <w:r w:rsidRPr="00F82C93">
        <w:t xml:space="preserve"> uzavře </w:t>
      </w:r>
      <w:r w:rsidR="002D7A6D" w:rsidRPr="00F82C93">
        <w:t>s ČD-Telematika a.s.</w:t>
      </w:r>
      <w:r w:rsidRPr="00F82C93">
        <w:t xml:space="preserve"> dle čl. 4.8.6.3 Zvláštních technických podmínek.</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rsidR="0035531B" w:rsidRDefault="0035531B" w:rsidP="0060115D">
      <w:pPr>
        <w:pStyle w:val="Odrka1-1"/>
      </w:pPr>
      <w:r>
        <w:t xml:space="preserve">Uvedené části plnění veřejné zakázky jsou tvořeny </w:t>
      </w:r>
      <w:r w:rsidR="00B82A36" w:rsidRPr="003D1E84">
        <w:t>SO/PS</w:t>
      </w:r>
      <w:r w:rsidRPr="003D1E84">
        <w:t xml:space="preserve">, jejichž provádění má důležitý význam </w:t>
      </w:r>
      <w:r w:rsidR="003D1E84" w:rsidRPr="003D1E84">
        <w:t xml:space="preserve">pro </w:t>
      </w:r>
      <w:r w:rsidR="003D1E84" w:rsidRPr="003D1E84">
        <w:rPr>
          <w:rFonts w:cs="Calibri"/>
        </w:rPr>
        <w:t>realizaci stavby jako celku</w:t>
      </w:r>
      <w:r w:rsidR="003D1E84" w:rsidRPr="003D1E84">
        <w:t xml:space="preserve"> a včasné ukončení</w:t>
      </w:r>
      <w:r w:rsidR="003D1E84" w:rsidRPr="00DE4A4D">
        <w:t xml:space="preserve"> výlukových </w:t>
      </w:r>
      <w:r w:rsidR="003D1E84">
        <w:t>prací.</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 xml:space="preserve">těmto </w:t>
      </w:r>
      <w:r>
        <w:lastRenderedPageBreak/>
        <w:t>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Pr="00743CEA"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 xml:space="preserve">rámci společné účasti, pak musí být plněny společníkem určeným dle čl. 9.2 těchto </w:t>
      </w:r>
      <w:r w:rsidRPr="00743CEA">
        <w:t>Pokynů výše):</w:t>
      </w:r>
    </w:p>
    <w:tbl>
      <w:tblPr>
        <w:tblW w:w="5670" w:type="dxa"/>
        <w:tblInd w:w="1048" w:type="dxa"/>
        <w:tblCellMar>
          <w:left w:w="70" w:type="dxa"/>
          <w:right w:w="70" w:type="dxa"/>
        </w:tblCellMar>
        <w:tblLook w:val="04A0" w:firstRow="1" w:lastRow="0" w:firstColumn="1" w:lastColumn="0" w:noHBand="0" w:noVBand="1"/>
      </w:tblPr>
      <w:tblGrid>
        <w:gridCol w:w="1468"/>
        <w:gridCol w:w="4202"/>
      </w:tblGrid>
      <w:tr w:rsidR="00743CEA" w:rsidRPr="00743CEA" w:rsidTr="003D1E84">
        <w:trPr>
          <w:trHeight w:val="255"/>
        </w:trPr>
        <w:tc>
          <w:tcPr>
            <w:tcW w:w="1468"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r w:rsidRPr="00743CEA">
              <w:rPr>
                <w:rFonts w:ascii="Verdana" w:eastAsia="Times New Roman" w:hAnsi="Verdana" w:cs="Arial"/>
                <w:lang w:eastAsia="cs-CZ"/>
              </w:rPr>
              <w:t>SO 02-10-01</w:t>
            </w:r>
          </w:p>
        </w:tc>
        <w:tc>
          <w:tcPr>
            <w:tcW w:w="4202"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r w:rsidRPr="00743CEA">
              <w:rPr>
                <w:rFonts w:ascii="Verdana" w:eastAsia="Times New Roman" w:hAnsi="Verdana" w:cs="Arial"/>
                <w:lang w:eastAsia="cs-CZ"/>
              </w:rPr>
              <w:t>Žst. Bohosudov, železniční svršek</w:t>
            </w:r>
          </w:p>
        </w:tc>
      </w:tr>
      <w:tr w:rsidR="00743CEA" w:rsidRPr="00743CEA" w:rsidTr="003D1E84">
        <w:trPr>
          <w:trHeight w:val="255"/>
        </w:trPr>
        <w:tc>
          <w:tcPr>
            <w:tcW w:w="1468"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r w:rsidRPr="00743CEA">
              <w:rPr>
                <w:rFonts w:ascii="Verdana" w:eastAsia="Times New Roman" w:hAnsi="Verdana" w:cs="Arial"/>
                <w:lang w:eastAsia="cs-CZ"/>
              </w:rPr>
              <w:t>SO 02-11-01</w:t>
            </w:r>
          </w:p>
        </w:tc>
        <w:tc>
          <w:tcPr>
            <w:tcW w:w="4202"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r w:rsidRPr="00743CEA">
              <w:rPr>
                <w:rFonts w:ascii="Verdana" w:eastAsia="Times New Roman" w:hAnsi="Verdana" w:cs="Arial"/>
                <w:lang w:eastAsia="cs-CZ"/>
              </w:rPr>
              <w:t>Žst. Bohosudov, železniční spodek</w:t>
            </w:r>
          </w:p>
        </w:tc>
      </w:tr>
      <w:tr w:rsidR="00743CEA" w:rsidRPr="00743CEA" w:rsidTr="003D1E84">
        <w:trPr>
          <w:trHeight w:val="255"/>
        </w:trPr>
        <w:tc>
          <w:tcPr>
            <w:tcW w:w="1468"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r w:rsidRPr="00743CEA">
              <w:rPr>
                <w:rFonts w:ascii="Verdana" w:eastAsia="Times New Roman" w:hAnsi="Verdana" w:cs="Arial"/>
                <w:lang w:eastAsia="cs-CZ"/>
              </w:rPr>
              <w:t>SO 02-31-01</w:t>
            </w:r>
          </w:p>
        </w:tc>
        <w:tc>
          <w:tcPr>
            <w:tcW w:w="4202" w:type="dxa"/>
            <w:shd w:val="clear" w:color="auto" w:fill="auto"/>
            <w:noWrap/>
            <w:vAlign w:val="center"/>
            <w:hideMark/>
          </w:tcPr>
          <w:p w:rsidR="003D1E84" w:rsidRPr="00743CEA" w:rsidRDefault="003D1E84" w:rsidP="003D1E84">
            <w:pPr>
              <w:spacing w:after="0" w:line="240" w:lineRule="auto"/>
              <w:rPr>
                <w:rFonts w:ascii="Verdana" w:eastAsia="Times New Roman" w:hAnsi="Verdana" w:cs="Arial"/>
                <w:lang w:eastAsia="cs-CZ"/>
              </w:rPr>
            </w:pPr>
            <w:r w:rsidRPr="00743CEA">
              <w:rPr>
                <w:rFonts w:ascii="Verdana" w:eastAsia="Times New Roman" w:hAnsi="Verdana" w:cs="Arial"/>
                <w:lang w:eastAsia="cs-CZ"/>
              </w:rPr>
              <w:t>Žst. Bohosudov, úprava trakčního vedení</w:t>
            </w:r>
          </w:p>
        </w:tc>
      </w:tr>
    </w:tbl>
    <w:p w:rsidR="0035531B" w:rsidRPr="00EE2244" w:rsidRDefault="0035531B" w:rsidP="0060115D">
      <w:pPr>
        <w:pStyle w:val="Textbezslovn"/>
        <w:ind w:left="1077"/>
        <w:rPr>
          <w:i/>
          <w:color w:val="FF0000"/>
          <w:sz w:val="16"/>
          <w:szCs w:val="16"/>
        </w:rPr>
      </w:pPr>
    </w:p>
    <w:p w:rsidR="0035531B" w:rsidRDefault="0035531B" w:rsidP="0060115D">
      <w:pPr>
        <w:pStyle w:val="Odrka1-1"/>
      </w:pPr>
      <w:r>
        <w:lastRenderedPageBreak/>
        <w:t>Vlastními prostředky se rozumí Věci určené pro dílo</w:t>
      </w:r>
      <w:r w:rsidR="00845C50">
        <w:t xml:space="preserve"> a </w:t>
      </w:r>
      <w:r>
        <w:t>Personál zhotovitele specifikovaný</w:t>
      </w:r>
      <w:r w:rsidR="00092CC9">
        <w:t xml:space="preserve"> v </w:t>
      </w:r>
      <w:r>
        <w:t>pod-článku 4.4.3 Zvláštních podmínek.</w:t>
      </w:r>
    </w:p>
    <w:p w:rsidR="0035531B" w:rsidRDefault="0035531B" w:rsidP="0060115D">
      <w:pPr>
        <w:pStyle w:val="Odrka1-1"/>
      </w:pPr>
      <w:r>
        <w:t xml:space="preserve">Výše uvedené vyhrazené části plnění veřejné zakázky jsou </w:t>
      </w:r>
      <w:r w:rsidRPr="003803FD">
        <w:t xml:space="preserve">tvořeny </w:t>
      </w:r>
      <w:r w:rsidR="00A95C0A" w:rsidRPr="003803FD">
        <w:t>SO/PS</w:t>
      </w:r>
      <w:r w:rsidRPr="003803FD">
        <w:t xml:space="preserve">, jejichž provádění má důležitý význam </w:t>
      </w:r>
      <w:r w:rsidR="003803FD" w:rsidRPr="003803FD">
        <w:t xml:space="preserve">pro </w:t>
      </w:r>
      <w:r w:rsidR="003803FD" w:rsidRPr="003803FD">
        <w:rPr>
          <w:rFonts w:cs="Calibri"/>
        </w:rPr>
        <w:t>realizaci stavby jako celku</w:t>
      </w:r>
      <w:r w:rsidR="003803FD" w:rsidRPr="003803FD">
        <w:t xml:space="preserve"> a včasné ukončení</w:t>
      </w:r>
      <w:r w:rsidR="003803FD" w:rsidRPr="00DE4A4D">
        <w:t xml:space="preserve"> výlukových </w:t>
      </w:r>
      <w:r w:rsidR="003803FD">
        <w:t>prací</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rsidR="0035531B" w:rsidRDefault="0035531B" w:rsidP="0060115D">
      <w:pPr>
        <w:pStyle w:val="Odrka1-1"/>
      </w:pPr>
      <w:r>
        <w:t xml:space="preserve">Výše uvedené vyhrazené stavební objekty představují svou finanční hodnotou celkem cca </w:t>
      </w:r>
      <w:r w:rsidR="003803FD" w:rsidRPr="00227462">
        <w:t>20 %</w:t>
      </w:r>
      <w:r w:rsidR="0060115D" w:rsidRPr="00227462">
        <w:t xml:space="preserve"> z </w:t>
      </w:r>
      <w:r w:rsidRPr="00227462">
        <w:t xml:space="preserve">předmětu </w:t>
      </w:r>
      <w:r>
        <w:t>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rsidR="00712CBA"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p>
    <w:p w:rsidR="00712CBA" w:rsidRDefault="00712CBA" w:rsidP="00712CBA">
      <w:pPr>
        <w:pStyle w:val="Odrka1-2-"/>
        <w:numPr>
          <w:ilvl w:val="0"/>
          <w:numId w:val="0"/>
        </w:numPr>
        <w:ind w:left="1531"/>
      </w:pPr>
      <w:r>
        <w:t xml:space="preserve">- </w:t>
      </w:r>
      <w:r w:rsidR="0035531B" w:rsidRPr="003803FD">
        <w:t>provádění staveb, jejich změn</w:t>
      </w:r>
      <w:r w:rsidR="00845C50" w:rsidRPr="003803FD">
        <w:t xml:space="preserve"> a </w:t>
      </w:r>
      <w:r w:rsidR="0035531B" w:rsidRPr="003803FD">
        <w:t>odstraňování</w:t>
      </w:r>
      <w:r>
        <w:t>,</w:t>
      </w:r>
    </w:p>
    <w:p w:rsidR="0035531B" w:rsidRDefault="00712CBA" w:rsidP="00712CBA">
      <w:pPr>
        <w:pStyle w:val="Odrka1-2-"/>
        <w:numPr>
          <w:ilvl w:val="0"/>
          <w:numId w:val="0"/>
        </w:numPr>
        <w:ind w:left="1531"/>
      </w:pPr>
      <w:r>
        <w:t>- revize, prohlídky a zkoušky určených technických zařízení v provozu</w:t>
      </w:r>
      <w:r w:rsidR="0035531B" w:rsidRPr="003803FD">
        <w:t xml:space="preserve">; </w:t>
      </w:r>
    </w:p>
    <w:p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rsidRPr="003803FD">
        <w:t xml:space="preserve">5 odst. 3 písm. </w:t>
      </w:r>
      <w:r w:rsidR="003803FD" w:rsidRPr="003803FD">
        <w:rPr>
          <w:b/>
        </w:rPr>
        <w:t xml:space="preserve">b) </w:t>
      </w:r>
      <w:r w:rsidR="003803FD" w:rsidRPr="0019735D">
        <w:t>a</w:t>
      </w:r>
      <w:r w:rsidR="003803FD" w:rsidRPr="003803FD">
        <w:rPr>
          <w:b/>
        </w:rPr>
        <w:t xml:space="preserve"> e)</w:t>
      </w:r>
      <w:r w:rsidRPr="003803FD">
        <w:t xml:space="preserve"> autorizačního zákona</w:t>
      </w:r>
      <w:r>
        <w:t xml:space="preserve">; </w:t>
      </w:r>
    </w:p>
    <w:p w:rsidR="0035531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rsidR="0035531B" w:rsidRPr="006F7499" w:rsidRDefault="0035531B" w:rsidP="00AD1771">
      <w:pPr>
        <w:pStyle w:val="Odrka1-1"/>
        <w:tabs>
          <w:tab w:val="clear" w:pos="1077"/>
        </w:tabs>
        <w:ind w:left="1843"/>
      </w:pPr>
      <w:r w:rsidRPr="003803FD">
        <w:t xml:space="preserve">nejméně jednu nejvýznamnější stavební práci, jež zahrnovala novostavbu nebo rekonstrukci </w:t>
      </w:r>
      <w:r w:rsidRPr="003803FD">
        <w:rPr>
          <w:rStyle w:val="Tun9b"/>
        </w:rPr>
        <w:t>železničního svršku</w:t>
      </w:r>
      <w:r w:rsidRPr="003803FD">
        <w:t xml:space="preserve"> na dvoukolejné nebo vícekolejné elektrifikované trati</w:t>
      </w:r>
      <w:r w:rsidR="00845C50" w:rsidRPr="003803FD">
        <w:t xml:space="preserve"> s </w:t>
      </w:r>
      <w:r w:rsidRPr="003803FD">
        <w:t xml:space="preserve">délkou souvislého traťového úseku nejméně </w:t>
      </w:r>
      <w:r w:rsidR="003803FD" w:rsidRPr="003803FD">
        <w:t>1,9</w:t>
      </w:r>
      <w:r w:rsidRPr="003803FD">
        <w:t xml:space="preserve"> km, nebo</w:t>
      </w:r>
      <w:r w:rsidR="00092CC9" w:rsidRPr="003803FD">
        <w:t xml:space="preserve"> v </w:t>
      </w:r>
      <w:r w:rsidRPr="003803FD">
        <w:t>železniční stanici na elektrifikované trati</w:t>
      </w:r>
      <w:r w:rsidR="00845C50" w:rsidRPr="003803FD">
        <w:t xml:space="preserve"> s </w:t>
      </w:r>
      <w:r w:rsidRPr="003803FD">
        <w:t xml:space="preserve">minimálním počtem </w:t>
      </w:r>
      <w:r w:rsidR="003803FD" w:rsidRPr="003803FD">
        <w:t>8</w:t>
      </w:r>
      <w:r w:rsidRPr="003803FD">
        <w:t xml:space="preserve"> ks,</w:t>
      </w:r>
      <w:r w:rsidR="00845C50" w:rsidRPr="003803FD">
        <w:t xml:space="preserve"> </w:t>
      </w:r>
      <w:r w:rsidR="00845C50" w:rsidRPr="006F7499">
        <w:t>a </w:t>
      </w:r>
      <w:r w:rsidRPr="006F7499">
        <w:t>to</w:t>
      </w:r>
      <w:r w:rsidR="00092CC9" w:rsidRPr="006F7499">
        <w:t xml:space="preserve"> v </w:t>
      </w:r>
      <w:r w:rsidRPr="006F7499">
        <w:t xml:space="preserve">hodnotě nejméně </w:t>
      </w:r>
      <w:r w:rsidR="003803FD" w:rsidRPr="006F7499">
        <w:rPr>
          <w:b/>
        </w:rPr>
        <w:t>105 000 000,-</w:t>
      </w:r>
      <w:r w:rsidRPr="006F7499">
        <w:rPr>
          <w:b/>
        </w:rPr>
        <w:t xml:space="preserve"> Kč</w:t>
      </w:r>
      <w:r w:rsidRPr="006F7499">
        <w:t xml:space="preserve"> bez DPH; tuto nejvýznamnější stavební práci nelze prokazovat prostřednictvím poddodavatele;</w:t>
      </w:r>
    </w:p>
    <w:p w:rsidR="0035531B" w:rsidRPr="006F7499" w:rsidRDefault="0035531B" w:rsidP="00AD1771">
      <w:pPr>
        <w:pStyle w:val="Odrka1-1"/>
        <w:tabs>
          <w:tab w:val="clear" w:pos="1077"/>
        </w:tabs>
        <w:ind w:left="1843"/>
      </w:pPr>
      <w:r w:rsidRPr="006F7499">
        <w:t xml:space="preserve">nejméně jednu nejvýznamnější stavební práci, jež zahrnovala novostavbu nebo rekonstrukci </w:t>
      </w:r>
      <w:r w:rsidR="008C0335" w:rsidRPr="006F7499">
        <w:t xml:space="preserve">tělesa </w:t>
      </w:r>
      <w:r w:rsidRPr="006F7499">
        <w:rPr>
          <w:rStyle w:val="Tun9b"/>
        </w:rPr>
        <w:t>železničního spodku</w:t>
      </w:r>
      <w:r w:rsidR="00092CC9" w:rsidRPr="006F7499">
        <w:t xml:space="preserve"> v </w:t>
      </w:r>
      <w:r w:rsidR="003803FD" w:rsidRPr="006F7499">
        <w:t xml:space="preserve">hodnotě nejméně </w:t>
      </w:r>
      <w:r w:rsidR="003803FD" w:rsidRPr="006F7499">
        <w:rPr>
          <w:b/>
        </w:rPr>
        <w:t xml:space="preserve">25 000 000,- </w:t>
      </w:r>
      <w:r w:rsidRPr="006F7499">
        <w:rPr>
          <w:b/>
        </w:rPr>
        <w:t>Kč</w:t>
      </w:r>
      <w:r w:rsidRPr="006F7499">
        <w:t xml:space="preserve"> bez DPH</w:t>
      </w:r>
      <w:r w:rsidR="006F7499" w:rsidRPr="006F7499">
        <w:t xml:space="preserve">; </w:t>
      </w:r>
      <w:r w:rsidRPr="006F7499">
        <w:t>tuto nejvýznamnější stavební práci nelze prokazovat prostřednictvím poddodavatele, pouze pokud se jedná</w:t>
      </w:r>
      <w:r w:rsidR="00092CC9" w:rsidRPr="006F7499">
        <w:t xml:space="preserve"> o </w:t>
      </w:r>
      <w:r w:rsidRPr="006F7499">
        <w:t xml:space="preserve">část odpovídající hodnotě </w:t>
      </w:r>
      <w:r w:rsidR="006F7499" w:rsidRPr="006F7499">
        <w:rPr>
          <w:b/>
        </w:rPr>
        <w:t>15 000 000,-</w:t>
      </w:r>
      <w:r w:rsidRPr="006F7499">
        <w:t xml:space="preserve"> </w:t>
      </w:r>
      <w:r w:rsidRPr="006F7499">
        <w:rPr>
          <w:b/>
        </w:rPr>
        <w:t>Kč</w:t>
      </w:r>
      <w:r w:rsidRPr="006F7499">
        <w:t xml:space="preserve"> bez DPH (uvedená částka se vztahuje</w:t>
      </w:r>
      <w:r w:rsidR="00BC6D2B" w:rsidRPr="006F7499">
        <w:t xml:space="preserve"> k </w:t>
      </w:r>
      <w:r w:rsidRPr="006F7499">
        <w:t xml:space="preserve">hodnotě novostavby nebo rekonstrukce </w:t>
      </w:r>
      <w:r w:rsidR="008C0335" w:rsidRPr="006F7499">
        <w:t xml:space="preserve">tělesa </w:t>
      </w:r>
      <w:r w:rsidRPr="006F7499">
        <w:t>železničního spodku, nikoli</w:t>
      </w:r>
      <w:r w:rsidR="00BC6D2B" w:rsidRPr="006F7499">
        <w:t xml:space="preserve"> k </w:t>
      </w:r>
      <w:r w:rsidRPr="006F7499">
        <w:t>hodnotě nejvýznamnější stavební práce, tj. zakázky jako celku);</w:t>
      </w:r>
    </w:p>
    <w:p w:rsidR="0035531B" w:rsidRPr="006F7499" w:rsidRDefault="0035531B" w:rsidP="00AD1771">
      <w:pPr>
        <w:pStyle w:val="Odrka1-1"/>
        <w:tabs>
          <w:tab w:val="clear" w:pos="1077"/>
        </w:tabs>
        <w:ind w:left="1843"/>
      </w:pPr>
      <w:r w:rsidRPr="006F7499">
        <w:t xml:space="preserve">nejméně jednu nejvýznamnější stavební práci, jež zahrnovala novostavbu nebo rekonstrukci </w:t>
      </w:r>
      <w:r w:rsidRPr="006F7499">
        <w:rPr>
          <w:rStyle w:val="Tun9b"/>
        </w:rPr>
        <w:t>trakčního vedení</w:t>
      </w:r>
      <w:r w:rsidRPr="006F7499">
        <w:t xml:space="preserve"> se střídavým a/nebo stejnosměrným napětím na dvoukolejné nebo vícekolejné elektrifikované trati</w:t>
      </w:r>
      <w:r w:rsidR="00845C50" w:rsidRPr="006F7499">
        <w:t xml:space="preserve"> s </w:t>
      </w:r>
      <w:r w:rsidRPr="006F7499">
        <w:t xml:space="preserve">délkou souvislého traťového úseku nejméně </w:t>
      </w:r>
      <w:r w:rsidR="006F7499" w:rsidRPr="006F7499">
        <w:t>1,9</w:t>
      </w:r>
      <w:r w:rsidRPr="006F7499">
        <w:t xml:space="preserve"> km, nebo</w:t>
      </w:r>
      <w:r w:rsidR="00092CC9" w:rsidRPr="006F7499">
        <w:t xml:space="preserve"> v </w:t>
      </w:r>
      <w:r w:rsidRPr="006F7499">
        <w:t>železniční stanici na elektrifikované trati</w:t>
      </w:r>
      <w:r w:rsidR="00845C50" w:rsidRPr="006F7499">
        <w:t xml:space="preserve"> s </w:t>
      </w:r>
      <w:r w:rsidRPr="006F7499">
        <w:t xml:space="preserve">minimálním počtem </w:t>
      </w:r>
      <w:r w:rsidR="006F7499" w:rsidRPr="006F7499">
        <w:t>8</w:t>
      </w:r>
      <w:r w:rsidRPr="006F7499">
        <w:t xml:space="preserve"> ks výhybek,</w:t>
      </w:r>
      <w:r w:rsidR="00845C50" w:rsidRPr="006F7499">
        <w:t xml:space="preserve"> a </w:t>
      </w:r>
      <w:r w:rsidRPr="006F7499">
        <w:t>to</w:t>
      </w:r>
      <w:r w:rsidR="00092CC9" w:rsidRPr="006F7499">
        <w:t xml:space="preserve"> v </w:t>
      </w:r>
      <w:r w:rsidRPr="006F7499">
        <w:t xml:space="preserve">hodnotě nejméně </w:t>
      </w:r>
      <w:r w:rsidR="00712CBA">
        <w:rPr>
          <w:b/>
        </w:rPr>
        <w:t>75</w:t>
      </w:r>
      <w:r w:rsidR="006F7499" w:rsidRPr="006F7499">
        <w:rPr>
          <w:b/>
        </w:rPr>
        <w:t> 000 000,-</w:t>
      </w:r>
      <w:r w:rsidRPr="006F7499">
        <w:rPr>
          <w:b/>
        </w:rPr>
        <w:t xml:space="preserve"> Kč</w:t>
      </w:r>
      <w:r w:rsidRPr="006F7499">
        <w:t xml:space="preserve"> bez DPH; tuto nejvýznamnější stavební práci nelze prokazova</w:t>
      </w:r>
      <w:r w:rsidR="00025783">
        <w:t>t prostřednictvím poddodavatele.</w:t>
      </w:r>
    </w:p>
    <w:p w:rsidR="0035531B" w:rsidRDefault="0035531B" w:rsidP="00AD1771">
      <w:pPr>
        <w:pStyle w:val="Textbezslovn"/>
        <w:ind w:left="1418"/>
      </w:pPr>
      <w:r>
        <w:t>V předloženém seznamu nebo osvědčení musí být výslovně uvedeno, že tyto výše uvedené části předmětu plnění nejvýznamnějších stavebních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s </w:t>
      </w:r>
      <w:r>
        <w:t>dodavatelem koncern (identifikační údaje takových případných koncernových osob budou rovněž uvedeny</w:t>
      </w:r>
      <w:r w:rsidR="00092CC9">
        <w:t xml:space="preserve"> v </w:t>
      </w:r>
      <w:r>
        <w:t>seznamu nebo osvědčení).</w:t>
      </w:r>
    </w:p>
    <w:p w:rsidR="006F7499" w:rsidRDefault="0035531B" w:rsidP="00BC6D2B">
      <w:pPr>
        <w:pStyle w:val="Odrka1-2-"/>
      </w:pPr>
      <w:r>
        <w:t>požadavek kritéria technické kvalifikace na předložení seznamu odborného personálu dodavatele</w:t>
      </w:r>
      <w:r w:rsidR="00092CC9">
        <w:t xml:space="preserve"> v </w:t>
      </w:r>
      <w:r>
        <w:t>rozsahu funkce</w:t>
      </w:r>
      <w:r w:rsidR="006F7499">
        <w:t>:</w:t>
      </w:r>
    </w:p>
    <w:p w:rsidR="006F7499" w:rsidRPr="00B05888" w:rsidRDefault="006F7499" w:rsidP="006F7499">
      <w:pPr>
        <w:pStyle w:val="Odrka1-1"/>
        <w:tabs>
          <w:tab w:val="clear" w:pos="1077"/>
          <w:tab w:val="num" w:pos="-3119"/>
        </w:tabs>
        <w:spacing w:after="0"/>
        <w:ind w:left="1984" w:hanging="425"/>
        <w:rPr>
          <w:lang w:val="en-US"/>
        </w:rPr>
      </w:pPr>
      <w:r w:rsidRPr="00B05888">
        <w:lastRenderedPageBreak/>
        <w:t xml:space="preserve">specialisty (vedoucího prací) na železniční svršek,  </w:t>
      </w:r>
    </w:p>
    <w:p w:rsidR="006F7499" w:rsidRPr="006F7499" w:rsidRDefault="006F7499" w:rsidP="006F7499">
      <w:pPr>
        <w:pStyle w:val="Odrka1-1"/>
        <w:spacing w:after="0"/>
        <w:ind w:left="1984" w:hanging="425"/>
        <w:rPr>
          <w:lang w:val="en-US"/>
        </w:rPr>
      </w:pPr>
      <w:r w:rsidRPr="00B05888">
        <w:t>specialisty (vedoucího prací) na železniční spodek,</w:t>
      </w:r>
    </w:p>
    <w:p w:rsidR="0035531B" w:rsidRPr="00761E38" w:rsidRDefault="006F7499" w:rsidP="006F7499">
      <w:pPr>
        <w:pStyle w:val="Odrka1-1"/>
        <w:ind w:left="1985" w:hanging="425"/>
        <w:rPr>
          <w:lang w:val="en-US"/>
        </w:rPr>
      </w:pPr>
      <w:r w:rsidRPr="00761E38">
        <w:rPr>
          <w:rFonts w:ascii="Verdana" w:hAnsi="Verdana" w:cs="Calibri"/>
        </w:rPr>
        <w:t>specialisty (vedoucího prací) na trakční vedení.</w:t>
      </w:r>
    </w:p>
    <w:p w:rsidR="0035531B" w:rsidRPr="00761E38" w:rsidRDefault="0035531B" w:rsidP="00BC6D2B">
      <w:pPr>
        <w:pStyle w:val="Odrka1-2-"/>
      </w:pPr>
      <w:r w:rsidRPr="00761E38">
        <w:t>požadavek kritéria technické kvalifikace na předložení přehledu technických zařízení, které bude mít dodavatel při plnění veřejné zakázky</w:t>
      </w:r>
      <w:r w:rsidR="00BC6D2B" w:rsidRPr="00761E38">
        <w:t xml:space="preserve"> k </w:t>
      </w:r>
      <w:r w:rsidRPr="00761E38">
        <w:t>dispozici, přičemž</w:t>
      </w:r>
      <w:r w:rsidR="0060115D" w:rsidRPr="00761E38">
        <w:t xml:space="preserve"> z </w:t>
      </w:r>
      <w:r w:rsidRPr="00761E38">
        <w:t>předloženého přehledu musí plynout, že dodavatel bude mít při plnění</w:t>
      </w:r>
      <w:r w:rsidR="00BC6D2B" w:rsidRPr="00761E38">
        <w:t xml:space="preserve"> k </w:t>
      </w:r>
      <w:r w:rsidR="00C87D96" w:rsidRPr="00761E38">
        <w:t>dispozici:</w:t>
      </w:r>
    </w:p>
    <w:tbl>
      <w:tblPr>
        <w:tblStyle w:val="Mkatabulky"/>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5787"/>
        <w:gridCol w:w="2117"/>
      </w:tblGrid>
      <w:tr w:rsidR="00C87D96" w:rsidRPr="008B2021" w:rsidTr="000257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C87D96" w:rsidRPr="00C16E21" w:rsidRDefault="00C87D96" w:rsidP="00025783">
            <w:r w:rsidRPr="00C16E21">
              <w:t>Zařízení: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C87D96" w:rsidRPr="00C16E21" w:rsidRDefault="00C87D96" w:rsidP="00025783">
            <w:pPr>
              <w:cnfStyle w:val="100000000000" w:firstRow="1" w:lastRow="0" w:firstColumn="0" w:lastColumn="0" w:oddVBand="0" w:evenVBand="0" w:oddHBand="0" w:evenHBand="0" w:firstRowFirstColumn="0" w:firstRowLastColumn="0" w:lastRowFirstColumn="0" w:lastRowLastColumn="0"/>
            </w:pPr>
            <w:r w:rsidRPr="00C16E21">
              <w:t>Počet kusů:</w:t>
            </w:r>
          </w:p>
        </w:tc>
      </w:tr>
      <w:tr w:rsidR="00C87D96" w:rsidRPr="008B2021" w:rsidTr="00025783">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C87D96" w:rsidRPr="003C03F0" w:rsidRDefault="00C87D96" w:rsidP="00025783">
            <w:r w:rsidRPr="003C03F0">
              <w:t>Stroj na pokládku kolejí a výhybek (stroj/zařízení umožňující výstavbu kolejí a výhybek)</w:t>
            </w:r>
          </w:p>
        </w:tc>
        <w:tc>
          <w:tcPr>
            <w:tcW w:w="2126" w:type="dxa"/>
            <w:shd w:val="clear" w:color="auto" w:fill="auto"/>
          </w:tcPr>
          <w:p w:rsidR="00C87D96" w:rsidRPr="003C03F0" w:rsidRDefault="00C87D96" w:rsidP="00025783">
            <w:pPr>
              <w:cnfStyle w:val="000000000000" w:firstRow="0" w:lastRow="0" w:firstColumn="0" w:lastColumn="0" w:oddVBand="0" w:evenVBand="0" w:oddHBand="0" w:evenHBand="0" w:firstRowFirstColumn="0" w:firstRowLastColumn="0" w:lastRowFirstColumn="0" w:lastRowLastColumn="0"/>
            </w:pPr>
            <w:r w:rsidRPr="003C03F0">
              <w:t>1 ks</w:t>
            </w:r>
          </w:p>
        </w:tc>
      </w:tr>
      <w:tr w:rsidR="00C87D96" w:rsidRPr="008B2021" w:rsidTr="00025783">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C87D96" w:rsidRPr="003C03F0" w:rsidRDefault="00C87D96" w:rsidP="00025783">
            <w:r w:rsidRPr="003C03F0">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rsidR="00C87D96" w:rsidRPr="003C03F0" w:rsidRDefault="00C87D96" w:rsidP="00025783">
            <w:pPr>
              <w:cnfStyle w:val="000000000000" w:firstRow="0" w:lastRow="0" w:firstColumn="0" w:lastColumn="0" w:oddVBand="0" w:evenVBand="0" w:oddHBand="0" w:evenHBand="0" w:firstRowFirstColumn="0" w:firstRowLastColumn="0" w:lastRowFirstColumn="0" w:lastRowLastColumn="0"/>
            </w:pPr>
            <w:r w:rsidRPr="003C03F0">
              <w:t>1 ks</w:t>
            </w:r>
          </w:p>
        </w:tc>
      </w:tr>
      <w:tr w:rsidR="00C87D96" w:rsidRPr="0006499F" w:rsidTr="0002578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C87D96" w:rsidRPr="003C03F0" w:rsidRDefault="00C87D96" w:rsidP="00025783">
            <w:pPr>
              <w:rPr>
                <w:b w:val="0"/>
              </w:rPr>
            </w:pPr>
            <w:r w:rsidRPr="003C03F0">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C87D96" w:rsidRPr="003C03F0" w:rsidRDefault="00C87D96" w:rsidP="00025783">
            <w:pPr>
              <w:cnfStyle w:val="010000000000" w:firstRow="0" w:lastRow="1" w:firstColumn="0" w:lastColumn="0" w:oddVBand="0" w:evenVBand="0" w:oddHBand="0" w:evenHBand="0" w:firstRowFirstColumn="0" w:firstRowLastColumn="0" w:lastRowFirstColumn="0" w:lastRowLastColumn="0"/>
              <w:rPr>
                <w:b w:val="0"/>
              </w:rPr>
            </w:pPr>
            <w:r w:rsidRPr="003C03F0">
              <w:rPr>
                <w:b w:val="0"/>
              </w:rPr>
              <w:t>1 ks</w:t>
            </w:r>
          </w:p>
        </w:tc>
      </w:tr>
    </w:tbl>
    <w:p w:rsidR="00C87D96" w:rsidRPr="00BC6D2B" w:rsidRDefault="00C87D96" w:rsidP="00C87D96">
      <w:pPr>
        <w:pStyle w:val="Odrka1-2-"/>
        <w:numPr>
          <w:ilvl w:val="0"/>
          <w:numId w:val="0"/>
        </w:numPr>
        <w:ind w:left="1531"/>
        <w:rPr>
          <w:highlight w:val="green"/>
        </w:rPr>
      </w:pPr>
    </w:p>
    <w:p w:rsidR="00BC6D2B" w:rsidRDefault="00BC6D2B" w:rsidP="00BC6D2B">
      <w:pPr>
        <w:pStyle w:val="Text1-1"/>
      </w:pPr>
      <w:r>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3" w:name="_Toc11155438"/>
      <w:r>
        <w:t>PROHLÍDKA MÍSTA PLNĚNÍ (STAVENIŠTĚ)</w:t>
      </w:r>
      <w:bookmarkEnd w:id="13"/>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4" w:name="_Toc11155439"/>
      <w:r>
        <w:t>JAZYK NABÍDEK</w:t>
      </w:r>
      <w:bookmarkEnd w:id="14"/>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 xml:space="preserve">správnosti překladu, může si vyžádat předložení úředně ověřeného překladu dokladu do českého jazyka tlumočníkem </w:t>
      </w:r>
      <w:r>
        <w:lastRenderedPageBreak/>
        <w:t>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5" w:name="_Toc11155440"/>
      <w:r>
        <w:t>OBSAH</w:t>
      </w:r>
      <w:r w:rsidR="00845C50">
        <w:t xml:space="preserve"> a </w:t>
      </w:r>
      <w:r>
        <w:t>PODÁVÁNÍ NABÍDEK</w:t>
      </w:r>
      <w:bookmarkEnd w:id="15"/>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8D552B"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Default="0035531B" w:rsidP="008169FD">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404BA2">
        <w:t xml:space="preserve"> </w:t>
      </w:r>
      <w:hyperlink r:id="rId20" w:history="1">
        <w:r w:rsidR="00404BA2"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Dokumenty musí být do systému </w:t>
      </w:r>
      <w:r w:rsidR="00BB4AF2">
        <w:br/>
      </w:r>
      <w:r>
        <w:t>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C93433">
        <w:t>50</w:t>
      </w:r>
      <w:r>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xls/xlsx </w:t>
      </w:r>
      <w:r w:rsidR="00845C50">
        <w:t xml:space="preserve"> a </w:t>
      </w:r>
      <w:r>
        <w:t>ve formátu XML. Soupis prací ve formátu XML má strukturu dat dle datového předpisu XC4. Oceněný Soupis prací bude dodavatelem</w:t>
      </w:r>
      <w:r w:rsidR="00092CC9">
        <w:t xml:space="preserve"> v </w:t>
      </w:r>
      <w:r>
        <w:t>nabídce předložen ve formátu xls/xlsx.</w:t>
      </w:r>
      <w:r w:rsidR="00092CC9">
        <w:t xml:space="preserve"> </w:t>
      </w:r>
      <w:r w:rsidR="007038DC">
        <w:t>V</w:t>
      </w:r>
      <w:r w:rsidR="00092CC9">
        <w:t> </w:t>
      </w:r>
      <w:r>
        <w:t>případě změn</w:t>
      </w:r>
      <w:r w:rsidR="00845C50">
        <w:t xml:space="preserve"> a </w:t>
      </w:r>
      <w:r>
        <w:t>doplnění zadávací dokumentace budou případné změny či úpravy Soupisu prací zadavatelem prováděny pouze ve formátu xls/xlsx. Smlouva</w:t>
      </w:r>
      <w:r w:rsidR="00092CC9">
        <w:t xml:space="preserve"> o </w:t>
      </w:r>
      <w:r>
        <w:t>dílo upravuje podmínky pro předání Soupisu prací ve formátu XML včetně všech případných aktualizací vybranému dodavateli</w:t>
      </w:r>
      <w:r w:rsidR="00845C50">
        <w:t xml:space="preserve"> a </w:t>
      </w:r>
      <w:r>
        <w:t>odevzdání oceněného Soupisu prací</w:t>
      </w:r>
      <w:r w:rsidR="00092CC9">
        <w:t xml:space="preserve"> v </w:t>
      </w:r>
      <w:r>
        <w:t xml:space="preserve">elektronické podobě ve formátu XML vybraným dodavatelem zadavateli, resp. objednateli.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lastRenderedPageBreak/>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Pr="00FE3763"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 xml:space="preserve">Příloze č. 11 těchto Pokynů včetně </w:t>
      </w:r>
      <w:r w:rsidRPr="00FE3763">
        <w:t>příloh</w:t>
      </w:r>
      <w:r w:rsidR="00845C50" w:rsidRPr="00FE3763">
        <w:t xml:space="preserve"> a </w:t>
      </w:r>
      <w:r w:rsidRPr="00FE3763">
        <w:t>doklady prokazující způsobilost pro výrobu</w:t>
      </w:r>
      <w:r w:rsidR="00845C50" w:rsidRPr="00FE3763">
        <w:t xml:space="preserve"> a </w:t>
      </w:r>
      <w:r w:rsidRPr="00FE3763">
        <w:t>montáž ocelových konstrukcí.</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Pr="00FE3763" w:rsidRDefault="0035531B" w:rsidP="00BC6D2B">
      <w:pPr>
        <w:pStyle w:val="Odrka1-1"/>
      </w:pPr>
      <w:r>
        <w:t>Harmonogram postupu prací zpracovaný podle požadavků zadavatele stanovených</w:t>
      </w:r>
      <w:r w:rsidR="00092CC9">
        <w:t xml:space="preserve"> v </w:t>
      </w:r>
      <w:r w:rsidRPr="00FE3763">
        <w:t>článku 9.1 těchto Pokynů.</w:t>
      </w:r>
    </w:p>
    <w:p w:rsidR="0035531B" w:rsidRPr="00F82C93" w:rsidRDefault="0035531B" w:rsidP="00BC6D2B">
      <w:pPr>
        <w:pStyle w:val="Odrka1-1"/>
      </w:pPr>
      <w:r w:rsidRPr="00FE3763">
        <w:t>Specifikace typu zabezpečovacího zařízení, zařízení elektrotechniky</w:t>
      </w:r>
      <w:r w:rsidR="00845C50" w:rsidRPr="00FE3763">
        <w:t xml:space="preserve"> a </w:t>
      </w:r>
      <w:r w:rsidRPr="00FE3763">
        <w:t>energetiky dle č. 9.1 těchto Pokynů, včetně případné smlouvy</w:t>
      </w:r>
      <w:r w:rsidR="00845C50" w:rsidRPr="00FE3763">
        <w:t xml:space="preserve"> s </w:t>
      </w:r>
      <w:r w:rsidRPr="00FE3763">
        <w:t xml:space="preserve">výrobcem nebo dodavatelem tohoto </w:t>
      </w:r>
      <w:r w:rsidRPr="00F82C93">
        <w:t xml:space="preserve">zařízení. </w:t>
      </w:r>
    </w:p>
    <w:p w:rsidR="005B6135" w:rsidRPr="00F82C93" w:rsidRDefault="005B6135" w:rsidP="00BC6D2B">
      <w:pPr>
        <w:pStyle w:val="Odrka1-1"/>
      </w:pPr>
      <w:bookmarkStart w:id="16" w:name="_GoBack"/>
      <w:r w:rsidRPr="00F82C93">
        <w:t>Smlouva</w:t>
      </w:r>
      <w:r w:rsidR="00F82C93" w:rsidRPr="00F82C93">
        <w:t xml:space="preserve"> </w:t>
      </w:r>
      <w:r w:rsidR="00F82C93" w:rsidRPr="00F82C93">
        <w:t xml:space="preserve">o smlouvě budoucí o dílo </w:t>
      </w:r>
      <w:r w:rsidR="00F82C93" w:rsidRPr="00F82C93">
        <w:t>uzavřená</w:t>
      </w:r>
      <w:r w:rsidR="00F82C93" w:rsidRPr="00F82C93">
        <w:t xml:space="preserve"> s ČD-Telematika a.s. dle čl. 4.8.6.3 Zvláštních technických podmínek</w:t>
      </w:r>
      <w:r w:rsidR="00F82C93" w:rsidRPr="00F82C93">
        <w:t>.</w:t>
      </w:r>
      <w:bookmarkEnd w:id="16"/>
    </w:p>
    <w:p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rsidR="0035531B" w:rsidRDefault="0035531B" w:rsidP="00BC6D2B">
      <w:pPr>
        <w:pStyle w:val="Odrka1-1"/>
      </w:pPr>
      <w:r>
        <w:t>Oceněný Soupis prací včetně Rekapitulace ceny dle PS</w:t>
      </w:r>
      <w:r w:rsidR="00845C50">
        <w:t xml:space="preserve"> a </w:t>
      </w:r>
      <w:r>
        <w:t>SO, které jsou obsaženy</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EE7882">
      <w:pPr>
        <w:pStyle w:val="Text1-1"/>
        <w:rPr>
          <w:rStyle w:val="Tun9b"/>
          <w:b w:val="0"/>
        </w:rPr>
      </w:pPr>
      <w:r w:rsidRPr="008E1138">
        <w:rPr>
          <w:rStyle w:val="Tun9b"/>
          <w:b w:val="0"/>
        </w:rPr>
        <w:lastRenderedPageBreak/>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7" w:name="_Toc11155441"/>
      <w:r>
        <w:t>POŽADAVKY NA ZPRACOVÁNÍ NABÍDKOVÉ CENY</w:t>
      </w:r>
      <w:bookmarkEnd w:id="17"/>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rsidR="0035531B" w:rsidRDefault="0035531B" w:rsidP="007038DC">
      <w:pPr>
        <w:pStyle w:val="Nadpis1-1"/>
      </w:pPr>
      <w:bookmarkStart w:id="18" w:name="_Toc11155442"/>
      <w:r>
        <w:t>VARIANTY NABÍDKY, VÝHRADA ZMĚNY DODAVATELE</w:t>
      </w:r>
      <w:r w:rsidR="00845C50">
        <w:t xml:space="preserve"> </w:t>
      </w:r>
      <w:r w:rsidR="00845C50" w:rsidRPr="00FE3763">
        <w:t>a </w:t>
      </w:r>
      <w:r w:rsidRPr="00FE3763">
        <w:t>VÝHRADA NOVÝCH STAVEBNÍCH PRACÍ</w:t>
      </w:r>
      <w:bookmarkEnd w:id="18"/>
      <w:r>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 xml:space="preserve">důsledku skutečnosti, že část předmětu díla byla </w:t>
      </w:r>
      <w:r>
        <w:lastRenderedPageBreak/>
        <w:t>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Pr="00FE3763"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w:t>
      </w:r>
      <w:r w:rsidRPr="00FE3763">
        <w:t xml:space="preserve"> korespondovala</w:t>
      </w:r>
      <w:r w:rsidR="00845C50" w:rsidRPr="00FE3763">
        <w:t xml:space="preserve"> s</w:t>
      </w:r>
      <w:r w:rsidR="00845C50">
        <w:t>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rsidRPr="00FE3763">
        <w:t>souvisejících technických</w:t>
      </w:r>
      <w:r w:rsidR="00845C50" w:rsidRPr="00FE3763">
        <w:t xml:space="preserve"> a </w:t>
      </w:r>
      <w:r w:rsidRPr="00FE3763">
        <w:t xml:space="preserve">technologických postupů. </w:t>
      </w:r>
    </w:p>
    <w:p w:rsidR="0035531B" w:rsidRPr="00FE3763" w:rsidRDefault="0035531B" w:rsidP="008E1138">
      <w:pPr>
        <w:pStyle w:val="Text1-1"/>
      </w:pPr>
      <w:r w:rsidRPr="00FE3763">
        <w:t>Zadavatel si</w:t>
      </w:r>
      <w:r w:rsidR="00092CC9" w:rsidRPr="00FE3763">
        <w:t xml:space="preserve"> v </w:t>
      </w:r>
      <w:r w:rsidRPr="00FE3763">
        <w:t>souladu</w:t>
      </w:r>
      <w:r w:rsidR="00845C50" w:rsidRPr="00FE3763">
        <w:t xml:space="preserve"> s </w:t>
      </w:r>
      <w:r w:rsidRPr="00FE3763">
        <w:t>§ 100 odst. 3 ZZVZ vyhrazuje možnost použití jednacího řízení bez uveřejnění pro poskytnutí nových stavebních prací vybraným dodavatelem spočívající</w:t>
      </w:r>
      <w:r w:rsidR="00092CC9" w:rsidRPr="00FE3763">
        <w:t xml:space="preserve"> v </w:t>
      </w:r>
      <w:r w:rsidRPr="00FE3763">
        <w:t>provedení následné úpravy směrového</w:t>
      </w:r>
      <w:r w:rsidR="00845C50" w:rsidRPr="00FE3763">
        <w:t xml:space="preserve"> a </w:t>
      </w:r>
      <w:r w:rsidRPr="00FE3763">
        <w:t>výškového uspořádání koleje. Předpokládaná doba</w:t>
      </w:r>
      <w:r w:rsidR="00845C50" w:rsidRPr="00FE3763">
        <w:t xml:space="preserve"> a </w:t>
      </w:r>
      <w:r w:rsidRPr="00FE3763">
        <w:t xml:space="preserve">rozsah poskytnutí těchto nových stavebních prací je uveden ve Zvláštních technických podmínkách. </w:t>
      </w:r>
    </w:p>
    <w:p w:rsidR="0035531B" w:rsidRDefault="0035531B" w:rsidP="007038DC">
      <w:pPr>
        <w:pStyle w:val="Nadpis1-1"/>
      </w:pPr>
      <w:bookmarkStart w:id="19" w:name="_Toc11155443"/>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11155444"/>
      <w:r>
        <w:t>POSOUZENÍ SPLNĚNÍ PODMÍNEK ÚČASTI</w:t>
      </w:r>
      <w:bookmarkEnd w:id="20"/>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 xml:space="preserve">výším nabídkových cen, </w:t>
      </w:r>
      <w:r>
        <w:lastRenderedPageBreak/>
        <w:t>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1" w:name="_Toc11155445"/>
      <w:r>
        <w:t>HODNOCENÍ NABÍDEK</w:t>
      </w:r>
      <w:bookmarkEnd w:id="21"/>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2" w:name="_Toc11155446"/>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vyhrazených změn závazků ze smlouvy</w:t>
      </w:r>
      <w:r w:rsidR="00D81629">
        <w:t xml:space="preserve"> a</w:t>
      </w:r>
      <w:r>
        <w:t xml:space="preserve"> </w:t>
      </w:r>
      <w:r w:rsidRPr="00FE3763">
        <w:t xml:space="preserve">hodnota vyhrazených nových stavebních prací). </w:t>
      </w:r>
    </w:p>
    <w:p w:rsidR="0035531B" w:rsidRPr="00B74713" w:rsidRDefault="0035531B" w:rsidP="008E1138">
      <w:pPr>
        <w:pStyle w:val="Text1-1"/>
      </w:pPr>
      <w:r w:rsidRPr="00B74713">
        <w:t>Zadavatel si rovněž mimo jiné vyhrazuje právo zrušit zadávací řízení, pokud stavební povolení bude obsahovat podmínky, které nebyly zohledněny</w:t>
      </w:r>
      <w:r w:rsidR="00092CC9" w:rsidRPr="00B74713">
        <w:t xml:space="preserve"> v </w:t>
      </w:r>
      <w:r w:rsidRPr="00B74713">
        <w:t>zadávací dokumentaci, nebo nebude-li vydané stavební povolení pravomocné.</w:t>
      </w:r>
    </w:p>
    <w:p w:rsidR="0035531B" w:rsidRDefault="0035531B" w:rsidP="007038DC">
      <w:pPr>
        <w:pStyle w:val="Nadpis1-1"/>
      </w:pPr>
      <w:bookmarkStart w:id="23" w:name="_Toc11155447"/>
      <w:r>
        <w:t>UZAVŘENÍ SMLOUVY</w:t>
      </w:r>
      <w:bookmarkEnd w:id="23"/>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w:t>
      </w:r>
      <w:r w:rsidR="000A7A9C">
        <w:rPr>
          <w:szCs w:val="24"/>
        </w:rPr>
        <w:lastRenderedPageBreak/>
        <w:t xml:space="preserve">být vlivem valorizace navýšena i snížena. Tato vyhrazená změna závazku se nezapočítává do limitu pro povolené změny dle § 222 </w:t>
      </w:r>
      <w:r w:rsidR="0011040C">
        <w:t xml:space="preserve">odst. 4 až 6 a 9 </w:t>
      </w:r>
      <w:r w:rsidR="000A7A9C">
        <w:rPr>
          <w:szCs w:val="24"/>
        </w:rPr>
        <w:t>ZZVZ.</w:t>
      </w:r>
    </w:p>
    <w:p w:rsidR="0035531B" w:rsidRDefault="0035531B" w:rsidP="007038DC">
      <w:pPr>
        <w:pStyle w:val="Textbezslovn"/>
      </w:pPr>
      <w:r w:rsidRPr="007D5A8D">
        <w:t>Vyhrazenou změnou závazku je rovněž zajištění publicity stavby.</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501B32"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 xml:space="preserve">dílo). Vystavovat daňové doklady - faktury je povinen pouze vedoucí společník. Na daňovém dokladu bude uveden (identifikován) vedoucí společník jako osoba uskutečňující ekonomickou činnost jako </w:t>
      </w:r>
      <w:r>
        <w:lastRenderedPageBreak/>
        <w:t>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Default="0035531B" w:rsidP="00542AEE">
      <w:pPr>
        <w:pStyle w:val="Odrka1-1"/>
      </w:pPr>
      <w:r>
        <w:t xml:space="preserve">originálu nebo ověřené kopie závazného příslibu banky, kterým vybraný dodavatel prokáže, že </w:t>
      </w:r>
      <w:r w:rsidR="00542AEE"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E40DCE">
        <w:rPr>
          <w:b/>
        </w:rPr>
        <w:t>53 000 000,-</w:t>
      </w:r>
      <w:r>
        <w:t xml:space="preserve"> </w:t>
      </w:r>
      <w:r w:rsidRPr="007F3581">
        <w:rPr>
          <w:b/>
        </w:rPr>
        <w:t>Kč</w:t>
      </w:r>
      <w:r w:rsidR="00E40DCE">
        <w:t>.</w:t>
      </w:r>
      <w:r>
        <w:t xml:space="preserve"> Příslib musí být platný po dobu uvedenou ve Smlouvě</w:t>
      </w:r>
      <w:r w:rsidR="00092CC9">
        <w:t xml:space="preserve"> o </w:t>
      </w:r>
      <w:r>
        <w:t xml:space="preserve">dílo. </w:t>
      </w:r>
      <w:r w:rsidR="007F3581">
        <w:t>P</w:t>
      </w:r>
      <w:r>
        <w:t xml:space="preserve">říslib banky </w:t>
      </w:r>
      <w:r w:rsidR="007F3581">
        <w:t>vybraný dodavatel předloží</w:t>
      </w:r>
      <w:r>
        <w:t xml:space="preserve"> až po uplynutí lhůty ve smyslu § 246 ZZVZ, ve které zadavatel nesmí uzavřít smlouvu;</w:t>
      </w:r>
    </w:p>
    <w:p w:rsidR="0035531B" w:rsidRPr="00B85C30" w:rsidRDefault="0035531B" w:rsidP="007038DC">
      <w:pPr>
        <w:pStyle w:val="Odrka1-1"/>
      </w:pPr>
      <w:r w:rsidRPr="00B85C30">
        <w:t>originálu nebo ověřené kopie smlouvy uzavřené</w:t>
      </w:r>
      <w:r w:rsidR="00845C50" w:rsidRPr="00B85C30">
        <w:t xml:space="preserve"> s </w:t>
      </w:r>
      <w:r w:rsidRPr="00B85C30">
        <w:t>výrobcem nebo dodavatelem zabezpečovacího zařízení, zařízení elektrotechniky</w:t>
      </w:r>
      <w:r w:rsidR="00845C50" w:rsidRPr="00B85C30">
        <w:t xml:space="preserve"> a </w:t>
      </w:r>
      <w:r w:rsidRPr="00B85C30">
        <w:t>energetiky ve smyslu čl. 9.1 těchto Pokynů,</w:t>
      </w:r>
      <w:r w:rsidR="00EB5D4D" w:rsidRPr="00B85C30">
        <w:t xml:space="preserve"> nebude-li dodavatel současně i </w:t>
      </w:r>
      <w:r w:rsidRPr="00B85C30">
        <w:t>výrobcem nebo dodavatelem tohoto zařízení, kterou prokáže, že bude mít toto zabezpečovací zařízení, zařízení elektrotechniky</w:t>
      </w:r>
      <w:r w:rsidR="00845C50" w:rsidRPr="00B85C30">
        <w:t xml:space="preserve"> a </w:t>
      </w:r>
      <w:r w:rsidRPr="00B85C30">
        <w:t>energetiky</w:t>
      </w:r>
      <w:r w:rsidR="00BC6D2B" w:rsidRPr="00B85C30">
        <w:t xml:space="preserve"> k </w:t>
      </w:r>
      <w:r w:rsidRPr="00B85C30">
        <w:t>jeho použití pro plnění předmětné veřejné zakázky</w:t>
      </w:r>
      <w:r w:rsidR="00BC6D2B" w:rsidRPr="00B85C30">
        <w:t xml:space="preserve"> k </w:t>
      </w:r>
      <w:r w:rsidRPr="00B85C30">
        <w:t>dispozici</w:t>
      </w:r>
      <w:r w:rsidR="00845C50" w:rsidRPr="00B85C30">
        <w:t xml:space="preserve"> a </w:t>
      </w:r>
      <w:r w:rsidRPr="00B85C30">
        <w:t>že bude mít zajištěnu i jeho odbornou montáž, případně bude smlouva obsahovat souhlas výrobce nebo dodavatele zabezpečovacího zařízení, zařízení elektrotechniky</w:t>
      </w:r>
      <w:r w:rsidR="00845C50" w:rsidRPr="00B85C30">
        <w:t xml:space="preserve"> a </w:t>
      </w:r>
      <w:r w:rsidRPr="00B85C30">
        <w:t xml:space="preserve">energetiky </w:t>
      </w:r>
      <w:r w:rsidR="00845C50" w:rsidRPr="00B85C30">
        <w:t>s </w:t>
      </w:r>
      <w:r w:rsidRPr="00B85C30">
        <w:t>tím, že je dodavatel sám schopen toto zařízení odborně sestavit</w:t>
      </w:r>
      <w:r w:rsidR="00845C50" w:rsidRPr="00B85C30">
        <w:t xml:space="preserve"> a </w:t>
      </w:r>
      <w:r w:rsidRPr="00B85C30">
        <w:t xml:space="preserve">namontovat;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B85C30" w:rsidRPr="00B85C30" w:rsidRDefault="0035531B" w:rsidP="00B85C30">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B85C30">
        <w:t>elektrických</w:t>
      </w:r>
      <w:r w:rsidR="00EC10AE" w:rsidRPr="00B85C30">
        <w:t xml:space="preserve"> </w:t>
      </w:r>
      <w:r w:rsidRPr="00B85C30">
        <w:t>UTZ železničních drah</w:t>
      </w:r>
      <w:r w:rsidR="00092CC9" w:rsidRPr="00B85C30">
        <w:t xml:space="preserve"> v </w:t>
      </w:r>
      <w:r w:rsidRPr="00B85C30">
        <w:t>rozsahu:</w:t>
      </w:r>
      <w:r>
        <w:t xml:space="preserve"> </w:t>
      </w:r>
    </w:p>
    <w:p w:rsidR="00B85C30" w:rsidRPr="00134E3A" w:rsidRDefault="00B85C30" w:rsidP="00B85C30">
      <w:pPr>
        <w:pStyle w:val="Odrka1-1"/>
        <w:tabs>
          <w:tab w:val="clear" w:pos="1077"/>
          <w:tab w:val="num" w:pos="-4253"/>
        </w:tabs>
        <w:spacing w:after="0"/>
        <w:ind w:left="1134" w:firstLine="0"/>
        <w:rPr>
          <w:rFonts w:ascii="Verdana" w:hAnsi="Verdana" w:cs="Arial"/>
        </w:rPr>
      </w:pPr>
      <w:r w:rsidRPr="00134E3A">
        <w:rPr>
          <w:rFonts w:ascii="Verdana" w:hAnsi="Verdana" w:cs="Arial"/>
        </w:rPr>
        <w:t>elektrické sítě drah a elektrické rozvody drah,</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elektrická rozvodná zařízení drah a elektrické stanice drah,</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trakční vedení,</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elektrická zařízení napájená z trakčního vedení,</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rsidR="00B85C30" w:rsidRPr="00134E3A" w:rsidRDefault="00B85C30" w:rsidP="00B85C30">
      <w:pPr>
        <w:pStyle w:val="Odrka1-1"/>
        <w:tabs>
          <w:tab w:val="clear" w:pos="1077"/>
          <w:tab w:val="num" w:pos="-4253"/>
        </w:tabs>
        <w:spacing w:after="0"/>
        <w:ind w:left="1418" w:hanging="284"/>
        <w:rPr>
          <w:rFonts w:ascii="Verdana" w:hAnsi="Verdana" w:cs="Arial"/>
        </w:rPr>
      </w:pPr>
      <w:r w:rsidRPr="00134E3A">
        <w:rPr>
          <w:rFonts w:ascii="Verdana" w:hAnsi="Verdana" w:cs="Arial"/>
        </w:rPr>
        <w:t>zabezpečovací zařízení, jehož elektrické obvody plní funkci přímého zajišťování bezpečnosti drážní dopravy,</w:t>
      </w:r>
    </w:p>
    <w:p w:rsidR="007D5A8D" w:rsidRDefault="007D5A8D" w:rsidP="007038DC">
      <w:pPr>
        <w:pStyle w:val="Textbezslovn"/>
      </w:pP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 xml:space="preserve">skutečných majitelích podle zákona </w:t>
      </w:r>
      <w:r>
        <w:lastRenderedPageBreak/>
        <w:t>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952184">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4" w:name="_Toc11155448"/>
      <w:r>
        <w:t>OCHRANA INFORMACÍ</w:t>
      </w:r>
      <w:bookmarkEnd w:id="24"/>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lastRenderedPageBreak/>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5" w:name="_Toc11155449"/>
      <w:r>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B2581">
        <w:rPr>
          <w:b/>
        </w:rPr>
        <w:t>16 000 000,-</w:t>
      </w:r>
      <w:r>
        <w:t xml:space="preserve"> </w:t>
      </w:r>
      <w:r w:rsidRPr="003B2581">
        <w:rPr>
          <w:b/>
        </w:rPr>
        <w:t>Kč</w:t>
      </w:r>
      <w:r>
        <w:t xml:space="preserve"> (slovy: </w:t>
      </w:r>
      <w:r w:rsidR="003B2581">
        <w:t>šestnáct milionu</w:t>
      </w:r>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3B2581">
        <w:t>č.ú. 30007-22307011/0710, Česká národní banka se sídlem Na Příkopě 28, 115 03 Praha 1, variabilní symbol 5423520013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11155450"/>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tabs>
          <w:tab w:val="left" w:pos="2127"/>
        </w:tabs>
        <w:ind w:left="2127" w:hanging="1390"/>
      </w:pPr>
      <w:r>
        <w:t>Příloha č. 11</w:t>
      </w:r>
      <w:r>
        <w:tab/>
        <w:t>Vzor čestného prohlášení - přehled technických zařízení</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595"/>
        <w:gridCol w:w="3885"/>
        <w:gridCol w:w="2212"/>
      </w:tblGrid>
      <w:tr w:rsidR="00564DDD" w:rsidRPr="00454716"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589"/>
        <w:gridCol w:w="3893"/>
        <w:gridCol w:w="2210"/>
      </w:tblGrid>
      <w:tr w:rsidR="00454716" w:rsidRPr="00454716"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267"/>
        <w:gridCol w:w="1268"/>
        <w:gridCol w:w="1268"/>
        <w:gridCol w:w="1268"/>
        <w:gridCol w:w="1268"/>
        <w:gridCol w:w="1268"/>
      </w:tblGrid>
      <w:tr w:rsidR="008171D3" w:rsidRPr="00AD792A"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343B78">
              <w:rPr>
                <w:b/>
              </w:rPr>
              <w:t>posledních 5</w:t>
            </w:r>
            <w:r w:rsidRPr="00AD792A">
              <w:rPr>
                <w:b/>
              </w:rPr>
              <w:t xml:space="preserve"> let v Kč***</w:t>
            </w:r>
            <w:r w:rsidR="00EE3C5F">
              <w:rPr>
                <w:b/>
              </w:rPr>
              <w:t xml:space="preserve"> </w:t>
            </w:r>
            <w:r w:rsidRPr="00AD792A">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rsidTr="00261533">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261533">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B) v zahraničí</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B80E53">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261533">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171D3" w:rsidRPr="00454716"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52184">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474F4D" w:rsidRDefault="00474F4D" w:rsidP="00474F4D">
      <w:pPr>
        <w:pStyle w:val="Textbezslovn"/>
        <w:ind w:left="0"/>
      </w:pPr>
    </w:p>
    <w:p w:rsidR="0035531B" w:rsidRDefault="0035531B" w:rsidP="00952184">
      <w:pPr>
        <w:pStyle w:val="Odstavec1-1a"/>
        <w:numPr>
          <w:ilvl w:val="0"/>
          <w:numId w:val="15"/>
        </w:numPr>
      </w:pPr>
      <w:r>
        <w:t>Příjmení: [</w:t>
      </w:r>
      <w:r w:rsidRPr="00DE6A35">
        <w:rPr>
          <w:b/>
          <w:highlight w:val="yellow"/>
        </w:rPr>
        <w:t>DOPLNÍ DODAVATEL</w:t>
      </w:r>
      <w:r>
        <w:t>]</w:t>
      </w:r>
    </w:p>
    <w:p w:rsidR="0035531B" w:rsidRDefault="0035531B" w:rsidP="00952184">
      <w:pPr>
        <w:pStyle w:val="Odstavec1-1a"/>
        <w:numPr>
          <w:ilvl w:val="0"/>
          <w:numId w:val="15"/>
        </w:numPr>
      </w:pPr>
      <w:r>
        <w:t>Jméno: [</w:t>
      </w:r>
      <w:r w:rsidRPr="00DE6A35">
        <w:rPr>
          <w:b/>
          <w:highlight w:val="yellow"/>
        </w:rPr>
        <w:t>DOPLNÍ DODAVATEL</w:t>
      </w:r>
      <w:r>
        <w:t>]</w:t>
      </w:r>
    </w:p>
    <w:p w:rsidR="0035531B" w:rsidRDefault="0035531B" w:rsidP="00952184">
      <w:pPr>
        <w:pStyle w:val="Odstavec1-1a"/>
        <w:numPr>
          <w:ilvl w:val="0"/>
          <w:numId w:val="15"/>
        </w:numPr>
      </w:pPr>
      <w:r>
        <w:t>Datum narození: [</w:t>
      </w:r>
      <w:r w:rsidRPr="00833899">
        <w:rPr>
          <w:highlight w:val="yellow"/>
        </w:rPr>
        <w:t>DOPLNÍ DODAVATEL</w:t>
      </w:r>
      <w:r>
        <w:t>]</w:t>
      </w:r>
    </w:p>
    <w:p w:rsidR="0035531B" w:rsidRDefault="0035531B" w:rsidP="00952184">
      <w:pPr>
        <w:pStyle w:val="Odstavec1-1a"/>
        <w:numPr>
          <w:ilvl w:val="0"/>
          <w:numId w:val="15"/>
        </w:numPr>
      </w:pPr>
      <w:r>
        <w:t>Kontaktní pracovní adresa (včetně pracovní tel/e-mail): [</w:t>
      </w:r>
      <w:r w:rsidRPr="00833899">
        <w:rPr>
          <w:highlight w:val="yellow"/>
        </w:rPr>
        <w:t>DOPLNÍ DODAVATEL</w:t>
      </w:r>
      <w:r>
        <w:t>]</w:t>
      </w:r>
    </w:p>
    <w:p w:rsidR="0035531B" w:rsidRPr="00833899" w:rsidRDefault="0035531B" w:rsidP="00952184">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261533">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lastRenderedPageBreak/>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DE6A35" w:rsidRDefault="00DE6A35">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678"/>
        <w:gridCol w:w="4111"/>
      </w:tblGrid>
      <w:tr w:rsidR="00307641" w:rsidRPr="00307641"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AB1063" w:rsidRDefault="00AB106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EE7882"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862"/>
        <w:gridCol w:w="2004"/>
        <w:gridCol w:w="2004"/>
        <w:gridCol w:w="2004"/>
      </w:tblGrid>
      <w:tr w:rsidR="00AA3E17" w:rsidRPr="00AA3E17"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rPr>
                <w:b/>
                <w:sz w:val="16"/>
                <w:szCs w:val="16"/>
              </w:rPr>
            </w:pPr>
            <w:r w:rsidRPr="00AA3E17">
              <w:rPr>
                <w:b/>
                <w:sz w:val="16"/>
                <w:szCs w:val="16"/>
              </w:rPr>
              <w:t>Roční obrat</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261533">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261533">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261533">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964860" w:rsidRDefault="00964860" w:rsidP="00964860">
      <w:pPr>
        <w:pStyle w:val="Textbezslovn"/>
        <w:ind w:left="0"/>
      </w:pPr>
      <w:r>
        <w:br w:type="page"/>
      </w:r>
    </w:p>
    <w:p w:rsidR="0035531B" w:rsidRDefault="0035531B" w:rsidP="001E651D">
      <w:pPr>
        <w:pStyle w:val="Nadpisbezsl1-1"/>
      </w:pPr>
      <w:r>
        <w:lastRenderedPageBreak/>
        <w:t>Příloha č. 11</w:t>
      </w:r>
    </w:p>
    <w:p w:rsidR="0035531B" w:rsidRPr="00964860" w:rsidRDefault="0035531B" w:rsidP="001E651D">
      <w:pPr>
        <w:pStyle w:val="Nadpisbezsl1-2"/>
      </w:pPr>
      <w:r w:rsidRPr="00964860">
        <w:t>Vzor čestného prohlášení - přehled technických zařízení</w:t>
      </w:r>
    </w:p>
    <w:p w:rsidR="00AB1063" w:rsidRDefault="00AB1063" w:rsidP="00964860">
      <w:pPr>
        <w:pStyle w:val="Textbezslovn"/>
        <w:ind w:left="0"/>
        <w:rPr>
          <w:b/>
        </w:rPr>
      </w:pPr>
    </w:p>
    <w:p w:rsidR="0035531B" w:rsidRPr="00964860" w:rsidRDefault="0035531B" w:rsidP="00964860">
      <w:pPr>
        <w:pStyle w:val="Textbezslovn"/>
        <w:ind w:left="0"/>
        <w:rPr>
          <w:b/>
        </w:rPr>
      </w:pPr>
      <w:r w:rsidRPr="00964860">
        <w:rPr>
          <w:b/>
        </w:rPr>
        <w:t>Čestné prohlášení</w:t>
      </w:r>
    </w:p>
    <w:p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rsidR="0035531B" w:rsidRPr="00833899" w:rsidRDefault="0035531B" w:rsidP="00964860">
      <w:pPr>
        <w:pStyle w:val="Textbezslovn"/>
        <w:ind w:left="0"/>
      </w:pPr>
      <w:r w:rsidRPr="00833899">
        <w:t>se sídlem [</w:t>
      </w:r>
      <w:r w:rsidRPr="00833899">
        <w:rPr>
          <w:highlight w:val="yellow"/>
        </w:rPr>
        <w:t>DOPLNÍ DODAVATEL</w:t>
      </w:r>
      <w:r w:rsidRPr="00833899">
        <w:t>]</w:t>
      </w:r>
    </w:p>
    <w:p w:rsidR="0035531B" w:rsidRPr="00833899" w:rsidRDefault="0035531B" w:rsidP="00964860">
      <w:pPr>
        <w:pStyle w:val="Textbezslovn"/>
        <w:ind w:left="0"/>
      </w:pPr>
      <w:r w:rsidRPr="00833899">
        <w:t>IČO: [</w:t>
      </w:r>
      <w:r w:rsidRPr="00833899">
        <w:rPr>
          <w:highlight w:val="yellow"/>
        </w:rPr>
        <w:t>DOPLNÍ DODAVATEL</w:t>
      </w:r>
      <w:r w:rsidRPr="00833899">
        <w:t>]</w:t>
      </w:r>
    </w:p>
    <w:p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964860">
      <w:pPr>
        <w:pStyle w:val="Textbezslovn"/>
        <w:ind w:left="0"/>
      </w:pPr>
      <w:r w:rsidRPr="00833899">
        <w:t>spisová značka [</w:t>
      </w:r>
      <w:r w:rsidRPr="00833899">
        <w:rPr>
          <w:highlight w:val="yellow"/>
        </w:rPr>
        <w:t>DOPLNÍ DODAVATEL</w:t>
      </w:r>
      <w:r w:rsidRPr="00833899">
        <w:t>]</w:t>
      </w:r>
    </w:p>
    <w:p w:rsidR="0035531B" w:rsidRPr="00833899" w:rsidRDefault="0035531B" w:rsidP="00964860">
      <w:pPr>
        <w:pStyle w:val="Textbezslovn"/>
        <w:ind w:left="0"/>
      </w:pPr>
      <w:r w:rsidRPr="00833899">
        <w:t>zastoupená [</w:t>
      </w:r>
      <w:r w:rsidRPr="00833899">
        <w:rPr>
          <w:highlight w:val="yellow"/>
        </w:rPr>
        <w:t>DOPLNÍ DODAVATEL</w:t>
      </w:r>
      <w:r w:rsidRPr="00833899">
        <w:t>]</w:t>
      </w:r>
    </w:p>
    <w:p w:rsidR="0035531B" w:rsidRDefault="00EE7882" w:rsidP="00964860">
      <w:pPr>
        <w:pStyle w:val="Textbezslovn"/>
        <w:ind w:left="0"/>
      </w:pPr>
      <w:r>
        <w:rPr>
          <w:b/>
        </w:rPr>
        <w:t xml:space="preserve">podáním nabídky </w:t>
      </w:r>
      <w:r w:rsidR="0035531B" w:rsidRPr="00964860">
        <w:rPr>
          <w:b/>
        </w:rPr>
        <w:t>čestně prohlašuje</w:t>
      </w:r>
      <w:r w:rsidR="0035531B">
        <w:t>, že:</w:t>
      </w:r>
    </w:p>
    <w:p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862"/>
        <w:gridCol w:w="2004"/>
        <w:gridCol w:w="2004"/>
        <w:gridCol w:w="2004"/>
      </w:tblGrid>
      <w:tr w:rsidR="00964860" w:rsidRPr="00AA3E17" w:rsidTr="002615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tcPr>
          <w:p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top w:val="none" w:sz="0" w:space="0" w:color="auto"/>
              <w:left w:val="none" w:sz="0" w:space="0" w:color="auto"/>
              <w:bottom w:val="none" w:sz="0" w:space="0" w:color="auto"/>
              <w:right w:val="none" w:sz="0" w:space="0" w:color="auto"/>
              <w:tl2br w:val="none" w:sz="0" w:space="0" w:color="auto"/>
              <w:tr2bl w:val="none" w:sz="0" w:space="0" w:color="auto"/>
            </w:tcBorders>
          </w:tcPr>
          <w:p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rsidTr="00261533">
        <w:tc>
          <w:tcPr>
            <w:cnfStyle w:val="001000000000" w:firstRow="0" w:lastRow="0" w:firstColumn="1" w:lastColumn="0" w:oddVBand="0" w:evenVBand="0" w:oddHBand="0" w:evenHBand="0" w:firstRowFirstColumn="0" w:firstRowLastColumn="0" w:lastRowFirstColumn="0" w:lastRowLastColumn="0"/>
            <w:tcW w:w="2862" w:type="dxa"/>
            <w:vMerge/>
          </w:tcPr>
          <w:p w:rsidR="00964860" w:rsidRPr="00AA3E17" w:rsidRDefault="00964860" w:rsidP="00FE4333">
            <w:pPr>
              <w:rPr>
                <w:sz w:val="16"/>
                <w:szCs w:val="16"/>
                <w:highlight w:val="yellow"/>
              </w:rPr>
            </w:pPr>
          </w:p>
        </w:tc>
        <w:tc>
          <w:tcPr>
            <w:tcW w:w="2004" w:type="dxa"/>
            <w:shd w:val="clear" w:color="auto" w:fill="F2F2F2" w:themeFill="background1" w:themeFillShade="F2"/>
          </w:tcPr>
          <w:p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rsidTr="00261533">
        <w:tc>
          <w:tcPr>
            <w:cnfStyle w:val="001000000000" w:firstRow="0" w:lastRow="0" w:firstColumn="1" w:lastColumn="0" w:oddVBand="0" w:evenVBand="0" w:oddHBand="0" w:evenHBand="0" w:firstRowFirstColumn="0" w:firstRowLastColumn="0" w:lastRowFirstColumn="0" w:lastRowLastColumn="0"/>
            <w:tcW w:w="2862" w:type="dxa"/>
          </w:tcPr>
          <w:p w:rsidR="00964860" w:rsidRPr="00833899" w:rsidRDefault="00964860">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261533">
        <w:tc>
          <w:tcPr>
            <w:cnfStyle w:val="001000000000" w:firstRow="0" w:lastRow="0" w:firstColumn="1" w:lastColumn="0" w:oddVBand="0" w:evenVBand="0" w:oddHBand="0" w:evenHBand="0" w:firstRowFirstColumn="0" w:firstRowLastColumn="0" w:lastRowFirstColumn="0" w:lastRowLastColumn="0"/>
            <w:tcW w:w="2862" w:type="dxa"/>
          </w:tcPr>
          <w:p w:rsidR="00964860" w:rsidRPr="00833899" w:rsidRDefault="00964860">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2615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964860" w:rsidRPr="00833899" w:rsidRDefault="00964860">
            <w:pPr>
              <w:rPr>
                <w:b w:val="0"/>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964860">
      <w:pPr>
        <w:pStyle w:val="Textbezslovn"/>
        <w:ind w:left="0"/>
      </w:pPr>
    </w:p>
    <w:p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rsidR="0035531B" w:rsidRDefault="0035531B" w:rsidP="00964860">
      <w:pPr>
        <w:pStyle w:val="Textbezslovn"/>
        <w:ind w:left="0"/>
      </w:pPr>
    </w:p>
    <w:p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rsidR="00964860" w:rsidRDefault="00964860" w:rsidP="00964860">
      <w:pPr>
        <w:pStyle w:val="Textbezslovn"/>
        <w:ind w:left="0"/>
      </w:pPr>
    </w:p>
    <w:sectPr w:rsidR="00964860"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B67" w:rsidRDefault="00B71B67" w:rsidP="00962258">
      <w:pPr>
        <w:spacing w:after="0" w:line="240" w:lineRule="auto"/>
      </w:pPr>
      <w:r>
        <w:separator/>
      </w:r>
    </w:p>
  </w:endnote>
  <w:endnote w:type="continuationSeparator" w:id="0">
    <w:p w:rsidR="00B71B67" w:rsidRDefault="00B71B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2293" w:rsidRPr="008D11C0" w:rsidTr="00EB46E5">
      <w:tc>
        <w:tcPr>
          <w:tcW w:w="1361" w:type="dxa"/>
          <w:tcMar>
            <w:left w:w="0" w:type="dxa"/>
            <w:right w:w="0" w:type="dxa"/>
          </w:tcMar>
          <w:vAlign w:val="bottom"/>
        </w:tcPr>
        <w:p w:rsidR="00FD2293" w:rsidRPr="00B8518B" w:rsidRDefault="00FD229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2C93">
            <w:rPr>
              <w:rStyle w:val="slostrnky"/>
              <w:noProof/>
            </w:rPr>
            <w:t>37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2C93">
            <w:rPr>
              <w:rStyle w:val="slostrnky"/>
              <w:noProof/>
            </w:rPr>
            <w:t>48</w:t>
          </w:r>
          <w:r w:rsidRPr="00B8518B">
            <w:rPr>
              <w:rStyle w:val="slostrnky"/>
            </w:rPr>
            <w:fldChar w:fldCharType="end"/>
          </w:r>
        </w:p>
      </w:tc>
      <w:tc>
        <w:tcPr>
          <w:tcW w:w="284" w:type="dxa"/>
          <w:shd w:val="clear" w:color="auto" w:fill="auto"/>
          <w:tcMar>
            <w:left w:w="0" w:type="dxa"/>
            <w:right w:w="0" w:type="dxa"/>
          </w:tcMar>
        </w:tcPr>
        <w:p w:rsidR="00FD2293" w:rsidRDefault="00FD2293" w:rsidP="00B8518B">
          <w:pPr>
            <w:pStyle w:val="Zpat"/>
          </w:pPr>
        </w:p>
      </w:tc>
      <w:tc>
        <w:tcPr>
          <w:tcW w:w="425" w:type="dxa"/>
          <w:shd w:val="clear" w:color="auto" w:fill="auto"/>
          <w:tcMar>
            <w:left w:w="0" w:type="dxa"/>
            <w:right w:w="0" w:type="dxa"/>
          </w:tcMar>
        </w:tcPr>
        <w:p w:rsidR="00FD2293" w:rsidRDefault="00FD2293" w:rsidP="00B8518B">
          <w:pPr>
            <w:pStyle w:val="Zpat"/>
          </w:pPr>
        </w:p>
      </w:tc>
      <w:tc>
        <w:tcPr>
          <w:tcW w:w="8505" w:type="dxa"/>
        </w:tcPr>
        <w:p w:rsidR="00FD2293" w:rsidRPr="008D11C0" w:rsidRDefault="00FD2293" w:rsidP="00EB46E5">
          <w:pPr>
            <w:pStyle w:val="Zpat0"/>
          </w:pPr>
          <w:r w:rsidRPr="008D11C0">
            <w:t>„Rekonstrukce žst. Bohosudov“</w:t>
          </w:r>
        </w:p>
        <w:p w:rsidR="00FD2293" w:rsidRPr="008D11C0" w:rsidRDefault="00FD2293" w:rsidP="00EB46E5">
          <w:pPr>
            <w:pStyle w:val="Zpat0"/>
          </w:pPr>
          <w:r w:rsidRPr="008D11C0">
            <w:t xml:space="preserve">Díl 1 – </w:t>
          </w:r>
          <w:r w:rsidRPr="008D11C0">
            <w:rPr>
              <w:caps/>
            </w:rPr>
            <w:t>Požadavky a podmínky pro zpracování nabídky</w:t>
          </w:r>
        </w:p>
        <w:p w:rsidR="00FD2293" w:rsidRPr="008D11C0" w:rsidRDefault="00FD2293" w:rsidP="0035531B">
          <w:pPr>
            <w:pStyle w:val="Zpat0"/>
          </w:pPr>
          <w:r w:rsidRPr="008D11C0">
            <w:t xml:space="preserve">Část 2 – </w:t>
          </w:r>
          <w:r w:rsidRPr="008D11C0">
            <w:rPr>
              <w:caps/>
            </w:rPr>
            <w:t>Pokyny pro dodavatele</w:t>
          </w:r>
          <w:r w:rsidRPr="008D11C0">
            <w:t xml:space="preserve"> – Zhotovení stavby</w:t>
          </w:r>
        </w:p>
      </w:tc>
    </w:tr>
  </w:tbl>
  <w:p w:rsidR="00FD2293" w:rsidRPr="00B8518B" w:rsidRDefault="00FD229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293" w:rsidRPr="00B8518B" w:rsidRDefault="00FD2293" w:rsidP="00460660">
    <w:pPr>
      <w:pStyle w:val="Zpat"/>
      <w:rPr>
        <w:sz w:val="2"/>
        <w:szCs w:val="2"/>
      </w:rPr>
    </w:pPr>
  </w:p>
  <w:p w:rsidR="00FD2293" w:rsidRPr="00460660" w:rsidRDefault="00FD2293">
    <w:pPr>
      <w:pStyle w:val="Zpat"/>
      <w:rPr>
        <w:sz w:val="2"/>
        <w:szCs w:val="2"/>
      </w:rPr>
    </w:pPr>
    <w:r>
      <w:rPr>
        <w:noProof/>
        <w:lang w:eastAsia="cs-CZ"/>
      </w:rPr>
      <w:drawing>
        <wp:anchor distT="0" distB="0" distL="114300" distR="114300" simplePos="0" relativeHeight="251670528" behindDoc="1" locked="1" layoutInCell="1" allowOverlap="1" wp14:anchorId="359F6384" wp14:editId="3EB99EDD">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B67" w:rsidRDefault="00B71B67" w:rsidP="00962258">
      <w:pPr>
        <w:spacing w:after="0" w:line="240" w:lineRule="auto"/>
      </w:pPr>
      <w:r>
        <w:separator/>
      </w:r>
    </w:p>
  </w:footnote>
  <w:footnote w:type="continuationSeparator" w:id="0">
    <w:p w:rsidR="00B71B67" w:rsidRDefault="00B71B67" w:rsidP="00962258">
      <w:pPr>
        <w:spacing w:after="0" w:line="240" w:lineRule="auto"/>
      </w:pPr>
      <w:r>
        <w:continuationSeparator/>
      </w:r>
    </w:p>
  </w:footnote>
  <w:footnote w:id="1">
    <w:p w:rsidR="00FD2293" w:rsidRDefault="00FD2293">
      <w:pPr>
        <w:pStyle w:val="Textpoznpodarou"/>
      </w:pPr>
      <w:r>
        <w:rPr>
          <w:rStyle w:val="Znakapoznpodarou"/>
        </w:rPr>
        <w:footnoteRef/>
      </w:r>
      <w:r>
        <w:t xml:space="preserve"> </w:t>
      </w:r>
      <w:r w:rsidRPr="002C04EE">
        <w:t>Zákon č. 563/1991 Sb., o účetnictví, ve znění pozdějších předpisů.</w:t>
      </w:r>
    </w:p>
  </w:footnote>
  <w:footnote w:id="2">
    <w:p w:rsidR="00FD2293" w:rsidRDefault="00FD2293"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FD2293" w:rsidRDefault="00FD2293"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FD2293" w:rsidRDefault="00FD2293">
      <w:pPr>
        <w:pStyle w:val="Textpoznpodarou"/>
      </w:pPr>
      <w:r>
        <w:rPr>
          <w:rStyle w:val="Znakapoznpodarou"/>
        </w:rPr>
        <w:footnoteRef/>
      </w:r>
      <w:r>
        <w:t xml:space="preserve"> </w:t>
      </w:r>
      <w:r w:rsidRPr="00307641">
        <w:t>V případě další praxe dodavatel doplní další řádky.</w:t>
      </w:r>
    </w:p>
  </w:footnote>
  <w:footnote w:id="5">
    <w:p w:rsidR="00FD2293" w:rsidRDefault="00FD2293">
      <w:pPr>
        <w:pStyle w:val="Textpoznpodarou"/>
      </w:pPr>
      <w:r>
        <w:rPr>
          <w:rStyle w:val="Znakapoznpodarou"/>
        </w:rPr>
        <w:footnoteRef/>
      </w:r>
      <w:r>
        <w:t xml:space="preserve"> </w:t>
      </w:r>
      <w:r w:rsidRPr="00307641">
        <w:t>V případě další zkušenosti dodavatel doplní další řádky.</w:t>
      </w:r>
    </w:p>
  </w:footnote>
  <w:footnote w:id="6">
    <w:p w:rsidR="00FD2293" w:rsidRDefault="00FD229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FD2293" w:rsidRDefault="00FD229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FD2293" w:rsidRDefault="00FD2293">
      <w:pPr>
        <w:pStyle w:val="Textpoznpodarou"/>
      </w:pPr>
      <w:r>
        <w:rPr>
          <w:rStyle w:val="Znakapoznpodarou"/>
        </w:rPr>
        <w:footnoteRef/>
      </w:r>
      <w:r>
        <w:t xml:space="preserve"> </w:t>
      </w:r>
      <w:r w:rsidRPr="007E2234">
        <w:t>Identifikační údaje doplní dodavatel dle skutečnosti, zda se jedná o fyzickou či právnickou osobu.</w:t>
      </w:r>
    </w:p>
    <w:p w:rsidR="00FD2293" w:rsidRDefault="00FD2293">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9">
    <w:p w:rsidR="00FD2293" w:rsidRDefault="00FD2293">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2293" w:rsidTr="00C02D0A">
      <w:trPr>
        <w:trHeight w:hRule="exact" w:val="454"/>
      </w:trPr>
      <w:tc>
        <w:tcPr>
          <w:tcW w:w="1361" w:type="dxa"/>
          <w:tcMar>
            <w:top w:w="57" w:type="dxa"/>
            <w:left w:w="0" w:type="dxa"/>
            <w:right w:w="0" w:type="dxa"/>
          </w:tcMar>
        </w:tcPr>
        <w:p w:rsidR="00FD2293" w:rsidRPr="00B8518B" w:rsidRDefault="00FD2293" w:rsidP="00523EA7">
          <w:pPr>
            <w:pStyle w:val="Zpat"/>
            <w:rPr>
              <w:rStyle w:val="slostrnky"/>
            </w:rPr>
          </w:pPr>
        </w:p>
      </w:tc>
      <w:tc>
        <w:tcPr>
          <w:tcW w:w="3458" w:type="dxa"/>
          <w:shd w:val="clear" w:color="auto" w:fill="auto"/>
          <w:tcMar>
            <w:top w:w="57" w:type="dxa"/>
            <w:left w:w="0" w:type="dxa"/>
            <w:right w:w="0" w:type="dxa"/>
          </w:tcMar>
        </w:tcPr>
        <w:p w:rsidR="00FD2293" w:rsidRDefault="00FD2293" w:rsidP="00523EA7">
          <w:pPr>
            <w:pStyle w:val="Zpat"/>
          </w:pPr>
        </w:p>
      </w:tc>
      <w:tc>
        <w:tcPr>
          <w:tcW w:w="5698" w:type="dxa"/>
          <w:shd w:val="clear" w:color="auto" w:fill="auto"/>
          <w:tcMar>
            <w:top w:w="57" w:type="dxa"/>
            <w:left w:w="0" w:type="dxa"/>
            <w:right w:w="0" w:type="dxa"/>
          </w:tcMar>
        </w:tcPr>
        <w:p w:rsidR="00FD2293" w:rsidRPr="00D6163D" w:rsidRDefault="00FD2293" w:rsidP="00D6163D">
          <w:pPr>
            <w:pStyle w:val="Druhdokumentu"/>
          </w:pPr>
        </w:p>
      </w:tc>
    </w:tr>
  </w:tbl>
  <w:p w:rsidR="00FD2293" w:rsidRPr="00D6163D" w:rsidRDefault="00FD229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D2293" w:rsidTr="00B22106">
      <w:trPr>
        <w:trHeight w:hRule="exact" w:val="936"/>
      </w:trPr>
      <w:tc>
        <w:tcPr>
          <w:tcW w:w="1361" w:type="dxa"/>
          <w:tcMar>
            <w:left w:w="0" w:type="dxa"/>
            <w:right w:w="0" w:type="dxa"/>
          </w:tcMar>
        </w:tcPr>
        <w:p w:rsidR="00FD2293" w:rsidRPr="00B8518B" w:rsidRDefault="00FD2293" w:rsidP="00FC6389">
          <w:pPr>
            <w:pStyle w:val="Zpat"/>
            <w:rPr>
              <w:rStyle w:val="slostrnky"/>
            </w:rPr>
          </w:pPr>
        </w:p>
      </w:tc>
      <w:tc>
        <w:tcPr>
          <w:tcW w:w="3458" w:type="dxa"/>
          <w:shd w:val="clear" w:color="auto" w:fill="auto"/>
          <w:tcMar>
            <w:left w:w="0" w:type="dxa"/>
            <w:right w:w="0" w:type="dxa"/>
          </w:tcMar>
        </w:tcPr>
        <w:p w:rsidR="00FD2293" w:rsidRDefault="00FD2293" w:rsidP="00FC6389">
          <w:pPr>
            <w:pStyle w:val="Zpat"/>
          </w:pPr>
        </w:p>
      </w:tc>
      <w:tc>
        <w:tcPr>
          <w:tcW w:w="5756" w:type="dxa"/>
          <w:shd w:val="clear" w:color="auto" w:fill="auto"/>
          <w:tcMar>
            <w:left w:w="0" w:type="dxa"/>
            <w:right w:w="0" w:type="dxa"/>
          </w:tcMar>
        </w:tcPr>
        <w:p w:rsidR="00FD2293" w:rsidRPr="00D6163D" w:rsidRDefault="00FD2293" w:rsidP="00FC6389">
          <w:pPr>
            <w:pStyle w:val="Druhdokumentu"/>
          </w:pPr>
        </w:p>
      </w:tc>
    </w:tr>
    <w:tr w:rsidR="00FD2293" w:rsidTr="00B22106">
      <w:trPr>
        <w:trHeight w:hRule="exact" w:val="936"/>
      </w:trPr>
      <w:tc>
        <w:tcPr>
          <w:tcW w:w="1361" w:type="dxa"/>
          <w:tcMar>
            <w:left w:w="0" w:type="dxa"/>
            <w:right w:w="0" w:type="dxa"/>
          </w:tcMar>
        </w:tcPr>
        <w:p w:rsidR="00FD2293" w:rsidRPr="00B8518B" w:rsidRDefault="00FD2293" w:rsidP="00FC6389">
          <w:pPr>
            <w:pStyle w:val="Zpat"/>
            <w:rPr>
              <w:rStyle w:val="slostrnky"/>
            </w:rPr>
          </w:pPr>
        </w:p>
      </w:tc>
      <w:tc>
        <w:tcPr>
          <w:tcW w:w="3458" w:type="dxa"/>
          <w:shd w:val="clear" w:color="auto" w:fill="auto"/>
          <w:tcMar>
            <w:left w:w="0" w:type="dxa"/>
            <w:right w:w="0" w:type="dxa"/>
          </w:tcMar>
        </w:tcPr>
        <w:p w:rsidR="00FD2293" w:rsidRDefault="00FD2293" w:rsidP="00FC6389">
          <w:pPr>
            <w:pStyle w:val="Zpat"/>
          </w:pPr>
        </w:p>
      </w:tc>
      <w:tc>
        <w:tcPr>
          <w:tcW w:w="5756" w:type="dxa"/>
          <w:shd w:val="clear" w:color="auto" w:fill="auto"/>
          <w:tcMar>
            <w:left w:w="0" w:type="dxa"/>
            <w:right w:w="0" w:type="dxa"/>
          </w:tcMar>
        </w:tcPr>
        <w:p w:rsidR="00FD2293" w:rsidRPr="00D6163D" w:rsidRDefault="00FD2293" w:rsidP="00FC6389">
          <w:pPr>
            <w:pStyle w:val="Druhdokumentu"/>
          </w:pPr>
        </w:p>
      </w:tc>
    </w:tr>
  </w:tbl>
  <w:p w:rsidR="00FD2293" w:rsidRPr="00D6163D" w:rsidRDefault="00FD2293"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A692534" wp14:editId="7EC4E53F">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D2293" w:rsidRPr="00460660" w:rsidRDefault="00FD229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5F81132"/>
    <w:multiLevelType w:val="hybridMultilevel"/>
    <w:tmpl w:val="B8B0A8E0"/>
    <w:lvl w:ilvl="0" w:tplc="04050001">
      <w:start w:val="1"/>
      <w:numFmt w:val="bullet"/>
      <w:lvlText w:val=""/>
      <w:lvlJc w:val="left"/>
      <w:pPr>
        <w:ind w:left="720" w:hanging="360"/>
      </w:pPr>
      <w:rPr>
        <w:rFonts w:ascii="Symbol" w:hAnsi="Symbol" w:cs="Symbo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2"/>
  </w:num>
  <w:num w:numId="5">
    <w:abstractNumId w:val="0"/>
  </w:num>
  <w:num w:numId="6">
    <w:abstractNumId w:val="5"/>
  </w:num>
  <w:num w:numId="7">
    <w:abstractNumId w:val="7"/>
  </w:num>
  <w:num w:numId="8">
    <w:abstractNumId w:val="6"/>
  </w:num>
  <w:num w:numId="9">
    <w:abstractNumId w:val="11"/>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D14"/>
    <w:rsid w:val="000174E8"/>
    <w:rsid w:val="00017F3C"/>
    <w:rsid w:val="00020D8C"/>
    <w:rsid w:val="00025783"/>
    <w:rsid w:val="000338E9"/>
    <w:rsid w:val="00040A37"/>
    <w:rsid w:val="00041EC8"/>
    <w:rsid w:val="000466BC"/>
    <w:rsid w:val="0005177F"/>
    <w:rsid w:val="0006499F"/>
    <w:rsid w:val="0006588D"/>
    <w:rsid w:val="00067A5E"/>
    <w:rsid w:val="00067EE3"/>
    <w:rsid w:val="000719BB"/>
    <w:rsid w:val="0007266E"/>
    <w:rsid w:val="00072A65"/>
    <w:rsid w:val="00072C1E"/>
    <w:rsid w:val="000839DD"/>
    <w:rsid w:val="00092CC9"/>
    <w:rsid w:val="000A74BC"/>
    <w:rsid w:val="000A7A9C"/>
    <w:rsid w:val="000B4EB8"/>
    <w:rsid w:val="000C41F2"/>
    <w:rsid w:val="000D22C4"/>
    <w:rsid w:val="000D27D1"/>
    <w:rsid w:val="000D5E72"/>
    <w:rsid w:val="000E013F"/>
    <w:rsid w:val="000E1A7F"/>
    <w:rsid w:val="000E63E1"/>
    <w:rsid w:val="000F4472"/>
    <w:rsid w:val="00106A0E"/>
    <w:rsid w:val="00107864"/>
    <w:rsid w:val="0011040C"/>
    <w:rsid w:val="00112864"/>
    <w:rsid w:val="00114472"/>
    <w:rsid w:val="00114988"/>
    <w:rsid w:val="00115069"/>
    <w:rsid w:val="001150F2"/>
    <w:rsid w:val="00115890"/>
    <w:rsid w:val="00137100"/>
    <w:rsid w:val="00146BCB"/>
    <w:rsid w:val="001656A2"/>
    <w:rsid w:val="00170EC5"/>
    <w:rsid w:val="001747C1"/>
    <w:rsid w:val="00177D6B"/>
    <w:rsid w:val="00183A41"/>
    <w:rsid w:val="00184341"/>
    <w:rsid w:val="00191F90"/>
    <w:rsid w:val="00193D8F"/>
    <w:rsid w:val="001950C2"/>
    <w:rsid w:val="001966EA"/>
    <w:rsid w:val="0019735D"/>
    <w:rsid w:val="001B102A"/>
    <w:rsid w:val="001B23A1"/>
    <w:rsid w:val="001B4E74"/>
    <w:rsid w:val="001B707E"/>
    <w:rsid w:val="001C232C"/>
    <w:rsid w:val="001C645F"/>
    <w:rsid w:val="001E651D"/>
    <w:rsid w:val="001E678E"/>
    <w:rsid w:val="002071BB"/>
    <w:rsid w:val="00207DF5"/>
    <w:rsid w:val="00216388"/>
    <w:rsid w:val="00227462"/>
    <w:rsid w:val="00233A53"/>
    <w:rsid w:val="00240B81"/>
    <w:rsid w:val="00247D01"/>
    <w:rsid w:val="00250254"/>
    <w:rsid w:val="0025030F"/>
    <w:rsid w:val="002544FC"/>
    <w:rsid w:val="00261533"/>
    <w:rsid w:val="00261A5B"/>
    <w:rsid w:val="00262E5B"/>
    <w:rsid w:val="0026385B"/>
    <w:rsid w:val="00276AFE"/>
    <w:rsid w:val="00284A7C"/>
    <w:rsid w:val="002867AC"/>
    <w:rsid w:val="002924B8"/>
    <w:rsid w:val="002A3B57"/>
    <w:rsid w:val="002C04EE"/>
    <w:rsid w:val="002C31BF"/>
    <w:rsid w:val="002D7A6D"/>
    <w:rsid w:val="002D7FD6"/>
    <w:rsid w:val="002E0CD7"/>
    <w:rsid w:val="002E0CFB"/>
    <w:rsid w:val="002E5C7B"/>
    <w:rsid w:val="002E7FC9"/>
    <w:rsid w:val="002F0B4B"/>
    <w:rsid w:val="002F4333"/>
    <w:rsid w:val="00303D84"/>
    <w:rsid w:val="00307641"/>
    <w:rsid w:val="00311F11"/>
    <w:rsid w:val="0032328F"/>
    <w:rsid w:val="00325FF5"/>
    <w:rsid w:val="00327EEF"/>
    <w:rsid w:val="00327F28"/>
    <w:rsid w:val="0033239F"/>
    <w:rsid w:val="00333C1C"/>
    <w:rsid w:val="0034274B"/>
    <w:rsid w:val="00343B78"/>
    <w:rsid w:val="003455B5"/>
    <w:rsid w:val="0034719F"/>
    <w:rsid w:val="00350A35"/>
    <w:rsid w:val="00353C9A"/>
    <w:rsid w:val="0035410B"/>
    <w:rsid w:val="0035531B"/>
    <w:rsid w:val="003571D8"/>
    <w:rsid w:val="0035720E"/>
    <w:rsid w:val="00357BC6"/>
    <w:rsid w:val="00361422"/>
    <w:rsid w:val="0036288F"/>
    <w:rsid w:val="003717A3"/>
    <w:rsid w:val="003719BB"/>
    <w:rsid w:val="00372C06"/>
    <w:rsid w:val="0037545D"/>
    <w:rsid w:val="003803FD"/>
    <w:rsid w:val="00386FF1"/>
    <w:rsid w:val="00392EB6"/>
    <w:rsid w:val="00394D03"/>
    <w:rsid w:val="003956C6"/>
    <w:rsid w:val="00397AEE"/>
    <w:rsid w:val="003A4513"/>
    <w:rsid w:val="003B2581"/>
    <w:rsid w:val="003B4890"/>
    <w:rsid w:val="003C013D"/>
    <w:rsid w:val="003C03F0"/>
    <w:rsid w:val="003C33F2"/>
    <w:rsid w:val="003D01ED"/>
    <w:rsid w:val="003D1E84"/>
    <w:rsid w:val="003D756E"/>
    <w:rsid w:val="003E3CE3"/>
    <w:rsid w:val="003E420D"/>
    <w:rsid w:val="003E4C13"/>
    <w:rsid w:val="003E79F5"/>
    <w:rsid w:val="003F1CFD"/>
    <w:rsid w:val="003F5E28"/>
    <w:rsid w:val="00404BA2"/>
    <w:rsid w:val="004078F3"/>
    <w:rsid w:val="004161D4"/>
    <w:rsid w:val="004259FB"/>
    <w:rsid w:val="00427794"/>
    <w:rsid w:val="00450F07"/>
    <w:rsid w:val="00452F69"/>
    <w:rsid w:val="00453CD3"/>
    <w:rsid w:val="00454716"/>
    <w:rsid w:val="00454BB9"/>
    <w:rsid w:val="00460660"/>
    <w:rsid w:val="00464BA9"/>
    <w:rsid w:val="00474F4D"/>
    <w:rsid w:val="00483969"/>
    <w:rsid w:val="00486107"/>
    <w:rsid w:val="0049112E"/>
    <w:rsid w:val="00491827"/>
    <w:rsid w:val="00494372"/>
    <w:rsid w:val="004B34E9"/>
    <w:rsid w:val="004C2365"/>
    <w:rsid w:val="004C4399"/>
    <w:rsid w:val="004C6480"/>
    <w:rsid w:val="004C787C"/>
    <w:rsid w:val="004D1B4E"/>
    <w:rsid w:val="004D5285"/>
    <w:rsid w:val="004E7A1F"/>
    <w:rsid w:val="004F1D17"/>
    <w:rsid w:val="004F250B"/>
    <w:rsid w:val="004F4597"/>
    <w:rsid w:val="004F4B9B"/>
    <w:rsid w:val="00501B32"/>
    <w:rsid w:val="005046BC"/>
    <w:rsid w:val="0050666E"/>
    <w:rsid w:val="00511AB9"/>
    <w:rsid w:val="00517640"/>
    <w:rsid w:val="005210B3"/>
    <w:rsid w:val="005213EE"/>
    <w:rsid w:val="00523096"/>
    <w:rsid w:val="00523BB5"/>
    <w:rsid w:val="00523EA7"/>
    <w:rsid w:val="005406EB"/>
    <w:rsid w:val="00540C01"/>
    <w:rsid w:val="00542AEE"/>
    <w:rsid w:val="005434A6"/>
    <w:rsid w:val="00553375"/>
    <w:rsid w:val="00555884"/>
    <w:rsid w:val="00564DDD"/>
    <w:rsid w:val="005736B7"/>
    <w:rsid w:val="0057414C"/>
    <w:rsid w:val="00575E5A"/>
    <w:rsid w:val="00577A3C"/>
    <w:rsid w:val="00580245"/>
    <w:rsid w:val="005A1F44"/>
    <w:rsid w:val="005A3D2F"/>
    <w:rsid w:val="005B5E5F"/>
    <w:rsid w:val="005B6135"/>
    <w:rsid w:val="005D2FFF"/>
    <w:rsid w:val="005D3C39"/>
    <w:rsid w:val="005E1337"/>
    <w:rsid w:val="005E7F04"/>
    <w:rsid w:val="005F037F"/>
    <w:rsid w:val="0060115D"/>
    <w:rsid w:val="00601A8C"/>
    <w:rsid w:val="0061068E"/>
    <w:rsid w:val="00610698"/>
    <w:rsid w:val="006115D3"/>
    <w:rsid w:val="00625493"/>
    <w:rsid w:val="00626D14"/>
    <w:rsid w:val="00636D20"/>
    <w:rsid w:val="00640B30"/>
    <w:rsid w:val="0064190C"/>
    <w:rsid w:val="00652853"/>
    <w:rsid w:val="00655976"/>
    <w:rsid w:val="0065610E"/>
    <w:rsid w:val="00660AD3"/>
    <w:rsid w:val="006776B6"/>
    <w:rsid w:val="00693150"/>
    <w:rsid w:val="006A5570"/>
    <w:rsid w:val="006A689C"/>
    <w:rsid w:val="006B3D79"/>
    <w:rsid w:val="006B6FE4"/>
    <w:rsid w:val="006B7D93"/>
    <w:rsid w:val="006C2343"/>
    <w:rsid w:val="006C442A"/>
    <w:rsid w:val="006C4639"/>
    <w:rsid w:val="006C79BA"/>
    <w:rsid w:val="006D02BA"/>
    <w:rsid w:val="006D17C4"/>
    <w:rsid w:val="006D506A"/>
    <w:rsid w:val="006E0578"/>
    <w:rsid w:val="006E1025"/>
    <w:rsid w:val="006E314D"/>
    <w:rsid w:val="006F6B09"/>
    <w:rsid w:val="006F7499"/>
    <w:rsid w:val="0070255F"/>
    <w:rsid w:val="007038DC"/>
    <w:rsid w:val="00706F4C"/>
    <w:rsid w:val="0070752A"/>
    <w:rsid w:val="00710723"/>
    <w:rsid w:val="00712CBA"/>
    <w:rsid w:val="007134F3"/>
    <w:rsid w:val="00723ED1"/>
    <w:rsid w:val="007356BD"/>
    <w:rsid w:val="00740AF5"/>
    <w:rsid w:val="007433C7"/>
    <w:rsid w:val="00743525"/>
    <w:rsid w:val="00743CEA"/>
    <w:rsid w:val="00744F6A"/>
    <w:rsid w:val="00745555"/>
    <w:rsid w:val="007541A2"/>
    <w:rsid w:val="00755818"/>
    <w:rsid w:val="00755C3C"/>
    <w:rsid w:val="00761E38"/>
    <w:rsid w:val="0076286B"/>
    <w:rsid w:val="00766846"/>
    <w:rsid w:val="0076790E"/>
    <w:rsid w:val="00773DC0"/>
    <w:rsid w:val="0077673A"/>
    <w:rsid w:val="007846E1"/>
    <w:rsid w:val="007847D6"/>
    <w:rsid w:val="00794F26"/>
    <w:rsid w:val="00796DC1"/>
    <w:rsid w:val="007A2107"/>
    <w:rsid w:val="007A5172"/>
    <w:rsid w:val="007A67A0"/>
    <w:rsid w:val="007B570C"/>
    <w:rsid w:val="007C6599"/>
    <w:rsid w:val="007D5A8D"/>
    <w:rsid w:val="007E2234"/>
    <w:rsid w:val="007E4A6E"/>
    <w:rsid w:val="007F3581"/>
    <w:rsid w:val="007F56A7"/>
    <w:rsid w:val="00800851"/>
    <w:rsid w:val="00803601"/>
    <w:rsid w:val="00807DD0"/>
    <w:rsid w:val="008112BA"/>
    <w:rsid w:val="00815C1B"/>
    <w:rsid w:val="008169FD"/>
    <w:rsid w:val="008171D3"/>
    <w:rsid w:val="00821D01"/>
    <w:rsid w:val="00822B88"/>
    <w:rsid w:val="00826B7B"/>
    <w:rsid w:val="00831DE9"/>
    <w:rsid w:val="00833899"/>
    <w:rsid w:val="00834187"/>
    <w:rsid w:val="00841542"/>
    <w:rsid w:val="0084414D"/>
    <w:rsid w:val="00845C50"/>
    <w:rsid w:val="00846789"/>
    <w:rsid w:val="008569A3"/>
    <w:rsid w:val="00872044"/>
    <w:rsid w:val="00876D73"/>
    <w:rsid w:val="00880E69"/>
    <w:rsid w:val="00887491"/>
    <w:rsid w:val="00887F36"/>
    <w:rsid w:val="00896ADB"/>
    <w:rsid w:val="008A337E"/>
    <w:rsid w:val="008A3568"/>
    <w:rsid w:val="008B2021"/>
    <w:rsid w:val="008B207D"/>
    <w:rsid w:val="008C0335"/>
    <w:rsid w:val="008C50F3"/>
    <w:rsid w:val="008C65BC"/>
    <w:rsid w:val="008C7EFE"/>
    <w:rsid w:val="008D03B9"/>
    <w:rsid w:val="008D11C0"/>
    <w:rsid w:val="008D30C7"/>
    <w:rsid w:val="008D552B"/>
    <w:rsid w:val="008E1138"/>
    <w:rsid w:val="008E5704"/>
    <w:rsid w:val="008F18D6"/>
    <w:rsid w:val="008F1FA7"/>
    <w:rsid w:val="008F2C9B"/>
    <w:rsid w:val="008F797B"/>
    <w:rsid w:val="00904780"/>
    <w:rsid w:val="0090635B"/>
    <w:rsid w:val="00920DEB"/>
    <w:rsid w:val="00922385"/>
    <w:rsid w:val="009223DF"/>
    <w:rsid w:val="00923CE9"/>
    <w:rsid w:val="00930B79"/>
    <w:rsid w:val="00931962"/>
    <w:rsid w:val="00936091"/>
    <w:rsid w:val="00940D8A"/>
    <w:rsid w:val="00952184"/>
    <w:rsid w:val="00962258"/>
    <w:rsid w:val="00964860"/>
    <w:rsid w:val="009675B8"/>
    <w:rsid w:val="009678B7"/>
    <w:rsid w:val="00992D9C"/>
    <w:rsid w:val="00996CB8"/>
    <w:rsid w:val="009B2E97"/>
    <w:rsid w:val="009B2FCC"/>
    <w:rsid w:val="009B3397"/>
    <w:rsid w:val="009B5146"/>
    <w:rsid w:val="009C0879"/>
    <w:rsid w:val="009C0F4D"/>
    <w:rsid w:val="009C418E"/>
    <w:rsid w:val="009C442C"/>
    <w:rsid w:val="009D20A1"/>
    <w:rsid w:val="009E07F4"/>
    <w:rsid w:val="009F309B"/>
    <w:rsid w:val="009F392E"/>
    <w:rsid w:val="009F53C5"/>
    <w:rsid w:val="00A0740E"/>
    <w:rsid w:val="00A12463"/>
    <w:rsid w:val="00A170A3"/>
    <w:rsid w:val="00A223AA"/>
    <w:rsid w:val="00A4050F"/>
    <w:rsid w:val="00A50641"/>
    <w:rsid w:val="00A530BF"/>
    <w:rsid w:val="00A60AE8"/>
    <w:rsid w:val="00A6177B"/>
    <w:rsid w:val="00A66136"/>
    <w:rsid w:val="00A71189"/>
    <w:rsid w:val="00A72842"/>
    <w:rsid w:val="00A7364A"/>
    <w:rsid w:val="00A74DCC"/>
    <w:rsid w:val="00A753ED"/>
    <w:rsid w:val="00A77512"/>
    <w:rsid w:val="00A85D4F"/>
    <w:rsid w:val="00A94C2F"/>
    <w:rsid w:val="00A95C0A"/>
    <w:rsid w:val="00AA3E17"/>
    <w:rsid w:val="00AA4CBB"/>
    <w:rsid w:val="00AA65FA"/>
    <w:rsid w:val="00AA7351"/>
    <w:rsid w:val="00AB1063"/>
    <w:rsid w:val="00AD056F"/>
    <w:rsid w:val="00AD0C7B"/>
    <w:rsid w:val="00AD1771"/>
    <w:rsid w:val="00AD1786"/>
    <w:rsid w:val="00AD2CE9"/>
    <w:rsid w:val="00AD5F1A"/>
    <w:rsid w:val="00AD6731"/>
    <w:rsid w:val="00AD792A"/>
    <w:rsid w:val="00AE1D4A"/>
    <w:rsid w:val="00AE3BB4"/>
    <w:rsid w:val="00B008D5"/>
    <w:rsid w:val="00B02F73"/>
    <w:rsid w:val="00B0619F"/>
    <w:rsid w:val="00B13A26"/>
    <w:rsid w:val="00B15D0D"/>
    <w:rsid w:val="00B22106"/>
    <w:rsid w:val="00B429CF"/>
    <w:rsid w:val="00B448FF"/>
    <w:rsid w:val="00B5431A"/>
    <w:rsid w:val="00B60046"/>
    <w:rsid w:val="00B61530"/>
    <w:rsid w:val="00B645BC"/>
    <w:rsid w:val="00B70267"/>
    <w:rsid w:val="00B71B67"/>
    <w:rsid w:val="00B74713"/>
    <w:rsid w:val="00B75EE1"/>
    <w:rsid w:val="00B77481"/>
    <w:rsid w:val="00B77C6D"/>
    <w:rsid w:val="00B80E53"/>
    <w:rsid w:val="00B82A36"/>
    <w:rsid w:val="00B8518B"/>
    <w:rsid w:val="00B85C30"/>
    <w:rsid w:val="00B869E7"/>
    <w:rsid w:val="00B91757"/>
    <w:rsid w:val="00B97CC3"/>
    <w:rsid w:val="00BB4AF2"/>
    <w:rsid w:val="00BC06C4"/>
    <w:rsid w:val="00BC663E"/>
    <w:rsid w:val="00BC6D2B"/>
    <w:rsid w:val="00BD18C2"/>
    <w:rsid w:val="00BD7E91"/>
    <w:rsid w:val="00BD7F0D"/>
    <w:rsid w:val="00BE49F4"/>
    <w:rsid w:val="00C02D0A"/>
    <w:rsid w:val="00C03A6E"/>
    <w:rsid w:val="00C226C0"/>
    <w:rsid w:val="00C30F06"/>
    <w:rsid w:val="00C42FE6"/>
    <w:rsid w:val="00C44F6A"/>
    <w:rsid w:val="00C5568E"/>
    <w:rsid w:val="00C57268"/>
    <w:rsid w:val="00C6198E"/>
    <w:rsid w:val="00C6341E"/>
    <w:rsid w:val="00C708EA"/>
    <w:rsid w:val="00C7216F"/>
    <w:rsid w:val="00C73DC3"/>
    <w:rsid w:val="00C776E5"/>
    <w:rsid w:val="00C778A5"/>
    <w:rsid w:val="00C87D96"/>
    <w:rsid w:val="00C93433"/>
    <w:rsid w:val="00C95162"/>
    <w:rsid w:val="00C953E2"/>
    <w:rsid w:val="00CB3151"/>
    <w:rsid w:val="00CB6A37"/>
    <w:rsid w:val="00CB7684"/>
    <w:rsid w:val="00CC2AD8"/>
    <w:rsid w:val="00CC4380"/>
    <w:rsid w:val="00CC7C8F"/>
    <w:rsid w:val="00CD1FC4"/>
    <w:rsid w:val="00CE22D6"/>
    <w:rsid w:val="00CF4237"/>
    <w:rsid w:val="00D034A0"/>
    <w:rsid w:val="00D10A2D"/>
    <w:rsid w:val="00D139AC"/>
    <w:rsid w:val="00D145E1"/>
    <w:rsid w:val="00D21061"/>
    <w:rsid w:val="00D37B14"/>
    <w:rsid w:val="00D4108E"/>
    <w:rsid w:val="00D50F64"/>
    <w:rsid w:val="00D57BFB"/>
    <w:rsid w:val="00D6163D"/>
    <w:rsid w:val="00D6259C"/>
    <w:rsid w:val="00D740AE"/>
    <w:rsid w:val="00D81629"/>
    <w:rsid w:val="00D831A3"/>
    <w:rsid w:val="00D97BE3"/>
    <w:rsid w:val="00DA3711"/>
    <w:rsid w:val="00DB49D3"/>
    <w:rsid w:val="00DB619A"/>
    <w:rsid w:val="00DC7650"/>
    <w:rsid w:val="00DD46F3"/>
    <w:rsid w:val="00DE51A5"/>
    <w:rsid w:val="00DE56F2"/>
    <w:rsid w:val="00DE5ED5"/>
    <w:rsid w:val="00DE6A35"/>
    <w:rsid w:val="00DF116D"/>
    <w:rsid w:val="00E013D6"/>
    <w:rsid w:val="00E01EA1"/>
    <w:rsid w:val="00E16FF7"/>
    <w:rsid w:val="00E22C30"/>
    <w:rsid w:val="00E26D68"/>
    <w:rsid w:val="00E40DCE"/>
    <w:rsid w:val="00E437B0"/>
    <w:rsid w:val="00E44045"/>
    <w:rsid w:val="00E4520D"/>
    <w:rsid w:val="00E470A7"/>
    <w:rsid w:val="00E5551E"/>
    <w:rsid w:val="00E618C4"/>
    <w:rsid w:val="00E7218A"/>
    <w:rsid w:val="00E76AE9"/>
    <w:rsid w:val="00E8454E"/>
    <w:rsid w:val="00E878EE"/>
    <w:rsid w:val="00EA6EC7"/>
    <w:rsid w:val="00EB0647"/>
    <w:rsid w:val="00EB104F"/>
    <w:rsid w:val="00EB46E5"/>
    <w:rsid w:val="00EB5D4D"/>
    <w:rsid w:val="00EC10AE"/>
    <w:rsid w:val="00ED0703"/>
    <w:rsid w:val="00ED14BD"/>
    <w:rsid w:val="00ED6360"/>
    <w:rsid w:val="00ED78D2"/>
    <w:rsid w:val="00ED7A7F"/>
    <w:rsid w:val="00EE2244"/>
    <w:rsid w:val="00EE3C5F"/>
    <w:rsid w:val="00EE7882"/>
    <w:rsid w:val="00F016C7"/>
    <w:rsid w:val="00F12DEC"/>
    <w:rsid w:val="00F1715C"/>
    <w:rsid w:val="00F17E8A"/>
    <w:rsid w:val="00F20DE3"/>
    <w:rsid w:val="00F310F8"/>
    <w:rsid w:val="00F35939"/>
    <w:rsid w:val="00F45607"/>
    <w:rsid w:val="00F45B1E"/>
    <w:rsid w:val="00F46000"/>
    <w:rsid w:val="00F4722B"/>
    <w:rsid w:val="00F54432"/>
    <w:rsid w:val="00F569C6"/>
    <w:rsid w:val="00F60D8C"/>
    <w:rsid w:val="00F659EB"/>
    <w:rsid w:val="00F82C93"/>
    <w:rsid w:val="00F857C0"/>
    <w:rsid w:val="00F86BA6"/>
    <w:rsid w:val="00F93E20"/>
    <w:rsid w:val="00FB135C"/>
    <w:rsid w:val="00FB6342"/>
    <w:rsid w:val="00FC169F"/>
    <w:rsid w:val="00FC2AAB"/>
    <w:rsid w:val="00FC6389"/>
    <w:rsid w:val="00FD2293"/>
    <w:rsid w:val="00FE3763"/>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CFCCE"/>
  <w14:defaultImageDpi w14:val="32767"/>
  <w15:docId w15:val="{4499CDBB-DB86-4AC8-88F4-31D2CC960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85840">
      <w:bodyDiv w:val="1"/>
      <w:marLeft w:val="0"/>
      <w:marRight w:val="0"/>
      <w:marTop w:val="0"/>
      <w:marBottom w:val="0"/>
      <w:divBdr>
        <w:top w:val="none" w:sz="0" w:space="0" w:color="auto"/>
        <w:left w:val="none" w:sz="0" w:space="0" w:color="auto"/>
        <w:bottom w:val="none" w:sz="0" w:space="0" w:color="auto"/>
        <w:right w:val="none" w:sz="0" w:space="0" w:color="auto"/>
      </w:divBdr>
    </w:div>
    <w:div w:id="557012953">
      <w:bodyDiv w:val="1"/>
      <w:marLeft w:val="0"/>
      <w:marRight w:val="0"/>
      <w:marTop w:val="0"/>
      <w:marBottom w:val="0"/>
      <w:divBdr>
        <w:top w:val="none" w:sz="0" w:space="0" w:color="auto"/>
        <w:left w:val="none" w:sz="0" w:space="0" w:color="auto"/>
        <w:bottom w:val="none" w:sz="0" w:space="0" w:color="auto"/>
        <w:right w:val="none" w:sz="0" w:space="0" w:color="auto"/>
      </w:divBdr>
    </w:div>
    <w:div w:id="617487758">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2D0A9FD-3EE4-41C2-8B17-0B89E1711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29</TotalTime>
  <Pages>48</Pages>
  <Words>20411</Words>
  <Characters>120431</Characters>
  <Application>Microsoft Office Word</Application>
  <DocSecurity>0</DocSecurity>
  <Lines>1003</Lines>
  <Paragraphs>281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cp:revision>
  <cp:lastPrinted>2019-08-19T05:16:00Z</cp:lastPrinted>
  <dcterms:created xsi:type="dcterms:W3CDTF">2019-10-30T06:59:00Z</dcterms:created>
  <dcterms:modified xsi:type="dcterms:W3CDTF">2019-10-31T10:14:00Z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